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D805" w14:textId="77777777" w:rsidR="0012151E" w:rsidRPr="00392EA0" w:rsidRDefault="0012151E" w:rsidP="0012151E">
      <w:pPr>
        <w:pStyle w:val="Heading1"/>
        <w:rPr>
          <w:rFonts w:ascii="Arial" w:hAnsi="Arial" w:cs="Arial"/>
        </w:rPr>
      </w:pPr>
      <w:r>
        <w:rPr>
          <w:rFonts w:ascii="Arial" w:hAnsi="Arial" w:cs="Arial"/>
        </w:rPr>
        <w:t>Instructions for Form 1023</w:t>
      </w:r>
    </w:p>
    <w:p w14:paraId="79A111CD" w14:textId="77777777" w:rsidR="0012151E" w:rsidRPr="00392EA0" w:rsidRDefault="0012151E" w:rsidP="0012151E">
      <w:pPr>
        <w:pStyle w:val="Body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t>(Rev. January 2020)</w:t>
      </w:r>
    </w:p>
    <w:p w14:paraId="3334EB72" w14:textId="77777777" w:rsidR="0012151E" w:rsidRPr="00801C98" w:rsidRDefault="0012151E" w:rsidP="0012151E">
      <w:pPr>
        <w:pStyle w:val="Body"/>
        <w:rPr>
          <w:rFonts w:ascii="Arial" w:hAnsi="Arial" w:cs="Arial"/>
          <w:b/>
          <w:bCs/>
          <w:noProof/>
          <w:sz w:val="36"/>
          <w:szCs w:val="36"/>
        </w:rPr>
      </w:pPr>
      <w:r w:rsidRPr="00801C98">
        <w:rPr>
          <w:rFonts w:ascii="Arial" w:hAnsi="Arial" w:cs="Arial"/>
          <w:b/>
          <w:bCs/>
          <w:noProof/>
          <w:sz w:val="36"/>
          <w:szCs w:val="36"/>
        </w:rPr>
        <w:t>Application forRecognition of Exemption Under Section 501(c)(3) of the Internal Revenue Code</w:t>
      </w:r>
    </w:p>
    <w:p w14:paraId="10394591" w14:textId="4B957653" w:rsidR="0012151E" w:rsidRPr="00392EA0" w:rsidRDefault="0012151E" w:rsidP="0012151E">
      <w:pPr>
        <w:pStyle w:val="Body"/>
        <w:rPr>
          <w:rFonts w:ascii="Arial" w:hAnsi="Arial" w:cs="Arial"/>
        </w:rPr>
      </w:pPr>
      <w:r w:rsidRPr="00392EA0">
        <w:rPr>
          <w:rFonts w:ascii="Arial" w:hAnsi="Arial" w:cs="Arial"/>
        </w:rPr>
        <w:t xml:space="preserve">Volume </w:t>
      </w:r>
      <w:r>
        <w:rPr>
          <w:rFonts w:ascii="Arial" w:hAnsi="Arial" w:cs="Arial"/>
        </w:rPr>
        <w:t>4</w:t>
      </w:r>
      <w:r w:rsidRPr="00392EA0">
        <w:rPr>
          <w:rFonts w:ascii="Arial" w:hAnsi="Arial" w:cs="Arial"/>
        </w:rPr>
        <w:t xml:space="preserve"> of </w:t>
      </w:r>
      <w:r>
        <w:rPr>
          <w:rFonts w:ascii="Arial" w:hAnsi="Arial" w:cs="Arial"/>
        </w:rPr>
        <w:t>4</w:t>
      </w:r>
    </w:p>
    <w:p w14:paraId="002E744B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112FFF98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796D3359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6D57D053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5CE00141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189CF342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582CD9E1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4BAF81B3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270F9EA0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1D451780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7EA345E4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58BD251A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6B453839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598AE47B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406C339A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12046A86" w14:textId="77777777" w:rsidR="0012151E" w:rsidRDefault="0012151E" w:rsidP="0012151E">
      <w:pPr>
        <w:spacing w:line="276" w:lineRule="auto"/>
        <w:rPr>
          <w:rFonts w:ascii="Verdana" w:hAnsi="Verdana"/>
        </w:rPr>
      </w:pPr>
    </w:p>
    <w:p w14:paraId="4E774669" w14:textId="77777777" w:rsidR="0012151E" w:rsidRPr="00F01531" w:rsidRDefault="0012151E" w:rsidP="0012151E">
      <w:pPr>
        <w:pStyle w:val="Body"/>
        <w:rPr>
          <w:rFonts w:cs="Arial"/>
        </w:rPr>
      </w:pPr>
    </w:p>
    <w:p w14:paraId="50D4F8AB" w14:textId="77777777" w:rsidR="0012151E" w:rsidRPr="00F01531" w:rsidRDefault="0012151E" w:rsidP="0012151E">
      <w:pPr>
        <w:spacing w:line="276" w:lineRule="auto"/>
        <w:rPr>
          <w:rFonts w:ascii="Verdana" w:hAnsi="Verdana"/>
        </w:rPr>
      </w:pPr>
    </w:p>
    <w:p w14:paraId="15549FC0" w14:textId="77777777" w:rsidR="0012151E" w:rsidRDefault="0012151E" w:rsidP="0012151E">
      <w:pPr>
        <w:spacing w:line="276" w:lineRule="auto"/>
        <w:rPr>
          <w:rFonts w:ascii="Verdana" w:hAnsi="Verdana"/>
          <w:sz w:val="10"/>
          <w:szCs w:val="10"/>
        </w:rPr>
      </w:pPr>
    </w:p>
    <w:p w14:paraId="6A81443E" w14:textId="77777777" w:rsidR="0012151E" w:rsidRDefault="0012151E" w:rsidP="0012151E">
      <w:pPr>
        <w:spacing w:line="276" w:lineRule="auto"/>
        <w:rPr>
          <w:rFonts w:ascii="Verdana" w:hAnsi="Verdana"/>
          <w:sz w:val="10"/>
          <w:szCs w:val="10"/>
        </w:rPr>
      </w:pPr>
    </w:p>
    <w:p w14:paraId="7C23E0E7" w14:textId="77777777" w:rsidR="0012151E" w:rsidRDefault="0012151E" w:rsidP="0012151E">
      <w:pPr>
        <w:spacing w:line="276" w:lineRule="auto"/>
        <w:rPr>
          <w:rFonts w:ascii="Verdana" w:hAnsi="Verdana"/>
          <w:sz w:val="10"/>
          <w:szCs w:val="10"/>
        </w:rPr>
      </w:pPr>
    </w:p>
    <w:p w14:paraId="0777EAB8" w14:textId="77777777" w:rsidR="0012151E" w:rsidRDefault="0012151E" w:rsidP="0012151E">
      <w:pPr>
        <w:spacing w:line="276" w:lineRule="auto"/>
        <w:rPr>
          <w:rFonts w:ascii="Verdana" w:hAnsi="Verdana"/>
          <w:sz w:val="8"/>
          <w:szCs w:val="8"/>
        </w:rPr>
      </w:pPr>
    </w:p>
    <w:p w14:paraId="1E743E6E" w14:textId="77777777" w:rsidR="0012151E" w:rsidRPr="00F01531" w:rsidRDefault="0012151E" w:rsidP="0012151E">
      <w:pPr>
        <w:spacing w:line="276" w:lineRule="auto"/>
        <w:rPr>
          <w:rFonts w:ascii="Verdana" w:hAnsi="Verdana"/>
        </w:rPr>
      </w:pPr>
      <w:r w:rsidRPr="00F01531">
        <w:rPr>
          <w:rFonts w:ascii="Verdana" w:hAnsi="Verdana" w:cs="Times New Roman"/>
          <w:noProof/>
        </w:rPr>
        <w:drawing>
          <wp:anchor distT="0" distB="0" distL="114300" distR="114300" simplePos="0" relativeHeight="251659264" behindDoc="1" locked="0" layoutInCell="1" allowOverlap="1" wp14:anchorId="07670B2A" wp14:editId="1723F412">
            <wp:simplePos x="0" y="0"/>
            <wp:positionH relativeFrom="margin">
              <wp:posOffset>5041265</wp:posOffset>
            </wp:positionH>
            <wp:positionV relativeFrom="paragraph">
              <wp:posOffset>61087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452" name="Picture 45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8BD488" w14:textId="77777777" w:rsidR="0012151E" w:rsidRPr="00F01531" w:rsidRDefault="0012151E" w:rsidP="0012151E">
      <w:pPr>
        <w:spacing w:line="276" w:lineRule="auto"/>
        <w:rPr>
          <w:rFonts w:ascii="Verdana" w:hAnsi="Verdana"/>
        </w:rPr>
      </w:pPr>
      <w:r w:rsidRPr="00F45C88">
        <w:rPr>
          <w:rFonts w:ascii="Verdana" w:hAnsi="Verdana"/>
          <w:noProof/>
        </w:rPr>
        <w:drawing>
          <wp:inline distT="0" distB="0" distL="0" distR="0" wp14:anchorId="595717A7" wp14:editId="7D333596">
            <wp:extent cx="4150389" cy="821410"/>
            <wp:effectExtent l="0" t="0" r="2540" b="0"/>
            <wp:docPr id="19579407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333" cy="828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545B0" w14:textId="77777777" w:rsidR="0012151E" w:rsidRPr="00247E91" w:rsidRDefault="0012151E" w:rsidP="0012151E">
      <w:pPr>
        <w:spacing w:line="276" w:lineRule="auto"/>
      </w:pPr>
      <w:r w:rsidRPr="00F01531">
        <w:rPr>
          <w:rFonts w:ascii="Verdana" w:hAnsi="Verdana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9BA61E" wp14:editId="5E4092A8">
                <wp:simplePos x="0" y="0"/>
                <wp:positionH relativeFrom="column">
                  <wp:posOffset>4676775</wp:posOffset>
                </wp:positionH>
                <wp:positionV relativeFrom="paragraph">
                  <wp:posOffset>17145</wp:posOffset>
                </wp:positionV>
                <wp:extent cx="1628140" cy="596900"/>
                <wp:effectExtent l="0" t="0" r="0" b="0"/>
                <wp:wrapNone/>
                <wp:docPr id="783" name="Text Box 7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140" cy="596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707EB5" w14:textId="77777777" w:rsidR="0012151E" w:rsidRDefault="0012151E" w:rsidP="0012151E">
                            <w:pPr>
                              <w:spacing w:line="240" w:lineRule="exact"/>
                              <w:jc w:val="center"/>
                            </w:pPr>
                            <w:r>
                              <w:t>Visit the Accessibility Page on IRS.gov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BA61E" id="_x0000_t202" coordsize="21600,21600" o:spt="202" path="m,l,21600r21600,l21600,xe">
                <v:stroke joinstyle="miter"/>
                <v:path gradientshapeok="t" o:connecttype="rect"/>
              </v:shapetype>
              <v:shape id="Text Box 783" o:spid="_x0000_s1026" type="#_x0000_t202" style="position:absolute;margin-left:368.25pt;margin-top:1.35pt;width:128.2pt;height:4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" stroked="f">
                <v:fill opacity="0"/>
                <v:textbox>
                  <w:txbxContent>
                    <w:p w14:paraId="6F707EB5" w14:textId="77777777" w:rsidR="0012151E" w:rsidRDefault="0012151E" w:rsidP="0012151E">
                      <w:pPr>
                        <w:spacing w:line="240" w:lineRule="exact"/>
                        <w:jc w:val="center"/>
                      </w:pPr>
                      <w:r>
                        <w:t>Visit the Accessibility Page on IRS.gov</w:t>
                      </w:r>
                    </w:p>
                  </w:txbxContent>
                </v:textbox>
              </v:shape>
            </w:pict>
          </mc:Fallback>
        </mc:AlternateContent>
      </w:r>
      <w:r>
        <w:t>Instructions for Form 1023 (Rev. 01-2020) Catalog Number 49190N</w:t>
      </w:r>
    </w:p>
    <w:p w14:paraId="072F5A84" w14:textId="77777777" w:rsidR="0012151E" w:rsidRPr="00247E91" w:rsidRDefault="0012151E" w:rsidP="0012151E">
      <w:pPr>
        <w:spacing w:line="276" w:lineRule="auto"/>
      </w:pPr>
      <w:r w:rsidRPr="00247E91">
        <w:t xml:space="preserve">Department of the Treasury </w:t>
      </w:r>
      <w:r w:rsidRPr="00247E91">
        <w:rPr>
          <w:b/>
        </w:rPr>
        <w:t>Internal Revenue Service</w:t>
      </w:r>
      <w:r w:rsidRPr="00247E91">
        <w:t xml:space="preserve"> www.irs.gov</w:t>
      </w:r>
    </w:p>
    <w:p w14:paraId="3EB02ACF" w14:textId="77777777" w:rsidR="0012151E" w:rsidRDefault="0012151E" w:rsidP="0012151E">
      <w:pPr>
        <w:pStyle w:val="Body"/>
        <w:jc w:val="center"/>
        <w:rPr>
          <w:noProof/>
        </w:rPr>
      </w:pPr>
      <w:r>
        <w:rPr>
          <w:noProof/>
        </w:rPr>
        <w:lastRenderedPageBreak/>
        <w:t>This page is intentionally left blank</w:t>
      </w:r>
    </w:p>
    <w:p w14:paraId="6A12D489" w14:textId="77777777" w:rsidR="0012151E" w:rsidRDefault="0012151E">
      <w:r>
        <w:br w:type="page"/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0"/>
        <w:gridCol w:w="5850"/>
      </w:tblGrid>
      <w:tr w:rsidR="00325F69" w:rsidRPr="00325F69" w14:paraId="369D1EF6" w14:textId="77777777" w:rsidTr="00325F69">
        <w:trPr>
          <w:trHeight w:val="1646"/>
        </w:trPr>
        <w:tc>
          <w:tcPr>
            <w:tcW w:w="1875" w:type="pct"/>
          </w:tcPr>
          <w:p w14:paraId="0ABEC459" w14:textId="535474D4" w:rsidR="00AB0E62" w:rsidRPr="00325F69" w:rsidRDefault="00AB0E62" w:rsidP="00325F69">
            <w:pPr>
              <w:pStyle w:val="Body"/>
              <w:rPr>
                <w:b/>
                <w:bCs/>
              </w:rPr>
            </w:pPr>
            <w:r w:rsidRPr="00325F69">
              <w:rPr>
                <w:b/>
                <w:bCs/>
              </w:rPr>
              <w:lastRenderedPageBreak/>
              <w:t>Successor</w:t>
            </w:r>
          </w:p>
        </w:tc>
        <w:tc>
          <w:tcPr>
            <w:tcW w:w="3125" w:type="pct"/>
          </w:tcPr>
          <w:p w14:paraId="537F4FB7" w14:textId="77777777" w:rsidR="00AB0E62" w:rsidRPr="00325F69" w:rsidRDefault="00AB0E62" w:rsidP="00325F69">
            <w:pPr>
              <w:pStyle w:val="Body"/>
            </w:pPr>
            <w:r w:rsidRPr="00325F69">
              <w:t>An organization that took over:</w:t>
            </w:r>
          </w:p>
          <w:p w14:paraId="718BC344" w14:textId="77777777" w:rsidR="00AB0E62" w:rsidRPr="00325F69" w:rsidRDefault="00AB0E62" w:rsidP="00325F69">
            <w:pPr>
              <w:pStyle w:val="Body"/>
              <w:numPr>
                <w:ilvl w:val="0"/>
                <w:numId w:val="100"/>
              </w:numPr>
              <w:ind w:left="1440" w:hanging="1080"/>
            </w:pPr>
            <w:r w:rsidRPr="00325F69">
              <w:t>More than a negligible amount of the activities that were previously conducted by another organization,</w:t>
            </w:r>
          </w:p>
          <w:p w14:paraId="22D26DDE" w14:textId="77777777" w:rsidR="00325F69" w:rsidRPr="00325F69" w:rsidRDefault="00AB0E62" w:rsidP="00325F69">
            <w:pPr>
              <w:pStyle w:val="Body"/>
              <w:numPr>
                <w:ilvl w:val="0"/>
                <w:numId w:val="100"/>
              </w:numPr>
              <w:ind w:left="1440" w:hanging="1080"/>
            </w:pPr>
            <w:r w:rsidRPr="00325F69">
              <w:t>25% or more of the fair market value of the net assets of another</w:t>
            </w:r>
            <w:r w:rsidR="00325F69">
              <w:t xml:space="preserve"> </w:t>
            </w:r>
            <w:r w:rsidR="00325F69" w:rsidRPr="00325F69">
              <w:t>organization, or</w:t>
            </w:r>
          </w:p>
          <w:p w14:paraId="19CF091B" w14:textId="23DCEEA2" w:rsidR="00AB0E62" w:rsidRPr="00325F69" w:rsidRDefault="00325F69" w:rsidP="00325F69">
            <w:pPr>
              <w:pStyle w:val="Body"/>
              <w:numPr>
                <w:ilvl w:val="0"/>
                <w:numId w:val="100"/>
              </w:numPr>
              <w:ind w:left="1440" w:hanging="1080"/>
            </w:pPr>
            <w:r w:rsidRPr="00325F69">
              <w:t>Was established upon the conversion of an organization from for-profit to non-profit status.</w:t>
            </w:r>
          </w:p>
        </w:tc>
      </w:tr>
      <w:tr w:rsidR="00325F69" w:rsidRPr="00325F69" w14:paraId="0BDB2982" w14:textId="77777777" w:rsidTr="00325F69">
        <w:trPr>
          <w:trHeight w:val="1885"/>
        </w:trPr>
        <w:tc>
          <w:tcPr>
            <w:tcW w:w="1875" w:type="pct"/>
          </w:tcPr>
          <w:p w14:paraId="5CB19347" w14:textId="77777777" w:rsidR="00AB0E62" w:rsidRPr="00325F69" w:rsidRDefault="00AB0E62" w:rsidP="00325F69">
            <w:pPr>
              <w:pStyle w:val="Body"/>
              <w:rPr>
                <w:b/>
                <w:bCs/>
              </w:rPr>
            </w:pPr>
            <w:r w:rsidRPr="00325F69">
              <w:rPr>
                <w:b/>
                <w:bCs/>
              </w:rPr>
              <w:lastRenderedPageBreak/>
              <w:t>Trust</w:t>
            </w:r>
          </w:p>
        </w:tc>
        <w:tc>
          <w:tcPr>
            <w:tcW w:w="3125" w:type="pct"/>
          </w:tcPr>
          <w:p w14:paraId="17E01D92" w14:textId="77777777" w:rsidR="00AB0E62" w:rsidRPr="00325F69" w:rsidRDefault="00AB0E62" w:rsidP="00325F69">
            <w:pPr>
              <w:pStyle w:val="Body"/>
            </w:pPr>
            <w:r w:rsidRPr="00325F69">
              <w:t>A trust is an entity that may be formed by a trust agreement or declaration of trust. A trust may also be formed through a will.</w:t>
            </w:r>
          </w:p>
        </w:tc>
      </w:tr>
      <w:tr w:rsidR="00325F69" w:rsidRPr="00325F69" w14:paraId="54020FB2" w14:textId="77777777" w:rsidTr="00325F69">
        <w:trPr>
          <w:trHeight w:val="876"/>
        </w:trPr>
        <w:tc>
          <w:tcPr>
            <w:tcW w:w="1875" w:type="pct"/>
          </w:tcPr>
          <w:p w14:paraId="71D40DEE" w14:textId="77777777" w:rsidR="00AB0E62" w:rsidRPr="00325F69" w:rsidRDefault="00AB0E62" w:rsidP="00325F69">
            <w:pPr>
              <w:pStyle w:val="Body"/>
              <w:rPr>
                <w:b/>
                <w:bCs/>
              </w:rPr>
            </w:pPr>
            <w:r w:rsidRPr="00325F69">
              <w:rPr>
                <w:b/>
                <w:bCs/>
              </w:rPr>
              <w:t>Unincorporated association</w:t>
            </w:r>
          </w:p>
        </w:tc>
        <w:tc>
          <w:tcPr>
            <w:tcW w:w="3125" w:type="pct"/>
          </w:tcPr>
          <w:p w14:paraId="6F275C05" w14:textId="77777777" w:rsidR="00AB0E62" w:rsidRPr="00325F69" w:rsidRDefault="00AB0E62" w:rsidP="00325F69">
            <w:pPr>
              <w:pStyle w:val="Body"/>
            </w:pPr>
            <w:r w:rsidRPr="00325F69">
              <w:t>An unincorporated association formed under state law must have at least two members who have signed a written document for a specifically defined purpose.</w:t>
            </w:r>
          </w:p>
        </w:tc>
      </w:tr>
      <w:tr w:rsidR="00AB0E62" w:rsidRPr="00325F69" w14:paraId="4ABE9081" w14:textId="77777777" w:rsidTr="00325F69">
        <w:trPr>
          <w:trHeight w:val="876"/>
        </w:trPr>
        <w:tc>
          <w:tcPr>
            <w:tcW w:w="1875" w:type="pct"/>
          </w:tcPr>
          <w:p w14:paraId="02CE5301" w14:textId="77777777" w:rsidR="00AB0E62" w:rsidRPr="00325F69" w:rsidRDefault="00AB0E62" w:rsidP="00325F69">
            <w:pPr>
              <w:pStyle w:val="Body"/>
              <w:rPr>
                <w:b/>
                <w:bCs/>
              </w:rPr>
            </w:pPr>
            <w:r w:rsidRPr="00325F69">
              <w:rPr>
                <w:b/>
                <w:bCs/>
              </w:rPr>
              <w:t>Unrelated business income</w:t>
            </w:r>
          </w:p>
        </w:tc>
        <w:tc>
          <w:tcPr>
            <w:tcW w:w="3125" w:type="pct"/>
          </w:tcPr>
          <w:p w14:paraId="4052FCF1" w14:textId="77777777" w:rsidR="00AB0E62" w:rsidRPr="00325F69" w:rsidRDefault="00AB0E62" w:rsidP="00325F69">
            <w:pPr>
              <w:pStyle w:val="Body"/>
            </w:pPr>
            <w:r w:rsidRPr="00325F69">
              <w:t>Income from a trade or business regularly conducted by an exempt organization and not substantially related to the performance by the organization of its exempt purpose or function. See Pub. 598.</w:t>
            </w:r>
          </w:p>
        </w:tc>
      </w:tr>
      <w:tr w:rsidR="00AB0E62" w:rsidRPr="00325F69" w14:paraId="1D93BC79" w14:textId="77777777" w:rsidTr="00325F69">
        <w:trPr>
          <w:trHeight w:val="636"/>
        </w:trPr>
        <w:tc>
          <w:tcPr>
            <w:tcW w:w="1875" w:type="pct"/>
          </w:tcPr>
          <w:p w14:paraId="0BBA8560" w14:textId="77777777" w:rsidR="00AB0E62" w:rsidRPr="00325F69" w:rsidRDefault="00AB0E62" w:rsidP="00325F69">
            <w:pPr>
              <w:pStyle w:val="Body"/>
              <w:rPr>
                <w:b/>
                <w:bCs/>
              </w:rPr>
            </w:pPr>
            <w:r w:rsidRPr="00325F69">
              <w:rPr>
                <w:b/>
                <w:bCs/>
              </w:rPr>
              <w:lastRenderedPageBreak/>
              <w:t>Unusual grant</w:t>
            </w:r>
          </w:p>
        </w:tc>
        <w:tc>
          <w:tcPr>
            <w:tcW w:w="3125" w:type="pct"/>
          </w:tcPr>
          <w:p w14:paraId="34A27277" w14:textId="77777777" w:rsidR="00AB0E62" w:rsidRDefault="00AB0E62" w:rsidP="00325F69">
            <w:pPr>
              <w:pStyle w:val="Body"/>
            </w:pPr>
            <w:r w:rsidRPr="00325F69">
              <w:t xml:space="preserve">Substantial contribution or </w:t>
            </w:r>
            <w:proofErr w:type="spellStart"/>
            <w:r w:rsidRPr="00325F69">
              <w:t>bequest</w:t>
            </w:r>
            <w:proofErr w:type="spellEnd"/>
            <w:r w:rsidRPr="00325F69">
              <w:t xml:space="preserve"> from a disinterested person that, by its size, adversely affects classification as a public charity. It is:</w:t>
            </w:r>
          </w:p>
          <w:p w14:paraId="6AACDC08" w14:textId="77777777" w:rsidR="00325F69" w:rsidRDefault="00325F69" w:rsidP="00325F69">
            <w:pPr>
              <w:pStyle w:val="Body"/>
              <w:numPr>
                <w:ilvl w:val="0"/>
                <w:numId w:val="101"/>
              </w:numPr>
              <w:ind w:left="1440" w:hanging="1080"/>
            </w:pPr>
            <w:r>
              <w:t>Unusual,</w:t>
            </w:r>
          </w:p>
          <w:p w14:paraId="04820497" w14:textId="77777777" w:rsidR="00325F69" w:rsidRDefault="00325F69" w:rsidP="00325F69">
            <w:pPr>
              <w:pStyle w:val="Body"/>
              <w:numPr>
                <w:ilvl w:val="0"/>
                <w:numId w:val="101"/>
              </w:numPr>
              <w:ind w:left="1440" w:hanging="1080"/>
            </w:pPr>
            <w:r>
              <w:t>Unexpected,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and</w:t>
            </w:r>
          </w:p>
          <w:p w14:paraId="0D9B658E" w14:textId="26F6BA3C" w:rsidR="00325F69" w:rsidRPr="00325F69" w:rsidRDefault="00325F69" w:rsidP="00325F69">
            <w:pPr>
              <w:pStyle w:val="Body"/>
              <w:numPr>
                <w:ilvl w:val="0"/>
                <w:numId w:val="101"/>
              </w:numPr>
              <w:ind w:left="1440" w:hanging="1080"/>
            </w:pPr>
            <w:r>
              <w:t>Received</w:t>
            </w:r>
            <w:r>
              <w:rPr>
                <w:spacing w:val="-12"/>
              </w:rPr>
              <w:t xml:space="preserve"> </w:t>
            </w:r>
            <w:r>
              <w:t>from</w:t>
            </w:r>
            <w:r>
              <w:rPr>
                <w:spacing w:val="-12"/>
              </w:rPr>
              <w:t xml:space="preserve"> </w:t>
            </w:r>
            <w:r>
              <w:t>an</w:t>
            </w:r>
            <w:r>
              <w:rPr>
                <w:spacing w:val="-12"/>
              </w:rPr>
              <w:t xml:space="preserve"> </w:t>
            </w:r>
            <w:r>
              <w:t>unrelated</w:t>
            </w:r>
            <w:r>
              <w:rPr>
                <w:spacing w:val="-12"/>
              </w:rPr>
              <w:t xml:space="preserve"> </w:t>
            </w:r>
            <w:r>
              <w:t>party.</w:t>
            </w:r>
          </w:p>
        </w:tc>
      </w:tr>
    </w:tbl>
    <w:p w14:paraId="47B23729" w14:textId="77777777" w:rsidR="00AB0E62" w:rsidRDefault="00AB0E62" w:rsidP="00AB0E62">
      <w:pPr>
        <w:pStyle w:val="BodyText"/>
        <w:spacing w:before="6"/>
        <w:rPr>
          <w:rFonts w:ascii="Arial Black"/>
          <w:sz w:val="20"/>
        </w:rPr>
      </w:pPr>
    </w:p>
    <w:p w14:paraId="23C93C54" w14:textId="09B29C5D" w:rsidR="00325F69" w:rsidRDefault="00325F69">
      <w:pPr>
        <w:widowControl/>
        <w:autoSpaceDE/>
        <w:autoSpaceDN/>
        <w:spacing w:before="240" w:after="240"/>
        <w:rPr>
          <w:sz w:val="20"/>
        </w:rPr>
      </w:pPr>
      <w:r>
        <w:rPr>
          <w:sz w:val="20"/>
        </w:rPr>
        <w:br w:type="page"/>
      </w:r>
    </w:p>
    <w:p w14:paraId="242556FB" w14:textId="77777777" w:rsidR="00AB0E62" w:rsidRDefault="00AB0E62" w:rsidP="00AB0E62">
      <w:pPr>
        <w:rPr>
          <w:sz w:val="20"/>
        </w:rPr>
        <w:sectPr w:rsidR="00AB0E62" w:rsidSect="007234CE">
          <w:footerReference w:type="even" r:id="rId9"/>
          <w:footerReference w:type="default" r:id="rId10"/>
          <w:pgSz w:w="12240" w:h="15840" w:code="1"/>
          <w:pgMar w:top="1440" w:right="1440" w:bottom="1440" w:left="1440" w:header="0" w:footer="626" w:gutter="0"/>
          <w:pgNumType w:start="267"/>
          <w:cols w:space="720"/>
          <w:titlePg/>
          <w:docGrid w:linePitch="299"/>
        </w:sectPr>
      </w:pPr>
    </w:p>
    <w:p w14:paraId="473206E0" w14:textId="1164A2B9" w:rsidR="00D873FD" w:rsidRDefault="00D873FD" w:rsidP="00D873FD">
      <w:pPr>
        <w:pStyle w:val="Heading1"/>
      </w:pPr>
      <w:bookmarkStart w:id="0" w:name="_bookmark96"/>
      <w:bookmarkStart w:id="1" w:name="_bookmark97"/>
      <w:bookmarkEnd w:id="0"/>
      <w:bookmarkEnd w:id="1"/>
      <w:r>
        <w:lastRenderedPageBreak/>
        <w:t>Appendix D: National Taxonomy of Exempt Entities (NTEE) Codes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ook w:val="0000" w:firstRow="0" w:lastRow="0" w:firstColumn="0" w:lastColumn="0" w:noHBand="0" w:noVBand="0"/>
      </w:tblPr>
      <w:tblGrid>
        <w:gridCol w:w="1830"/>
        <w:gridCol w:w="7410"/>
      </w:tblGrid>
      <w:tr w:rsidR="008B4F1B" w14:paraId="6AD73AA9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5E367945" w14:textId="77777777" w:rsidR="008B4F1B" w:rsidRDefault="008B4F1B" w:rsidP="008B4F1B">
            <w:pPr>
              <w:pStyle w:val="Heading2"/>
            </w:pPr>
            <w:r>
              <w:t>Arts, Culture &amp; Humanities</w:t>
            </w:r>
          </w:p>
        </w:tc>
      </w:tr>
      <w:tr w:rsidR="008B4F1B" w:rsidRPr="008B4F1B" w14:paraId="32062BD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5DF24321" w14:textId="77777777" w:rsidR="008B4F1B" w:rsidRPr="008B4F1B" w:rsidRDefault="008B4F1B" w:rsidP="008B4F1B">
            <w:pPr>
              <w:pStyle w:val="Heading3"/>
            </w:pPr>
            <w:r w:rsidRPr="008B4F1B">
              <w:t>Code</w:t>
            </w:r>
          </w:p>
        </w:tc>
      </w:tr>
      <w:tr w:rsidR="008B4F1B" w:rsidRPr="008B4F1B" w14:paraId="4C03221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1CBE12B" w14:textId="77777777" w:rsidR="008B4F1B" w:rsidRPr="008B4F1B" w:rsidRDefault="008B4F1B" w:rsidP="008B4F1B">
            <w:pPr>
              <w:pStyle w:val="Body"/>
            </w:pPr>
            <w:r w:rsidRPr="008B4F1B">
              <w:t>A01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8A0C34" w14:textId="77777777" w:rsidR="008B4F1B" w:rsidRPr="008B4F1B" w:rsidRDefault="008B4F1B" w:rsidP="008B4F1B">
            <w:pPr>
              <w:pStyle w:val="Body"/>
            </w:pPr>
            <w:r w:rsidRPr="008B4F1B">
              <w:t>Alliances &amp; Advocacy</w:t>
            </w:r>
          </w:p>
        </w:tc>
      </w:tr>
      <w:tr w:rsidR="008B4F1B" w:rsidRPr="008B4F1B" w14:paraId="4496C17C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F3EFE0F" w14:textId="77777777" w:rsidR="008B4F1B" w:rsidRPr="008B4F1B" w:rsidRDefault="008B4F1B" w:rsidP="008B4F1B">
            <w:pPr>
              <w:pStyle w:val="Body"/>
            </w:pPr>
            <w:r w:rsidRPr="008B4F1B">
              <w:t>A02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EA5400C" w14:textId="77777777" w:rsidR="008B4F1B" w:rsidRPr="008B4F1B" w:rsidRDefault="008B4F1B" w:rsidP="008B4F1B">
            <w:pPr>
              <w:pStyle w:val="Body"/>
            </w:pPr>
            <w:r w:rsidRPr="008B4F1B">
              <w:t>Management &amp; Technical Assistance</w:t>
            </w:r>
          </w:p>
        </w:tc>
      </w:tr>
      <w:tr w:rsidR="008B4F1B" w:rsidRPr="008B4F1B" w14:paraId="60EF0F3D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6898391" w14:textId="77777777" w:rsidR="008B4F1B" w:rsidRPr="008B4F1B" w:rsidRDefault="008B4F1B" w:rsidP="008B4F1B">
            <w:pPr>
              <w:pStyle w:val="Body"/>
            </w:pPr>
            <w:r w:rsidRPr="008B4F1B">
              <w:t>A03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89437E" w14:textId="77777777" w:rsidR="008B4F1B" w:rsidRPr="008B4F1B" w:rsidRDefault="008B4F1B" w:rsidP="008B4F1B">
            <w:pPr>
              <w:pStyle w:val="Body"/>
            </w:pPr>
            <w:r w:rsidRPr="008B4F1B">
              <w:t>Professional Societies &amp; Associations</w:t>
            </w:r>
          </w:p>
        </w:tc>
      </w:tr>
      <w:tr w:rsidR="008B4F1B" w:rsidRPr="008B4F1B" w14:paraId="2060278B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E288887" w14:textId="77777777" w:rsidR="008B4F1B" w:rsidRPr="008B4F1B" w:rsidRDefault="008B4F1B" w:rsidP="008B4F1B">
            <w:pPr>
              <w:pStyle w:val="Body"/>
            </w:pPr>
            <w:r w:rsidRPr="008B4F1B">
              <w:t>A05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0A7611" w14:textId="77777777" w:rsidR="008B4F1B" w:rsidRPr="008B4F1B" w:rsidRDefault="008B4F1B" w:rsidP="008B4F1B">
            <w:pPr>
              <w:pStyle w:val="Body"/>
            </w:pPr>
            <w:r w:rsidRPr="008B4F1B">
              <w:t>Research Institutes &amp; Public Policy Analysis</w:t>
            </w:r>
          </w:p>
        </w:tc>
      </w:tr>
      <w:tr w:rsidR="008B4F1B" w:rsidRPr="008B4F1B" w14:paraId="0736A2A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3D9D045" w14:textId="77777777" w:rsidR="008B4F1B" w:rsidRPr="008B4F1B" w:rsidRDefault="008B4F1B" w:rsidP="008B4F1B">
            <w:pPr>
              <w:pStyle w:val="Body"/>
            </w:pPr>
            <w:r w:rsidRPr="008B4F1B">
              <w:t>A11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617B98F" w14:textId="77777777" w:rsidR="008B4F1B" w:rsidRPr="008B4F1B" w:rsidRDefault="008B4F1B" w:rsidP="008B4F1B">
            <w:pPr>
              <w:pStyle w:val="Body"/>
            </w:pPr>
            <w:r w:rsidRPr="008B4F1B">
              <w:t>Single Organization Support</w:t>
            </w:r>
          </w:p>
        </w:tc>
      </w:tr>
      <w:tr w:rsidR="008B4F1B" w:rsidRPr="008B4F1B" w14:paraId="5FC3B1F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609C1BE" w14:textId="77777777" w:rsidR="008B4F1B" w:rsidRPr="008B4F1B" w:rsidRDefault="008B4F1B" w:rsidP="008B4F1B">
            <w:pPr>
              <w:pStyle w:val="Body"/>
            </w:pPr>
            <w:r w:rsidRPr="008B4F1B">
              <w:lastRenderedPageBreak/>
              <w:t>A12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F5A8C42" w14:textId="77777777" w:rsidR="008B4F1B" w:rsidRPr="008B4F1B" w:rsidRDefault="008B4F1B" w:rsidP="008B4F1B">
            <w:pPr>
              <w:pStyle w:val="Body"/>
            </w:pPr>
            <w:r w:rsidRPr="008B4F1B">
              <w:t>Fund Raising &amp; Fund Distribution</w:t>
            </w:r>
          </w:p>
        </w:tc>
      </w:tr>
      <w:tr w:rsidR="008B4F1B" w:rsidRPr="008B4F1B" w14:paraId="3E6A660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18E4EF4" w14:textId="77777777" w:rsidR="008B4F1B" w:rsidRPr="008B4F1B" w:rsidRDefault="008B4F1B" w:rsidP="008B4F1B">
            <w:pPr>
              <w:pStyle w:val="Body"/>
            </w:pPr>
            <w:r w:rsidRPr="008B4F1B">
              <w:t>A19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B77CFC3" w14:textId="77777777" w:rsidR="008B4F1B" w:rsidRPr="008B4F1B" w:rsidRDefault="008B4F1B" w:rsidP="008B4F1B">
            <w:pPr>
              <w:pStyle w:val="Body"/>
            </w:pPr>
            <w:r w:rsidRPr="008B4F1B">
              <w:t>Support N.E.C.</w:t>
            </w:r>
          </w:p>
        </w:tc>
      </w:tr>
      <w:tr w:rsidR="008B4F1B" w:rsidRPr="008B4F1B" w14:paraId="2A28497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2D9BE18" w14:textId="77777777" w:rsidR="008B4F1B" w:rsidRPr="008B4F1B" w:rsidRDefault="008B4F1B" w:rsidP="008B4F1B">
            <w:pPr>
              <w:pStyle w:val="Body"/>
            </w:pPr>
            <w:r w:rsidRPr="008B4F1B">
              <w:t>A20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65E4921" w14:textId="77777777" w:rsidR="008B4F1B" w:rsidRPr="008B4F1B" w:rsidRDefault="008B4F1B" w:rsidP="008B4F1B">
            <w:pPr>
              <w:pStyle w:val="Body"/>
            </w:pPr>
            <w:r w:rsidRPr="008B4F1B">
              <w:t>Arts &amp; Culture</w:t>
            </w:r>
          </w:p>
        </w:tc>
      </w:tr>
      <w:tr w:rsidR="008B4F1B" w:rsidRPr="008B4F1B" w14:paraId="73A1BBD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697F35C" w14:textId="77777777" w:rsidR="008B4F1B" w:rsidRPr="008B4F1B" w:rsidRDefault="008B4F1B" w:rsidP="008B4F1B">
            <w:pPr>
              <w:pStyle w:val="Body"/>
            </w:pPr>
            <w:r w:rsidRPr="008B4F1B">
              <w:t>A23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E5FFE0A" w14:textId="77777777" w:rsidR="008B4F1B" w:rsidRPr="008B4F1B" w:rsidRDefault="008B4F1B" w:rsidP="008B4F1B">
            <w:pPr>
              <w:pStyle w:val="Body"/>
            </w:pPr>
            <w:r w:rsidRPr="008B4F1B">
              <w:t>Cultural &amp; Ethnic Awareness</w:t>
            </w:r>
          </w:p>
        </w:tc>
      </w:tr>
      <w:tr w:rsidR="008B4F1B" w:rsidRPr="008B4F1B" w14:paraId="3831517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EB125C4" w14:textId="77777777" w:rsidR="008B4F1B" w:rsidRPr="008B4F1B" w:rsidRDefault="008B4F1B" w:rsidP="008B4F1B">
            <w:pPr>
              <w:pStyle w:val="Body"/>
            </w:pPr>
            <w:r w:rsidRPr="008B4F1B">
              <w:t>A24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D029C42" w14:textId="77777777" w:rsidR="008B4F1B" w:rsidRPr="008B4F1B" w:rsidRDefault="008B4F1B" w:rsidP="008B4F1B">
            <w:pPr>
              <w:pStyle w:val="Body"/>
            </w:pPr>
            <w:r w:rsidRPr="008B4F1B">
              <w:t>Folk Arts</w:t>
            </w:r>
          </w:p>
        </w:tc>
      </w:tr>
      <w:tr w:rsidR="008B4F1B" w:rsidRPr="008B4F1B" w14:paraId="5D30C2C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0F12A1" w14:textId="77777777" w:rsidR="008B4F1B" w:rsidRPr="008B4F1B" w:rsidRDefault="008B4F1B" w:rsidP="008B4F1B">
            <w:pPr>
              <w:pStyle w:val="Body"/>
            </w:pPr>
            <w:r w:rsidRPr="008B4F1B">
              <w:t>A25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4A8081" w14:textId="77777777" w:rsidR="008B4F1B" w:rsidRPr="008B4F1B" w:rsidRDefault="008B4F1B" w:rsidP="008B4F1B">
            <w:pPr>
              <w:pStyle w:val="Body"/>
            </w:pPr>
            <w:r w:rsidRPr="008B4F1B">
              <w:t>Art Education</w:t>
            </w:r>
          </w:p>
        </w:tc>
      </w:tr>
      <w:tr w:rsidR="008B4F1B" w:rsidRPr="008B4F1B" w14:paraId="0123A55A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AD5E7B" w14:textId="77777777" w:rsidR="008B4F1B" w:rsidRPr="008B4F1B" w:rsidRDefault="008B4F1B" w:rsidP="008B4F1B">
            <w:pPr>
              <w:pStyle w:val="Body"/>
            </w:pPr>
            <w:r w:rsidRPr="008B4F1B">
              <w:t>A26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00E56C5" w14:textId="77777777" w:rsidR="008B4F1B" w:rsidRPr="008B4F1B" w:rsidRDefault="008B4F1B" w:rsidP="008B4F1B">
            <w:pPr>
              <w:pStyle w:val="Body"/>
            </w:pPr>
            <w:r w:rsidRPr="008B4F1B">
              <w:t>Arts &amp; Humanities Councils &amp; Agencies</w:t>
            </w:r>
          </w:p>
        </w:tc>
      </w:tr>
      <w:tr w:rsidR="008B4F1B" w:rsidRPr="008B4F1B" w14:paraId="2929CF9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F8B22BE" w14:textId="77777777" w:rsidR="008B4F1B" w:rsidRPr="008B4F1B" w:rsidRDefault="008B4F1B" w:rsidP="008B4F1B">
            <w:pPr>
              <w:pStyle w:val="Body"/>
            </w:pPr>
            <w:r w:rsidRPr="008B4F1B">
              <w:t>A27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7C0C3F1" w14:textId="77777777" w:rsidR="008B4F1B" w:rsidRPr="008B4F1B" w:rsidRDefault="008B4F1B" w:rsidP="008B4F1B">
            <w:pPr>
              <w:pStyle w:val="Body"/>
            </w:pPr>
            <w:r w:rsidRPr="008B4F1B">
              <w:t>Community Celebrations</w:t>
            </w:r>
          </w:p>
        </w:tc>
      </w:tr>
      <w:tr w:rsidR="008B4F1B" w:rsidRPr="008B4F1B" w14:paraId="4E6D66C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40DA1EE" w14:textId="77777777" w:rsidR="008B4F1B" w:rsidRPr="008B4F1B" w:rsidRDefault="008B4F1B" w:rsidP="008B4F1B">
            <w:pPr>
              <w:pStyle w:val="Body"/>
            </w:pPr>
            <w:r w:rsidRPr="008B4F1B">
              <w:t>A30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0A0BA4" w14:textId="77777777" w:rsidR="008B4F1B" w:rsidRPr="008B4F1B" w:rsidRDefault="008B4F1B" w:rsidP="008B4F1B">
            <w:pPr>
              <w:pStyle w:val="Body"/>
            </w:pPr>
            <w:r w:rsidRPr="008B4F1B">
              <w:t>Media &amp; Communications</w:t>
            </w:r>
          </w:p>
        </w:tc>
      </w:tr>
      <w:tr w:rsidR="008B4F1B" w:rsidRPr="008B4F1B" w14:paraId="43D9727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60D803E" w14:textId="77777777" w:rsidR="008B4F1B" w:rsidRPr="008B4F1B" w:rsidRDefault="008B4F1B" w:rsidP="008B4F1B">
            <w:pPr>
              <w:pStyle w:val="Body"/>
            </w:pPr>
            <w:r w:rsidRPr="008B4F1B">
              <w:t>A31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EFDA616" w14:textId="77777777" w:rsidR="008B4F1B" w:rsidRPr="008B4F1B" w:rsidRDefault="008B4F1B" w:rsidP="008B4F1B">
            <w:pPr>
              <w:pStyle w:val="Body"/>
            </w:pPr>
            <w:r w:rsidRPr="008B4F1B">
              <w:t>Film &amp; Video</w:t>
            </w:r>
          </w:p>
        </w:tc>
      </w:tr>
      <w:tr w:rsidR="008B4F1B" w:rsidRPr="008B4F1B" w14:paraId="451C431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09C662" w14:textId="77777777" w:rsidR="008B4F1B" w:rsidRPr="008B4F1B" w:rsidRDefault="008B4F1B" w:rsidP="008B4F1B">
            <w:pPr>
              <w:pStyle w:val="Body"/>
            </w:pPr>
            <w:r w:rsidRPr="008B4F1B">
              <w:lastRenderedPageBreak/>
              <w:t>A32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0C4E14" w14:textId="77777777" w:rsidR="008B4F1B" w:rsidRPr="008B4F1B" w:rsidRDefault="008B4F1B" w:rsidP="008B4F1B">
            <w:pPr>
              <w:pStyle w:val="Body"/>
            </w:pPr>
            <w:r w:rsidRPr="008B4F1B">
              <w:t>Television</w:t>
            </w:r>
          </w:p>
        </w:tc>
      </w:tr>
      <w:tr w:rsidR="008B4F1B" w:rsidRPr="008B4F1B" w14:paraId="18ECB90D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8476E19" w14:textId="77777777" w:rsidR="008B4F1B" w:rsidRPr="008B4F1B" w:rsidRDefault="008B4F1B" w:rsidP="008B4F1B">
            <w:pPr>
              <w:pStyle w:val="Body"/>
            </w:pPr>
            <w:r w:rsidRPr="008B4F1B">
              <w:t>A33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757A8A0" w14:textId="77777777" w:rsidR="008B4F1B" w:rsidRPr="008B4F1B" w:rsidRDefault="008B4F1B" w:rsidP="008B4F1B">
            <w:pPr>
              <w:pStyle w:val="Body"/>
            </w:pPr>
            <w:r w:rsidRPr="008B4F1B">
              <w:t>Printing &amp; Publishing</w:t>
            </w:r>
          </w:p>
        </w:tc>
      </w:tr>
      <w:tr w:rsidR="008B4F1B" w:rsidRPr="008B4F1B" w14:paraId="3E5180F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C83E0AB" w14:textId="77777777" w:rsidR="008B4F1B" w:rsidRPr="008B4F1B" w:rsidRDefault="008B4F1B" w:rsidP="008B4F1B">
            <w:pPr>
              <w:pStyle w:val="Body"/>
            </w:pPr>
            <w:r w:rsidRPr="008B4F1B">
              <w:t>A34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4EDBC1" w14:textId="77777777" w:rsidR="008B4F1B" w:rsidRPr="008B4F1B" w:rsidRDefault="008B4F1B" w:rsidP="008B4F1B">
            <w:pPr>
              <w:pStyle w:val="Body"/>
            </w:pPr>
            <w:r w:rsidRPr="008B4F1B">
              <w:t>Radio</w:t>
            </w:r>
          </w:p>
        </w:tc>
      </w:tr>
      <w:tr w:rsidR="008B4F1B" w:rsidRPr="008B4F1B" w14:paraId="79C73F2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CC3A8C" w14:textId="77777777" w:rsidR="008B4F1B" w:rsidRPr="008B4F1B" w:rsidRDefault="008B4F1B" w:rsidP="008B4F1B">
            <w:pPr>
              <w:pStyle w:val="Body"/>
            </w:pPr>
            <w:r w:rsidRPr="008B4F1B">
              <w:t>A40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0EEF203" w14:textId="77777777" w:rsidR="008B4F1B" w:rsidRPr="008B4F1B" w:rsidRDefault="008B4F1B" w:rsidP="008B4F1B">
            <w:pPr>
              <w:pStyle w:val="Body"/>
            </w:pPr>
            <w:r w:rsidRPr="008B4F1B">
              <w:t>Visual Arts</w:t>
            </w:r>
          </w:p>
        </w:tc>
      </w:tr>
      <w:tr w:rsidR="008B4F1B" w:rsidRPr="008B4F1B" w14:paraId="32EFB4A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BCF4BE8" w14:textId="77777777" w:rsidR="008B4F1B" w:rsidRPr="008B4F1B" w:rsidRDefault="008B4F1B" w:rsidP="008B4F1B">
            <w:pPr>
              <w:pStyle w:val="Body"/>
            </w:pPr>
            <w:r w:rsidRPr="008B4F1B">
              <w:t>A50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A9FE3B8" w14:textId="77777777" w:rsidR="008B4F1B" w:rsidRPr="008B4F1B" w:rsidRDefault="008B4F1B" w:rsidP="008B4F1B">
            <w:pPr>
              <w:pStyle w:val="Body"/>
            </w:pPr>
            <w:r w:rsidRPr="008B4F1B">
              <w:t>Museums</w:t>
            </w:r>
          </w:p>
        </w:tc>
      </w:tr>
      <w:tr w:rsidR="008B4F1B" w:rsidRPr="008B4F1B" w14:paraId="04C5A6A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0F15377" w14:textId="77777777" w:rsidR="008B4F1B" w:rsidRPr="008B4F1B" w:rsidRDefault="008B4F1B" w:rsidP="008B4F1B">
            <w:pPr>
              <w:pStyle w:val="Body"/>
            </w:pPr>
            <w:r w:rsidRPr="008B4F1B">
              <w:t>A51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51BC0F1" w14:textId="77777777" w:rsidR="008B4F1B" w:rsidRPr="008B4F1B" w:rsidRDefault="008B4F1B" w:rsidP="008B4F1B">
            <w:pPr>
              <w:pStyle w:val="Body"/>
            </w:pPr>
            <w:r w:rsidRPr="008B4F1B">
              <w:t>Art Museums</w:t>
            </w:r>
          </w:p>
        </w:tc>
      </w:tr>
      <w:tr w:rsidR="008B4F1B" w:rsidRPr="008B4F1B" w14:paraId="5D42135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9845D7" w14:textId="77777777" w:rsidR="008B4F1B" w:rsidRPr="008B4F1B" w:rsidRDefault="008B4F1B" w:rsidP="008B4F1B">
            <w:pPr>
              <w:pStyle w:val="Body"/>
            </w:pPr>
            <w:r w:rsidRPr="008B4F1B">
              <w:t>A52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BC20C6" w14:textId="77777777" w:rsidR="008B4F1B" w:rsidRPr="008B4F1B" w:rsidRDefault="008B4F1B" w:rsidP="008B4F1B">
            <w:pPr>
              <w:pStyle w:val="Body"/>
            </w:pPr>
            <w:r w:rsidRPr="008B4F1B">
              <w:t>Children’s Museums</w:t>
            </w:r>
          </w:p>
        </w:tc>
      </w:tr>
      <w:tr w:rsidR="008B4F1B" w:rsidRPr="008B4F1B" w14:paraId="0803CE9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ECA80D" w14:textId="77777777" w:rsidR="008B4F1B" w:rsidRPr="008B4F1B" w:rsidRDefault="008B4F1B" w:rsidP="008B4F1B">
            <w:pPr>
              <w:pStyle w:val="Body"/>
            </w:pPr>
            <w:r w:rsidRPr="008B4F1B">
              <w:t>A54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F7E472" w14:textId="77777777" w:rsidR="008B4F1B" w:rsidRPr="008B4F1B" w:rsidRDefault="008B4F1B" w:rsidP="008B4F1B">
            <w:pPr>
              <w:pStyle w:val="Body"/>
            </w:pPr>
            <w:r w:rsidRPr="008B4F1B">
              <w:t>History Museums</w:t>
            </w:r>
          </w:p>
        </w:tc>
      </w:tr>
      <w:tr w:rsidR="008B4F1B" w:rsidRPr="008B4F1B" w14:paraId="37EDF645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1872E9" w14:textId="77777777" w:rsidR="008B4F1B" w:rsidRPr="008B4F1B" w:rsidRDefault="008B4F1B" w:rsidP="008B4F1B">
            <w:pPr>
              <w:pStyle w:val="Body"/>
            </w:pPr>
            <w:r w:rsidRPr="008B4F1B">
              <w:t>A56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5FD0D23" w14:textId="77777777" w:rsidR="008B4F1B" w:rsidRPr="008B4F1B" w:rsidRDefault="008B4F1B" w:rsidP="008B4F1B">
            <w:pPr>
              <w:pStyle w:val="Body"/>
            </w:pPr>
            <w:r w:rsidRPr="008B4F1B">
              <w:t>Natural History &amp; Natural Science Museums</w:t>
            </w:r>
          </w:p>
        </w:tc>
      </w:tr>
      <w:tr w:rsidR="008B4F1B" w:rsidRPr="008B4F1B" w14:paraId="69A4C6B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0D86E3" w14:textId="77777777" w:rsidR="008B4F1B" w:rsidRPr="008B4F1B" w:rsidRDefault="008B4F1B" w:rsidP="008B4F1B">
            <w:pPr>
              <w:pStyle w:val="Body"/>
            </w:pPr>
            <w:r w:rsidRPr="008B4F1B">
              <w:t>A57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FC99CB" w14:textId="77777777" w:rsidR="008B4F1B" w:rsidRPr="008B4F1B" w:rsidRDefault="008B4F1B" w:rsidP="008B4F1B">
            <w:pPr>
              <w:pStyle w:val="Body"/>
            </w:pPr>
            <w:r w:rsidRPr="008B4F1B">
              <w:t>Science &amp; Technology Museums</w:t>
            </w:r>
          </w:p>
        </w:tc>
      </w:tr>
      <w:tr w:rsidR="008B4F1B" w:rsidRPr="008B4F1B" w14:paraId="78CDAAC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168C06F" w14:textId="77777777" w:rsidR="008B4F1B" w:rsidRPr="008B4F1B" w:rsidRDefault="008B4F1B" w:rsidP="008B4F1B">
            <w:pPr>
              <w:pStyle w:val="Body"/>
            </w:pPr>
            <w:r w:rsidRPr="008B4F1B">
              <w:lastRenderedPageBreak/>
              <w:t>A60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AB4D9F" w14:textId="77777777" w:rsidR="008B4F1B" w:rsidRPr="008B4F1B" w:rsidRDefault="008B4F1B" w:rsidP="008B4F1B">
            <w:pPr>
              <w:pStyle w:val="Body"/>
            </w:pPr>
            <w:r w:rsidRPr="008B4F1B">
              <w:t>Performing Art</w:t>
            </w:r>
          </w:p>
        </w:tc>
      </w:tr>
      <w:tr w:rsidR="008B4F1B" w14:paraId="1DFF17B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1E2C61" w14:textId="77777777" w:rsidR="008B4F1B" w:rsidRDefault="008B4F1B" w:rsidP="008B4F1B">
            <w:pPr>
              <w:pStyle w:val="Body"/>
            </w:pPr>
            <w:r>
              <w:t>A61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9937D0" w14:textId="77777777" w:rsidR="008B4F1B" w:rsidRDefault="008B4F1B" w:rsidP="008B4F1B">
            <w:pPr>
              <w:pStyle w:val="Body"/>
            </w:pPr>
            <w:r>
              <w:t>Performing Arts Centers</w:t>
            </w:r>
          </w:p>
        </w:tc>
      </w:tr>
      <w:tr w:rsidR="008B4F1B" w14:paraId="2B9FF87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3D3905" w14:textId="77777777" w:rsidR="008B4F1B" w:rsidRDefault="008B4F1B" w:rsidP="008B4F1B">
            <w:pPr>
              <w:pStyle w:val="Body"/>
            </w:pPr>
            <w:r>
              <w:t>A62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DC14C7B" w14:textId="77777777" w:rsidR="008B4F1B" w:rsidRDefault="008B4F1B" w:rsidP="008B4F1B">
            <w:pPr>
              <w:pStyle w:val="Body"/>
            </w:pPr>
            <w:r>
              <w:t>Dance</w:t>
            </w:r>
          </w:p>
        </w:tc>
      </w:tr>
      <w:tr w:rsidR="008B4F1B" w14:paraId="18D9220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30B5807" w14:textId="77777777" w:rsidR="008B4F1B" w:rsidRDefault="008B4F1B" w:rsidP="008B4F1B">
            <w:pPr>
              <w:pStyle w:val="Body"/>
            </w:pPr>
            <w:r>
              <w:t>A63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3CCEDF" w14:textId="77777777" w:rsidR="008B4F1B" w:rsidRDefault="008B4F1B" w:rsidP="008B4F1B">
            <w:pPr>
              <w:pStyle w:val="Body"/>
            </w:pPr>
            <w:r>
              <w:t>Ballet</w:t>
            </w:r>
          </w:p>
        </w:tc>
      </w:tr>
      <w:tr w:rsidR="008B4F1B" w14:paraId="05B1255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CFBE273" w14:textId="77777777" w:rsidR="008B4F1B" w:rsidRDefault="008B4F1B" w:rsidP="008B4F1B">
            <w:pPr>
              <w:pStyle w:val="Body"/>
            </w:pPr>
            <w:r>
              <w:t>A65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62B498B" w14:textId="77777777" w:rsidR="008B4F1B" w:rsidRDefault="008B4F1B" w:rsidP="008B4F1B">
            <w:pPr>
              <w:pStyle w:val="Body"/>
            </w:pPr>
            <w:r>
              <w:t>Theater</w:t>
            </w:r>
          </w:p>
        </w:tc>
      </w:tr>
      <w:tr w:rsidR="008B4F1B" w14:paraId="51E1D68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F1B418" w14:textId="77777777" w:rsidR="008B4F1B" w:rsidRDefault="008B4F1B" w:rsidP="008B4F1B">
            <w:pPr>
              <w:pStyle w:val="Body"/>
            </w:pPr>
            <w:r>
              <w:t>A68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E96FFD9" w14:textId="77777777" w:rsidR="008B4F1B" w:rsidRDefault="008B4F1B" w:rsidP="008B4F1B">
            <w:pPr>
              <w:pStyle w:val="Body"/>
            </w:pPr>
            <w:r>
              <w:t>Music</w:t>
            </w:r>
          </w:p>
        </w:tc>
      </w:tr>
      <w:tr w:rsidR="008B4F1B" w14:paraId="05F52F2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FEF3FA5" w14:textId="77777777" w:rsidR="008B4F1B" w:rsidRDefault="008B4F1B" w:rsidP="008B4F1B">
            <w:pPr>
              <w:pStyle w:val="Body"/>
            </w:pPr>
            <w:r>
              <w:t>A69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6997E5" w14:textId="77777777" w:rsidR="008B4F1B" w:rsidRDefault="008B4F1B" w:rsidP="008B4F1B">
            <w:pPr>
              <w:pStyle w:val="Body"/>
            </w:pPr>
            <w:r>
              <w:t>Symphony Orchestras</w:t>
            </w:r>
          </w:p>
        </w:tc>
      </w:tr>
      <w:tr w:rsidR="008B4F1B" w14:paraId="4BEC991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A1F4B94" w14:textId="77777777" w:rsidR="008B4F1B" w:rsidRDefault="008B4F1B" w:rsidP="008B4F1B">
            <w:pPr>
              <w:pStyle w:val="Body"/>
            </w:pPr>
            <w:r>
              <w:t>A6A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DA34722" w14:textId="77777777" w:rsidR="008B4F1B" w:rsidRDefault="008B4F1B" w:rsidP="008B4F1B">
            <w:pPr>
              <w:pStyle w:val="Body"/>
            </w:pPr>
            <w:r>
              <w:t>Opera</w:t>
            </w:r>
          </w:p>
        </w:tc>
      </w:tr>
      <w:tr w:rsidR="008B4F1B" w14:paraId="4B4F33D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EB950CF" w14:textId="77777777" w:rsidR="008B4F1B" w:rsidRDefault="008B4F1B" w:rsidP="008B4F1B">
            <w:pPr>
              <w:pStyle w:val="Body"/>
            </w:pPr>
            <w:r>
              <w:t>A6B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5DE60C" w14:textId="77777777" w:rsidR="008B4F1B" w:rsidRDefault="008B4F1B" w:rsidP="008B4F1B">
            <w:pPr>
              <w:pStyle w:val="Body"/>
            </w:pPr>
            <w:r>
              <w:t>Singing &amp; Choral Groups</w:t>
            </w:r>
          </w:p>
        </w:tc>
      </w:tr>
      <w:tr w:rsidR="008B4F1B" w14:paraId="090C879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883FAD9" w14:textId="77777777" w:rsidR="008B4F1B" w:rsidRDefault="008B4F1B" w:rsidP="008B4F1B">
            <w:pPr>
              <w:pStyle w:val="Body"/>
            </w:pPr>
            <w:r>
              <w:t>A6C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A3B1E77" w14:textId="77777777" w:rsidR="008B4F1B" w:rsidRDefault="008B4F1B" w:rsidP="008B4F1B">
            <w:pPr>
              <w:pStyle w:val="Body"/>
            </w:pPr>
            <w:r>
              <w:t>Bands &amp; Ensembles</w:t>
            </w:r>
          </w:p>
        </w:tc>
      </w:tr>
      <w:tr w:rsidR="008B4F1B" w14:paraId="3C0FD07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0BA3C7D" w14:textId="77777777" w:rsidR="008B4F1B" w:rsidRDefault="008B4F1B" w:rsidP="008B4F1B">
            <w:pPr>
              <w:pStyle w:val="Body"/>
            </w:pPr>
            <w:r>
              <w:t>A6E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3AF6DB0" w14:textId="77777777" w:rsidR="008B4F1B" w:rsidRDefault="008B4F1B" w:rsidP="008B4F1B">
            <w:pPr>
              <w:pStyle w:val="Body"/>
            </w:pPr>
            <w:r>
              <w:t>Performing Arts Schools</w:t>
            </w:r>
          </w:p>
        </w:tc>
      </w:tr>
      <w:tr w:rsidR="008B4F1B" w14:paraId="06EF1B3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BCD1F9" w14:textId="77777777" w:rsidR="008B4F1B" w:rsidRDefault="008B4F1B" w:rsidP="008B4F1B">
            <w:pPr>
              <w:pStyle w:val="Body"/>
            </w:pPr>
            <w:r>
              <w:lastRenderedPageBreak/>
              <w:t>A70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7D02382" w14:textId="77777777" w:rsidR="008B4F1B" w:rsidRDefault="008B4F1B" w:rsidP="008B4F1B">
            <w:pPr>
              <w:pStyle w:val="Body"/>
            </w:pPr>
            <w:r>
              <w:t>Humanities Organizations</w:t>
            </w:r>
          </w:p>
        </w:tc>
      </w:tr>
      <w:tr w:rsidR="008B4F1B" w14:paraId="00C672C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DF35FCD" w14:textId="77777777" w:rsidR="008B4F1B" w:rsidRDefault="008B4F1B" w:rsidP="008B4F1B">
            <w:pPr>
              <w:pStyle w:val="Body"/>
            </w:pPr>
            <w:r>
              <w:t>A80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AF0102" w14:textId="77777777" w:rsidR="008B4F1B" w:rsidRDefault="008B4F1B" w:rsidP="008B4F1B">
            <w:pPr>
              <w:pStyle w:val="Body"/>
            </w:pPr>
            <w:r>
              <w:t>Historical Organizations</w:t>
            </w:r>
          </w:p>
        </w:tc>
      </w:tr>
      <w:tr w:rsidR="008B4F1B" w14:paraId="4A93F37A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2E4051" w14:textId="77777777" w:rsidR="008B4F1B" w:rsidRDefault="008B4F1B" w:rsidP="008B4F1B">
            <w:pPr>
              <w:pStyle w:val="Body"/>
            </w:pPr>
            <w:r>
              <w:t>A82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1663F38" w14:textId="77777777" w:rsidR="008B4F1B" w:rsidRDefault="008B4F1B" w:rsidP="008B4F1B">
            <w:pPr>
              <w:pStyle w:val="Body"/>
            </w:pPr>
            <w:r>
              <w:t>Historical Societies &amp; Historic Preservation</w:t>
            </w:r>
          </w:p>
        </w:tc>
      </w:tr>
      <w:tr w:rsidR="008B4F1B" w14:paraId="389C4A0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8F068A3" w14:textId="77777777" w:rsidR="008B4F1B" w:rsidRDefault="008B4F1B" w:rsidP="008B4F1B">
            <w:pPr>
              <w:pStyle w:val="Body"/>
            </w:pPr>
            <w:r>
              <w:t>A84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EB07F0" w14:textId="77777777" w:rsidR="008B4F1B" w:rsidRDefault="008B4F1B" w:rsidP="008B4F1B">
            <w:pPr>
              <w:pStyle w:val="Body"/>
            </w:pPr>
            <w:r>
              <w:t>Commemorative Events</w:t>
            </w:r>
          </w:p>
        </w:tc>
      </w:tr>
      <w:tr w:rsidR="008B4F1B" w14:paraId="2F5A4F1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D16940" w14:textId="77777777" w:rsidR="008B4F1B" w:rsidRDefault="008B4F1B" w:rsidP="008B4F1B">
            <w:pPr>
              <w:pStyle w:val="Body"/>
            </w:pPr>
            <w:r>
              <w:t>A90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2BFB39D" w14:textId="77777777" w:rsidR="008B4F1B" w:rsidRDefault="008B4F1B" w:rsidP="008B4F1B">
            <w:pPr>
              <w:pStyle w:val="Body"/>
            </w:pPr>
            <w:r>
              <w:t>Arts Service</w:t>
            </w:r>
          </w:p>
        </w:tc>
      </w:tr>
      <w:tr w:rsidR="008B4F1B" w14:paraId="3E0C8FDC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69858DB" w14:textId="77777777" w:rsidR="008B4F1B" w:rsidRDefault="008B4F1B" w:rsidP="008B4F1B">
            <w:pPr>
              <w:pStyle w:val="Body"/>
            </w:pPr>
            <w:r>
              <w:t>A99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D9591F1" w14:textId="77777777" w:rsidR="008B4F1B" w:rsidRDefault="008B4F1B" w:rsidP="008B4F1B">
            <w:pPr>
              <w:pStyle w:val="Body"/>
            </w:pPr>
            <w:r>
              <w:t>Arts, Culture &amp; Humanities N.E.C.</w:t>
            </w:r>
          </w:p>
        </w:tc>
      </w:tr>
      <w:tr w:rsidR="008B4F1B" w14:paraId="765E1D58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02F7C570" w14:textId="77777777" w:rsidR="008B4F1B" w:rsidRDefault="008B4F1B" w:rsidP="008B4F1B">
            <w:pPr>
              <w:pStyle w:val="Heading2"/>
            </w:pPr>
            <w:r>
              <w:t>Education</w:t>
            </w:r>
          </w:p>
        </w:tc>
      </w:tr>
      <w:tr w:rsidR="008B4F1B" w14:paraId="6524544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1398BA00" w14:textId="77777777" w:rsidR="008B4F1B" w:rsidRDefault="008B4F1B" w:rsidP="008B4F1B">
            <w:pPr>
              <w:pStyle w:val="Heading3"/>
            </w:pPr>
            <w:r>
              <w:t>Code</w:t>
            </w:r>
          </w:p>
        </w:tc>
      </w:tr>
      <w:tr w:rsidR="008B4F1B" w14:paraId="2EBDEF22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DC35163" w14:textId="77777777" w:rsidR="008B4F1B" w:rsidRDefault="008B4F1B" w:rsidP="008B4F1B">
            <w:pPr>
              <w:pStyle w:val="Body"/>
            </w:pPr>
            <w:r>
              <w:t>B01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9161205" w14:textId="77777777" w:rsidR="008B4F1B" w:rsidRDefault="008B4F1B" w:rsidP="008B4F1B">
            <w:pPr>
              <w:pStyle w:val="Body"/>
            </w:pPr>
            <w:r>
              <w:t>Alliances &amp; Advocacy Organizations</w:t>
            </w:r>
          </w:p>
        </w:tc>
      </w:tr>
      <w:tr w:rsidR="008B4F1B" w14:paraId="073F8FBF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8BB05C" w14:textId="77777777" w:rsidR="008B4F1B" w:rsidRDefault="008B4F1B" w:rsidP="008B4F1B">
            <w:pPr>
              <w:pStyle w:val="Body"/>
            </w:pPr>
            <w:r>
              <w:lastRenderedPageBreak/>
              <w:t>B02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F99E6D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17D2D761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7A4531" w14:textId="77777777" w:rsidR="008B4F1B" w:rsidRDefault="008B4F1B" w:rsidP="008B4F1B">
            <w:pPr>
              <w:pStyle w:val="Body"/>
            </w:pPr>
            <w:r>
              <w:t>B03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9BD221E" w14:textId="77777777" w:rsidR="008B4F1B" w:rsidRDefault="008B4F1B" w:rsidP="008B4F1B">
            <w:pPr>
              <w:pStyle w:val="Body"/>
            </w:pPr>
            <w:r>
              <w:t>Professional Society &amp; Associations</w:t>
            </w:r>
          </w:p>
        </w:tc>
      </w:tr>
      <w:tr w:rsidR="008B4F1B" w14:paraId="637A9471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E9D6F18" w14:textId="77777777" w:rsidR="008B4F1B" w:rsidRDefault="008B4F1B" w:rsidP="008B4F1B">
            <w:pPr>
              <w:pStyle w:val="Body"/>
            </w:pPr>
            <w:r>
              <w:t>B05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BBB0CD" w14:textId="77777777" w:rsidR="008B4F1B" w:rsidRDefault="008B4F1B" w:rsidP="008B4F1B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4374184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09DA96F" w14:textId="77777777" w:rsidR="008B4F1B" w:rsidRDefault="008B4F1B" w:rsidP="008B4F1B">
            <w:pPr>
              <w:pStyle w:val="Body"/>
            </w:pPr>
            <w:r>
              <w:t>B11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7A0739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2B6B218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D55940" w14:textId="77777777" w:rsidR="008B4F1B" w:rsidRDefault="008B4F1B" w:rsidP="008B4F1B">
            <w:pPr>
              <w:pStyle w:val="Body"/>
            </w:pPr>
            <w:r>
              <w:t>B12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ECDE230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4D01C3D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F22CEE" w14:textId="77777777" w:rsidR="008B4F1B" w:rsidRDefault="008B4F1B" w:rsidP="008B4F1B">
            <w:pPr>
              <w:pStyle w:val="Body"/>
            </w:pPr>
            <w:r>
              <w:t>B19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B28E17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5F68D474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C33E36" w14:textId="77777777" w:rsidR="008B4F1B" w:rsidRDefault="008B4F1B" w:rsidP="008B4F1B">
            <w:pPr>
              <w:pStyle w:val="Body"/>
            </w:pPr>
            <w:r>
              <w:t>B20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368A69" w14:textId="77777777" w:rsidR="008B4F1B" w:rsidRDefault="008B4F1B" w:rsidP="008B4F1B">
            <w:pPr>
              <w:pStyle w:val="Body"/>
            </w:pPr>
            <w:r>
              <w:t>Elementary &amp; Secondary Schools</w:t>
            </w:r>
          </w:p>
        </w:tc>
      </w:tr>
      <w:tr w:rsidR="008B4F1B" w14:paraId="4B372A7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AB5F26" w14:textId="77777777" w:rsidR="008B4F1B" w:rsidRDefault="008B4F1B" w:rsidP="008B4F1B">
            <w:pPr>
              <w:pStyle w:val="Body"/>
            </w:pPr>
            <w:r>
              <w:t>B21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06E1C0E" w14:textId="77777777" w:rsidR="008B4F1B" w:rsidRDefault="008B4F1B" w:rsidP="008B4F1B">
            <w:pPr>
              <w:pStyle w:val="Body"/>
            </w:pPr>
            <w:r>
              <w:t>Preschools</w:t>
            </w:r>
          </w:p>
        </w:tc>
      </w:tr>
      <w:tr w:rsidR="008B4F1B" w14:paraId="61EFA75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E64E7EE" w14:textId="77777777" w:rsidR="008B4F1B" w:rsidRDefault="008B4F1B" w:rsidP="008B4F1B">
            <w:pPr>
              <w:pStyle w:val="Body"/>
            </w:pPr>
            <w:r>
              <w:t>B24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02260FE" w14:textId="77777777" w:rsidR="008B4F1B" w:rsidRDefault="008B4F1B" w:rsidP="008B4F1B">
            <w:pPr>
              <w:pStyle w:val="Body"/>
            </w:pPr>
            <w:r>
              <w:t>Primary &amp; Elementary Schools</w:t>
            </w:r>
          </w:p>
        </w:tc>
      </w:tr>
      <w:tr w:rsidR="008B4F1B" w14:paraId="0D58781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1F3C837" w14:textId="77777777" w:rsidR="008B4F1B" w:rsidRDefault="008B4F1B" w:rsidP="008B4F1B">
            <w:pPr>
              <w:pStyle w:val="Body"/>
            </w:pPr>
            <w:r>
              <w:t>B25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054B960" w14:textId="77777777" w:rsidR="008B4F1B" w:rsidRDefault="008B4F1B" w:rsidP="008B4F1B">
            <w:pPr>
              <w:pStyle w:val="Body"/>
            </w:pPr>
            <w:r>
              <w:t>Secondary &amp; High Schools</w:t>
            </w:r>
          </w:p>
        </w:tc>
      </w:tr>
      <w:tr w:rsidR="008B4F1B" w14:paraId="17EA0D6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03A02A" w14:textId="77777777" w:rsidR="008B4F1B" w:rsidRDefault="008B4F1B" w:rsidP="008B4F1B">
            <w:pPr>
              <w:pStyle w:val="Body"/>
            </w:pPr>
            <w:r>
              <w:lastRenderedPageBreak/>
              <w:t>B28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4241944" w14:textId="77777777" w:rsidR="008B4F1B" w:rsidRDefault="008B4F1B" w:rsidP="008B4F1B">
            <w:pPr>
              <w:pStyle w:val="Body"/>
            </w:pPr>
            <w:r>
              <w:t>Special Education</w:t>
            </w:r>
          </w:p>
        </w:tc>
      </w:tr>
      <w:tr w:rsidR="008B4F1B" w14:paraId="1BD1A04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114878" w14:textId="77777777" w:rsidR="008B4F1B" w:rsidRDefault="008B4F1B" w:rsidP="008B4F1B">
            <w:pPr>
              <w:pStyle w:val="Body"/>
            </w:pPr>
            <w:r>
              <w:t>B29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715D678" w14:textId="77777777" w:rsidR="008B4F1B" w:rsidRDefault="008B4F1B" w:rsidP="008B4F1B">
            <w:pPr>
              <w:pStyle w:val="Body"/>
            </w:pPr>
            <w:r>
              <w:t>Charter Schools</w:t>
            </w:r>
          </w:p>
        </w:tc>
      </w:tr>
      <w:tr w:rsidR="008B4F1B" w14:paraId="65773B3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FD6508" w14:textId="77777777" w:rsidR="008B4F1B" w:rsidRDefault="008B4F1B" w:rsidP="008B4F1B">
            <w:pPr>
              <w:pStyle w:val="Body"/>
            </w:pPr>
            <w:r>
              <w:t>B30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B19BD12" w14:textId="77777777" w:rsidR="008B4F1B" w:rsidRDefault="008B4F1B" w:rsidP="008B4F1B">
            <w:pPr>
              <w:pStyle w:val="Body"/>
            </w:pPr>
            <w:r>
              <w:t>Vocational &amp; Technical Schools</w:t>
            </w:r>
          </w:p>
        </w:tc>
      </w:tr>
      <w:tr w:rsidR="008B4F1B" w14:paraId="7F687E4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A27D1D3" w14:textId="77777777" w:rsidR="008B4F1B" w:rsidRDefault="008B4F1B" w:rsidP="008B4F1B">
            <w:pPr>
              <w:pStyle w:val="Body"/>
            </w:pPr>
            <w:r>
              <w:t>B40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A95681" w14:textId="77777777" w:rsidR="008B4F1B" w:rsidRDefault="008B4F1B" w:rsidP="008B4F1B">
            <w:pPr>
              <w:pStyle w:val="Body"/>
            </w:pPr>
            <w:r>
              <w:t>Higher Education Institutions</w:t>
            </w:r>
          </w:p>
        </w:tc>
      </w:tr>
      <w:tr w:rsidR="008B4F1B" w14:paraId="77907AA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6C288AB" w14:textId="77777777" w:rsidR="008B4F1B" w:rsidRDefault="008B4F1B" w:rsidP="008B4F1B">
            <w:pPr>
              <w:pStyle w:val="Body"/>
            </w:pPr>
            <w:r>
              <w:t>B41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001FE95" w14:textId="77777777" w:rsidR="008B4F1B" w:rsidRDefault="008B4F1B" w:rsidP="008B4F1B">
            <w:pPr>
              <w:pStyle w:val="Body"/>
            </w:pPr>
            <w:r>
              <w:t>Two-Year Colleges</w:t>
            </w:r>
          </w:p>
        </w:tc>
      </w:tr>
      <w:tr w:rsidR="008B4F1B" w14:paraId="618C016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CBD9741" w14:textId="77777777" w:rsidR="008B4F1B" w:rsidRDefault="008B4F1B" w:rsidP="008B4F1B">
            <w:pPr>
              <w:pStyle w:val="Body"/>
            </w:pPr>
            <w:r>
              <w:t>B42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06082F1" w14:textId="77777777" w:rsidR="008B4F1B" w:rsidRDefault="008B4F1B" w:rsidP="008B4F1B">
            <w:pPr>
              <w:pStyle w:val="Body"/>
            </w:pPr>
            <w:r>
              <w:t>Two-Year Colleges</w:t>
            </w:r>
          </w:p>
        </w:tc>
      </w:tr>
      <w:tr w:rsidR="008B4F1B" w14:paraId="6B23D0C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1FEDC5" w14:textId="77777777" w:rsidR="008B4F1B" w:rsidRDefault="008B4F1B" w:rsidP="008B4F1B">
            <w:pPr>
              <w:pStyle w:val="Body"/>
            </w:pPr>
            <w:r>
              <w:t>B43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AF16E5E" w14:textId="77777777" w:rsidR="008B4F1B" w:rsidRDefault="008B4F1B" w:rsidP="008B4F1B">
            <w:pPr>
              <w:pStyle w:val="Body"/>
            </w:pPr>
            <w:r>
              <w:t>Undergraduate Colleges</w:t>
            </w:r>
          </w:p>
        </w:tc>
      </w:tr>
      <w:tr w:rsidR="008B4F1B" w14:paraId="3FBB980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0D712E" w14:textId="77777777" w:rsidR="008B4F1B" w:rsidRDefault="008B4F1B" w:rsidP="008B4F1B">
            <w:pPr>
              <w:pStyle w:val="Body"/>
            </w:pPr>
            <w:r>
              <w:t>B50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BBDA8A" w14:textId="77777777" w:rsidR="008B4F1B" w:rsidRDefault="008B4F1B" w:rsidP="008B4F1B">
            <w:pPr>
              <w:pStyle w:val="Body"/>
            </w:pPr>
            <w:r>
              <w:t>Graduate &amp; Professional Schools</w:t>
            </w:r>
          </w:p>
        </w:tc>
      </w:tr>
      <w:tr w:rsidR="008B4F1B" w14:paraId="5C53799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AC431B7" w14:textId="77777777" w:rsidR="008B4F1B" w:rsidRDefault="008B4F1B" w:rsidP="008B4F1B">
            <w:pPr>
              <w:pStyle w:val="Body"/>
            </w:pPr>
            <w:r>
              <w:t>B60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B405E8" w14:textId="77777777" w:rsidR="008B4F1B" w:rsidRDefault="008B4F1B" w:rsidP="008B4F1B">
            <w:pPr>
              <w:pStyle w:val="Body"/>
            </w:pPr>
            <w:r>
              <w:t>Adult Education</w:t>
            </w:r>
          </w:p>
        </w:tc>
      </w:tr>
      <w:tr w:rsidR="008B4F1B" w14:paraId="192DE57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6D37E8" w14:textId="77777777" w:rsidR="008B4F1B" w:rsidRDefault="008B4F1B" w:rsidP="008B4F1B">
            <w:pPr>
              <w:pStyle w:val="Body"/>
            </w:pPr>
            <w:r>
              <w:t>B70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E0677C7" w14:textId="77777777" w:rsidR="008B4F1B" w:rsidRDefault="008B4F1B" w:rsidP="008B4F1B">
            <w:pPr>
              <w:pStyle w:val="Body"/>
            </w:pPr>
            <w:r>
              <w:t>Libraries</w:t>
            </w:r>
          </w:p>
        </w:tc>
      </w:tr>
      <w:tr w:rsidR="008B4F1B" w14:paraId="011C6AC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0C997DF" w14:textId="77777777" w:rsidR="008B4F1B" w:rsidRDefault="008B4F1B" w:rsidP="008B4F1B">
            <w:pPr>
              <w:pStyle w:val="Body"/>
            </w:pPr>
            <w:r>
              <w:t>B80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0D406FA" w14:textId="77777777" w:rsidR="008B4F1B" w:rsidRDefault="008B4F1B" w:rsidP="008B4F1B">
            <w:pPr>
              <w:pStyle w:val="Body"/>
            </w:pPr>
            <w:r>
              <w:t>Student Services</w:t>
            </w:r>
          </w:p>
        </w:tc>
      </w:tr>
      <w:tr w:rsidR="008B4F1B" w14:paraId="05FBC2A3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3A2D57" w14:textId="77777777" w:rsidR="008B4F1B" w:rsidRDefault="008B4F1B" w:rsidP="008B4F1B">
            <w:pPr>
              <w:pStyle w:val="Body"/>
            </w:pPr>
            <w:r>
              <w:lastRenderedPageBreak/>
              <w:t>B82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4EA278A" w14:textId="77777777" w:rsidR="008B4F1B" w:rsidRDefault="008B4F1B" w:rsidP="008B4F1B">
            <w:pPr>
              <w:pStyle w:val="Body"/>
            </w:pPr>
            <w:r>
              <w:t>Scholarships &amp; Student Financial Aid</w:t>
            </w:r>
          </w:p>
        </w:tc>
      </w:tr>
      <w:tr w:rsidR="008B4F1B" w14:paraId="7872BCD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666911A" w14:textId="77777777" w:rsidR="008B4F1B" w:rsidRDefault="008B4F1B" w:rsidP="008B4F1B">
            <w:pPr>
              <w:pStyle w:val="Body"/>
            </w:pPr>
            <w:r>
              <w:t>B83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7D95A87" w14:textId="77777777" w:rsidR="008B4F1B" w:rsidRDefault="008B4F1B" w:rsidP="008B4F1B">
            <w:pPr>
              <w:pStyle w:val="Body"/>
            </w:pPr>
            <w:r>
              <w:t>Student Sororities &amp; Fraternities</w:t>
            </w:r>
          </w:p>
        </w:tc>
      </w:tr>
      <w:tr w:rsidR="008B4F1B" w14:paraId="261FB2D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C36F1A" w14:textId="77777777" w:rsidR="008B4F1B" w:rsidRDefault="008B4F1B" w:rsidP="008B4F1B">
            <w:pPr>
              <w:pStyle w:val="Body"/>
            </w:pPr>
            <w:r>
              <w:t>B84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88A20F9" w14:textId="77777777" w:rsidR="008B4F1B" w:rsidRDefault="008B4F1B" w:rsidP="008B4F1B">
            <w:pPr>
              <w:pStyle w:val="Body"/>
            </w:pPr>
            <w:r>
              <w:t>Alumni Associations</w:t>
            </w:r>
          </w:p>
        </w:tc>
      </w:tr>
      <w:tr w:rsidR="008B4F1B" w14:paraId="2F2D7F9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91CDFC3" w14:textId="77777777" w:rsidR="008B4F1B" w:rsidRDefault="008B4F1B" w:rsidP="008B4F1B">
            <w:pPr>
              <w:pStyle w:val="Body"/>
            </w:pPr>
            <w:r>
              <w:t>B90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3C106C4" w14:textId="77777777" w:rsidR="008B4F1B" w:rsidRDefault="008B4F1B" w:rsidP="008B4F1B">
            <w:pPr>
              <w:pStyle w:val="Body"/>
            </w:pPr>
            <w:r>
              <w:t>Educational Services</w:t>
            </w:r>
          </w:p>
        </w:tc>
      </w:tr>
      <w:tr w:rsidR="008B4F1B" w14:paraId="0AE87E32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0E43CD" w14:textId="77777777" w:rsidR="008B4F1B" w:rsidRDefault="008B4F1B" w:rsidP="008B4F1B">
            <w:pPr>
              <w:pStyle w:val="Body"/>
            </w:pPr>
            <w:r>
              <w:t>B92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74C0856" w14:textId="77777777" w:rsidR="008B4F1B" w:rsidRDefault="008B4F1B" w:rsidP="008B4F1B">
            <w:pPr>
              <w:pStyle w:val="Body"/>
            </w:pPr>
            <w:r>
              <w:t>Remedial Reading &amp; Encouragement</w:t>
            </w:r>
          </w:p>
        </w:tc>
      </w:tr>
      <w:tr w:rsidR="008B4F1B" w14:paraId="2A4943C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43E0B6D" w14:textId="77777777" w:rsidR="008B4F1B" w:rsidRDefault="008B4F1B" w:rsidP="008B4F1B">
            <w:pPr>
              <w:pStyle w:val="Body"/>
            </w:pPr>
            <w:r>
              <w:t>B94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B48FE1C" w14:textId="77777777" w:rsidR="008B4F1B" w:rsidRDefault="008B4F1B" w:rsidP="008B4F1B">
            <w:pPr>
              <w:pStyle w:val="Body"/>
            </w:pPr>
            <w:r>
              <w:t>Parent &amp; Teacher Groups</w:t>
            </w:r>
          </w:p>
        </w:tc>
      </w:tr>
      <w:tr w:rsidR="008B4F1B" w14:paraId="3B83A72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B9E755" w14:textId="77777777" w:rsidR="008B4F1B" w:rsidRDefault="008B4F1B" w:rsidP="008B4F1B">
            <w:pPr>
              <w:pStyle w:val="Body"/>
            </w:pPr>
            <w:r>
              <w:t>B99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1EC9102" w14:textId="77777777" w:rsidR="008B4F1B" w:rsidRDefault="008B4F1B" w:rsidP="008B4F1B">
            <w:pPr>
              <w:pStyle w:val="Body"/>
            </w:pPr>
            <w:r>
              <w:t>Education N.E.C.</w:t>
            </w:r>
          </w:p>
        </w:tc>
      </w:tr>
      <w:tr w:rsidR="008B4F1B" w14:paraId="209B6D8F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44AFA00A" w14:textId="77777777" w:rsidR="008B4F1B" w:rsidRDefault="008B4F1B" w:rsidP="008B4F1B">
            <w:pPr>
              <w:pStyle w:val="Heading2"/>
            </w:pPr>
            <w:r>
              <w:lastRenderedPageBreak/>
              <w:t>Environment</w:t>
            </w:r>
          </w:p>
        </w:tc>
      </w:tr>
      <w:tr w:rsidR="008B4F1B" w14:paraId="39207D4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05C6DD32" w14:textId="77777777" w:rsidR="008B4F1B" w:rsidRDefault="008B4F1B" w:rsidP="008B4F1B">
            <w:pPr>
              <w:pStyle w:val="Heading3"/>
            </w:pPr>
            <w:r>
              <w:t>Code</w:t>
            </w:r>
          </w:p>
        </w:tc>
      </w:tr>
      <w:tr w:rsidR="008B4F1B" w14:paraId="0C3AB7E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E7252BA" w14:textId="77777777" w:rsidR="008B4F1B" w:rsidRDefault="008B4F1B" w:rsidP="008B4F1B">
            <w:pPr>
              <w:pStyle w:val="Body"/>
            </w:pPr>
            <w:r>
              <w:t>C01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2DC65CF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4CF4F18F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ADDC94" w14:textId="77777777" w:rsidR="008B4F1B" w:rsidRDefault="008B4F1B" w:rsidP="008B4F1B">
            <w:pPr>
              <w:pStyle w:val="Body"/>
            </w:pPr>
            <w:r>
              <w:t>C02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FF3F46D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3D913831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BE3CD71" w14:textId="77777777" w:rsidR="008B4F1B" w:rsidRDefault="008B4F1B" w:rsidP="008B4F1B">
            <w:pPr>
              <w:pStyle w:val="Body"/>
            </w:pPr>
            <w:r>
              <w:t>C03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4D67BB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43B2AF2E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7257FAE" w14:textId="77777777" w:rsidR="008B4F1B" w:rsidRDefault="008B4F1B" w:rsidP="008B4F1B">
            <w:pPr>
              <w:pStyle w:val="Body"/>
            </w:pPr>
            <w:r>
              <w:t>C05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9FDB73" w14:textId="77777777" w:rsidR="008B4F1B" w:rsidRDefault="008B4F1B" w:rsidP="008B4F1B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20880F4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8F760D6" w14:textId="77777777" w:rsidR="008B4F1B" w:rsidRDefault="008B4F1B" w:rsidP="008B4F1B">
            <w:pPr>
              <w:pStyle w:val="Body"/>
            </w:pPr>
            <w:r>
              <w:t>C11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54AC584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2689517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EBEE4B9" w14:textId="77777777" w:rsidR="008B4F1B" w:rsidRDefault="008B4F1B" w:rsidP="008B4F1B">
            <w:pPr>
              <w:pStyle w:val="Body"/>
            </w:pPr>
            <w:r>
              <w:t>C12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593D17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457024D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D06AE85" w14:textId="77777777" w:rsidR="008B4F1B" w:rsidRDefault="008B4F1B" w:rsidP="008B4F1B">
            <w:pPr>
              <w:pStyle w:val="Body"/>
            </w:pPr>
            <w:r>
              <w:t>C19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622D4A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03C8108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A42CF81" w14:textId="77777777" w:rsidR="008B4F1B" w:rsidRDefault="008B4F1B" w:rsidP="008B4F1B">
            <w:pPr>
              <w:pStyle w:val="Body"/>
            </w:pPr>
            <w:r>
              <w:lastRenderedPageBreak/>
              <w:t>C20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01F81EB" w14:textId="77777777" w:rsidR="008B4F1B" w:rsidRDefault="008B4F1B" w:rsidP="008B4F1B">
            <w:pPr>
              <w:pStyle w:val="Body"/>
            </w:pPr>
            <w:r>
              <w:t>Pollution Abatement &amp; Control</w:t>
            </w:r>
          </w:p>
        </w:tc>
      </w:tr>
      <w:tr w:rsidR="008B4F1B" w14:paraId="4E7EF96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2EE422" w14:textId="77777777" w:rsidR="008B4F1B" w:rsidRDefault="008B4F1B" w:rsidP="008B4F1B">
            <w:pPr>
              <w:pStyle w:val="Body"/>
            </w:pPr>
            <w:r>
              <w:t>C27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F2C510" w14:textId="77777777" w:rsidR="008B4F1B" w:rsidRDefault="008B4F1B" w:rsidP="008B4F1B">
            <w:pPr>
              <w:pStyle w:val="Body"/>
            </w:pPr>
            <w:r>
              <w:t>Recycling</w:t>
            </w:r>
          </w:p>
        </w:tc>
      </w:tr>
      <w:tr w:rsidR="008B4F1B" w14:paraId="2FBF9F35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33220F" w14:textId="77777777" w:rsidR="008B4F1B" w:rsidRDefault="008B4F1B" w:rsidP="008B4F1B">
            <w:pPr>
              <w:pStyle w:val="Body"/>
            </w:pPr>
            <w:r>
              <w:t>C30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CAE8F63" w14:textId="77777777" w:rsidR="008B4F1B" w:rsidRDefault="008B4F1B" w:rsidP="008B4F1B">
            <w:pPr>
              <w:pStyle w:val="Body"/>
            </w:pPr>
            <w:r>
              <w:t>Natural Resources Conservation &amp; Protection</w:t>
            </w:r>
          </w:p>
        </w:tc>
      </w:tr>
      <w:tr w:rsidR="008B4F1B" w14:paraId="35974FE4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4B90B7" w14:textId="77777777" w:rsidR="008B4F1B" w:rsidRDefault="008B4F1B" w:rsidP="008B4F1B">
            <w:pPr>
              <w:pStyle w:val="Body"/>
            </w:pPr>
            <w:r>
              <w:t>C32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EFB9BDE" w14:textId="77777777" w:rsidR="008B4F1B" w:rsidRDefault="008B4F1B" w:rsidP="008B4F1B">
            <w:pPr>
              <w:pStyle w:val="Body"/>
            </w:pPr>
            <w:r>
              <w:t>Water Resources, Wetland Conservation &amp; Management</w:t>
            </w:r>
          </w:p>
        </w:tc>
      </w:tr>
      <w:tr w:rsidR="008B4F1B" w14:paraId="32F346F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E0B92B" w14:textId="77777777" w:rsidR="008B4F1B" w:rsidRDefault="008B4F1B" w:rsidP="008B4F1B">
            <w:pPr>
              <w:pStyle w:val="Body"/>
            </w:pPr>
            <w:r>
              <w:t>C34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2C6A35" w14:textId="77777777" w:rsidR="008B4F1B" w:rsidRDefault="008B4F1B" w:rsidP="008B4F1B">
            <w:pPr>
              <w:pStyle w:val="Body"/>
            </w:pPr>
            <w:r>
              <w:t>Land Resources Conservation</w:t>
            </w:r>
          </w:p>
        </w:tc>
      </w:tr>
      <w:tr w:rsidR="008B4F1B" w14:paraId="057ECC72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F5ADFF" w14:textId="77777777" w:rsidR="008B4F1B" w:rsidRDefault="008B4F1B" w:rsidP="008B4F1B">
            <w:pPr>
              <w:pStyle w:val="Body"/>
            </w:pPr>
            <w:r>
              <w:t>C35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120E1AF" w14:textId="77777777" w:rsidR="008B4F1B" w:rsidRDefault="008B4F1B" w:rsidP="008B4F1B">
            <w:pPr>
              <w:pStyle w:val="Body"/>
            </w:pPr>
            <w:r>
              <w:t>Energy Resources Conservation &amp; Development</w:t>
            </w:r>
          </w:p>
        </w:tc>
      </w:tr>
      <w:tr w:rsidR="008B4F1B" w14:paraId="150B82ED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C75EB08" w14:textId="77777777" w:rsidR="008B4F1B" w:rsidRDefault="008B4F1B" w:rsidP="008B4F1B">
            <w:pPr>
              <w:pStyle w:val="Body"/>
            </w:pPr>
            <w:r>
              <w:t>C36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2C685E6" w14:textId="77777777" w:rsidR="008B4F1B" w:rsidRDefault="008B4F1B" w:rsidP="008B4F1B">
            <w:pPr>
              <w:pStyle w:val="Body"/>
            </w:pPr>
            <w:r>
              <w:t>Forest Conservation</w:t>
            </w:r>
          </w:p>
        </w:tc>
      </w:tr>
      <w:tr w:rsidR="008B4F1B" w14:paraId="05C432B6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5AA84AE" w14:textId="77777777" w:rsidR="008B4F1B" w:rsidRDefault="008B4F1B" w:rsidP="008B4F1B">
            <w:pPr>
              <w:pStyle w:val="Body"/>
            </w:pPr>
            <w:r>
              <w:t>C40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B0FC1A" w14:textId="77777777" w:rsidR="008B4F1B" w:rsidRDefault="008B4F1B" w:rsidP="008B4F1B">
            <w:pPr>
              <w:pStyle w:val="Body"/>
            </w:pPr>
            <w:r>
              <w:t>Botanical, Horticultural &amp; Landscape Services</w:t>
            </w:r>
          </w:p>
        </w:tc>
      </w:tr>
      <w:tr w:rsidR="008B4F1B" w14:paraId="0D37F98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2DA2B9C" w14:textId="77777777" w:rsidR="008B4F1B" w:rsidRDefault="008B4F1B" w:rsidP="008B4F1B">
            <w:pPr>
              <w:pStyle w:val="Body"/>
            </w:pPr>
            <w:r>
              <w:t>C41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C7E20E" w14:textId="77777777" w:rsidR="008B4F1B" w:rsidRDefault="008B4F1B" w:rsidP="008B4F1B">
            <w:pPr>
              <w:pStyle w:val="Body"/>
            </w:pPr>
            <w:r>
              <w:t>Botanical Gardens &amp; Arboreta</w:t>
            </w:r>
          </w:p>
        </w:tc>
      </w:tr>
      <w:tr w:rsidR="008B4F1B" w14:paraId="4F807FB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76C3344" w14:textId="77777777" w:rsidR="008B4F1B" w:rsidRDefault="008B4F1B" w:rsidP="008B4F1B">
            <w:pPr>
              <w:pStyle w:val="Body"/>
            </w:pPr>
            <w:r>
              <w:lastRenderedPageBreak/>
              <w:t>C42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CF78A46" w14:textId="77777777" w:rsidR="008B4F1B" w:rsidRDefault="008B4F1B" w:rsidP="008B4F1B">
            <w:pPr>
              <w:pStyle w:val="Body"/>
            </w:pPr>
            <w:r>
              <w:t>Garden Clubs</w:t>
            </w:r>
          </w:p>
        </w:tc>
      </w:tr>
      <w:tr w:rsidR="008B4F1B" w14:paraId="0DEF736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B0529F" w14:textId="77777777" w:rsidR="008B4F1B" w:rsidRDefault="008B4F1B" w:rsidP="008B4F1B">
            <w:pPr>
              <w:pStyle w:val="Body"/>
            </w:pPr>
            <w:r>
              <w:t>C50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5E47A5" w14:textId="77777777" w:rsidR="008B4F1B" w:rsidRDefault="008B4F1B" w:rsidP="008B4F1B">
            <w:pPr>
              <w:pStyle w:val="Body"/>
            </w:pPr>
            <w:r>
              <w:t>Environmental Beautification</w:t>
            </w:r>
          </w:p>
        </w:tc>
      </w:tr>
      <w:tr w:rsidR="008B4F1B" w14:paraId="0445510D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62A6CEA" w14:textId="77777777" w:rsidR="008B4F1B" w:rsidRDefault="008B4F1B" w:rsidP="008B4F1B">
            <w:pPr>
              <w:pStyle w:val="Body"/>
            </w:pPr>
            <w:r>
              <w:t>C60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4A11F95" w14:textId="77777777" w:rsidR="008B4F1B" w:rsidRDefault="008B4F1B" w:rsidP="008B4F1B">
            <w:pPr>
              <w:pStyle w:val="Body"/>
            </w:pPr>
            <w:r>
              <w:t>Environmental Education</w:t>
            </w:r>
          </w:p>
        </w:tc>
      </w:tr>
      <w:tr w:rsidR="008B4F1B" w14:paraId="6B34BA2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4322DB" w14:textId="77777777" w:rsidR="008B4F1B" w:rsidRDefault="008B4F1B" w:rsidP="008B4F1B">
            <w:pPr>
              <w:pStyle w:val="Body"/>
            </w:pPr>
            <w:r>
              <w:t>C99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49D222C" w14:textId="77777777" w:rsidR="008B4F1B" w:rsidRDefault="008B4F1B" w:rsidP="008B4F1B">
            <w:pPr>
              <w:pStyle w:val="Body"/>
            </w:pPr>
            <w:r>
              <w:t>Environmental N.E.C.</w:t>
            </w:r>
          </w:p>
        </w:tc>
      </w:tr>
      <w:tr w:rsidR="008B4F1B" w14:paraId="0546BE80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60D5CDD8" w14:textId="77777777" w:rsidR="008B4F1B" w:rsidRDefault="008B4F1B" w:rsidP="008B4F1B">
            <w:pPr>
              <w:pStyle w:val="Heading2"/>
            </w:pPr>
            <w:r>
              <w:t>Animal-Related</w:t>
            </w:r>
          </w:p>
        </w:tc>
      </w:tr>
      <w:tr w:rsidR="008B4F1B" w14:paraId="5096E3A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0606DE9D" w14:textId="77777777" w:rsidR="008B4F1B" w:rsidRDefault="008B4F1B" w:rsidP="008B4F1B">
            <w:pPr>
              <w:pStyle w:val="Heading3"/>
            </w:pPr>
            <w:r>
              <w:t>Code</w:t>
            </w:r>
          </w:p>
        </w:tc>
      </w:tr>
      <w:tr w:rsidR="008B4F1B" w14:paraId="03041EA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A88DD4" w14:textId="77777777" w:rsidR="008B4F1B" w:rsidRDefault="008B4F1B" w:rsidP="008B4F1B">
            <w:pPr>
              <w:pStyle w:val="Body"/>
            </w:pPr>
            <w:r>
              <w:t>D01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55EA24" w14:textId="77777777" w:rsidR="008B4F1B" w:rsidRDefault="008B4F1B" w:rsidP="008B4F1B">
            <w:pPr>
              <w:pStyle w:val="Body"/>
            </w:pPr>
            <w:r>
              <w:t>Alliance &amp; Advocacy</w:t>
            </w:r>
          </w:p>
        </w:tc>
      </w:tr>
      <w:tr w:rsidR="008B4F1B" w14:paraId="5A700287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019A425" w14:textId="77777777" w:rsidR="008B4F1B" w:rsidRDefault="008B4F1B" w:rsidP="008B4F1B">
            <w:pPr>
              <w:pStyle w:val="Body"/>
            </w:pPr>
            <w:r>
              <w:t>D02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2BAFC5C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29FEEF28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1DDC39" w14:textId="77777777" w:rsidR="008B4F1B" w:rsidRDefault="008B4F1B" w:rsidP="008B4F1B">
            <w:pPr>
              <w:pStyle w:val="Body"/>
            </w:pPr>
            <w:r>
              <w:t>D03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29645C2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047B3FDD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429968B" w14:textId="77777777" w:rsidR="008B4F1B" w:rsidRDefault="008B4F1B" w:rsidP="008B4F1B">
            <w:pPr>
              <w:pStyle w:val="Body"/>
            </w:pPr>
            <w:r>
              <w:lastRenderedPageBreak/>
              <w:t>D05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A811123" w14:textId="77777777" w:rsidR="008B4F1B" w:rsidRDefault="008B4F1B" w:rsidP="008B4F1B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3C4EB7F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74DB417" w14:textId="77777777" w:rsidR="008B4F1B" w:rsidRDefault="008B4F1B" w:rsidP="008B4F1B">
            <w:pPr>
              <w:pStyle w:val="Body"/>
            </w:pPr>
            <w:r>
              <w:t>D11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028FAD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04FD276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F44996" w14:textId="77777777" w:rsidR="008B4F1B" w:rsidRDefault="008B4F1B" w:rsidP="008B4F1B">
            <w:pPr>
              <w:pStyle w:val="Body"/>
            </w:pPr>
            <w:r>
              <w:t>D12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0B7C493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2FF4E6F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EDC5DE5" w14:textId="77777777" w:rsidR="008B4F1B" w:rsidRDefault="008B4F1B" w:rsidP="008B4F1B">
            <w:pPr>
              <w:pStyle w:val="Body"/>
            </w:pPr>
            <w:r>
              <w:t>D19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70B1A18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17EC70E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4D0F7B" w14:textId="77777777" w:rsidR="008B4F1B" w:rsidRDefault="008B4F1B" w:rsidP="008B4F1B">
            <w:pPr>
              <w:pStyle w:val="Body"/>
            </w:pPr>
            <w:r>
              <w:t>D20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457D0A7" w14:textId="77777777" w:rsidR="008B4F1B" w:rsidRDefault="008B4F1B" w:rsidP="008B4F1B">
            <w:pPr>
              <w:pStyle w:val="Body"/>
            </w:pPr>
            <w:r>
              <w:t>Animal Protection &amp; Welfare</w:t>
            </w:r>
          </w:p>
        </w:tc>
      </w:tr>
      <w:tr w:rsidR="008B4F1B" w14:paraId="69548F27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B35C40" w14:textId="77777777" w:rsidR="008B4F1B" w:rsidRDefault="008B4F1B" w:rsidP="008B4F1B">
            <w:pPr>
              <w:pStyle w:val="Body"/>
            </w:pPr>
            <w:r>
              <w:t>D30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FE6EE66" w14:textId="77777777" w:rsidR="008B4F1B" w:rsidRDefault="008B4F1B" w:rsidP="008B4F1B">
            <w:pPr>
              <w:pStyle w:val="Body"/>
            </w:pPr>
            <w:r>
              <w:t>Wildlife Preservation &amp; Protection</w:t>
            </w:r>
          </w:p>
        </w:tc>
      </w:tr>
      <w:tr w:rsidR="008B4F1B" w14:paraId="104565CB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C04ABAC" w14:textId="77777777" w:rsidR="008B4F1B" w:rsidRDefault="008B4F1B" w:rsidP="008B4F1B">
            <w:pPr>
              <w:pStyle w:val="Body"/>
            </w:pPr>
            <w:r>
              <w:t>D31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A3AE3E4" w14:textId="77777777" w:rsidR="008B4F1B" w:rsidRDefault="008B4F1B" w:rsidP="008B4F1B">
            <w:pPr>
              <w:pStyle w:val="Body"/>
            </w:pPr>
            <w:r>
              <w:t>Protection of Endangered Species</w:t>
            </w:r>
          </w:p>
        </w:tc>
      </w:tr>
      <w:tr w:rsidR="008B4F1B" w14:paraId="1F0BC2B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15EC68E" w14:textId="77777777" w:rsidR="008B4F1B" w:rsidRDefault="008B4F1B" w:rsidP="008B4F1B">
            <w:pPr>
              <w:pStyle w:val="Body"/>
            </w:pPr>
            <w:r>
              <w:t>D32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BF41D10" w14:textId="77777777" w:rsidR="008B4F1B" w:rsidRDefault="008B4F1B" w:rsidP="008B4F1B">
            <w:pPr>
              <w:pStyle w:val="Body"/>
            </w:pPr>
            <w:r>
              <w:t>Bird Sanctuaries</w:t>
            </w:r>
          </w:p>
        </w:tc>
      </w:tr>
      <w:tr w:rsidR="008B4F1B" w14:paraId="5742DED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3A6A8F" w14:textId="77777777" w:rsidR="008B4F1B" w:rsidRDefault="008B4F1B" w:rsidP="008B4F1B">
            <w:pPr>
              <w:pStyle w:val="Body"/>
            </w:pPr>
            <w:r>
              <w:t>D33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16B5A2" w14:textId="77777777" w:rsidR="008B4F1B" w:rsidRDefault="008B4F1B" w:rsidP="008B4F1B">
            <w:pPr>
              <w:pStyle w:val="Body"/>
            </w:pPr>
            <w:r>
              <w:t>Fisheries Resources</w:t>
            </w:r>
          </w:p>
        </w:tc>
      </w:tr>
      <w:tr w:rsidR="008B4F1B" w14:paraId="1E5D045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B6BD9E3" w14:textId="77777777" w:rsidR="008B4F1B" w:rsidRDefault="008B4F1B" w:rsidP="008B4F1B">
            <w:pPr>
              <w:pStyle w:val="Body"/>
            </w:pPr>
            <w:r>
              <w:t>D34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392B601" w14:textId="77777777" w:rsidR="008B4F1B" w:rsidRDefault="008B4F1B" w:rsidP="008B4F1B">
            <w:pPr>
              <w:pStyle w:val="Body"/>
            </w:pPr>
            <w:r>
              <w:t>Wildlife Sanctuaries</w:t>
            </w:r>
          </w:p>
        </w:tc>
      </w:tr>
      <w:tr w:rsidR="008B4F1B" w14:paraId="109B5CA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17CCF2D" w14:textId="77777777" w:rsidR="008B4F1B" w:rsidRDefault="008B4F1B" w:rsidP="008B4F1B">
            <w:pPr>
              <w:pStyle w:val="Body"/>
            </w:pPr>
            <w:r>
              <w:lastRenderedPageBreak/>
              <w:t>D40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C24F36C" w14:textId="77777777" w:rsidR="008B4F1B" w:rsidRDefault="008B4F1B" w:rsidP="008B4F1B">
            <w:pPr>
              <w:pStyle w:val="Body"/>
            </w:pPr>
            <w:r>
              <w:t>Veterinary Services</w:t>
            </w:r>
          </w:p>
        </w:tc>
      </w:tr>
      <w:tr w:rsidR="008B4F1B" w14:paraId="0D82460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33EA4D9" w14:textId="77777777" w:rsidR="008B4F1B" w:rsidRDefault="008B4F1B" w:rsidP="008B4F1B">
            <w:pPr>
              <w:pStyle w:val="Body"/>
            </w:pPr>
            <w:r>
              <w:t>D50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546F06D" w14:textId="77777777" w:rsidR="008B4F1B" w:rsidRDefault="008B4F1B" w:rsidP="008B4F1B">
            <w:pPr>
              <w:pStyle w:val="Body"/>
            </w:pPr>
            <w:r>
              <w:t>Zoos &amp; Aquariums</w:t>
            </w:r>
          </w:p>
        </w:tc>
      </w:tr>
      <w:tr w:rsidR="008B4F1B" w14:paraId="7F8A640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C5A933" w14:textId="77777777" w:rsidR="008B4F1B" w:rsidRDefault="008B4F1B" w:rsidP="008B4F1B">
            <w:pPr>
              <w:pStyle w:val="Body"/>
            </w:pPr>
            <w:r>
              <w:t>D60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EF8F2E1" w14:textId="77777777" w:rsidR="008B4F1B" w:rsidRDefault="008B4F1B" w:rsidP="008B4F1B">
            <w:pPr>
              <w:pStyle w:val="Body"/>
            </w:pPr>
            <w:r>
              <w:t>Animal Services N.E.C.</w:t>
            </w:r>
          </w:p>
        </w:tc>
      </w:tr>
      <w:tr w:rsidR="008B4F1B" w14:paraId="43CEE5E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B2D170B" w14:textId="77777777" w:rsidR="008B4F1B" w:rsidRDefault="008B4F1B" w:rsidP="008B4F1B">
            <w:pPr>
              <w:pStyle w:val="Body"/>
            </w:pPr>
            <w:r>
              <w:t>D61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D9F66A" w14:textId="77777777" w:rsidR="008B4F1B" w:rsidRDefault="008B4F1B" w:rsidP="008B4F1B">
            <w:pPr>
              <w:pStyle w:val="Body"/>
            </w:pPr>
            <w:r>
              <w:t>Animal Training</w:t>
            </w:r>
          </w:p>
        </w:tc>
      </w:tr>
      <w:tr w:rsidR="008B4F1B" w14:paraId="547DF97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3567487" w14:textId="77777777" w:rsidR="008B4F1B" w:rsidRDefault="008B4F1B" w:rsidP="008B4F1B">
            <w:pPr>
              <w:pStyle w:val="Body"/>
            </w:pPr>
            <w:r>
              <w:t>D99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C1664A" w14:textId="77777777" w:rsidR="008B4F1B" w:rsidRDefault="008B4F1B" w:rsidP="008B4F1B">
            <w:pPr>
              <w:pStyle w:val="Body"/>
            </w:pPr>
            <w:r>
              <w:t>Animal Related N.E.C.</w:t>
            </w:r>
          </w:p>
        </w:tc>
      </w:tr>
      <w:tr w:rsidR="008B4F1B" w14:paraId="33962CC8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7FD899EE" w14:textId="77777777" w:rsidR="008B4F1B" w:rsidRDefault="008B4F1B" w:rsidP="008B4F1B">
            <w:pPr>
              <w:pStyle w:val="Heading2"/>
            </w:pPr>
            <w:r>
              <w:t>Health Care</w:t>
            </w:r>
          </w:p>
        </w:tc>
      </w:tr>
      <w:tr w:rsidR="008B4F1B" w14:paraId="0855AEC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2340CF19" w14:textId="77777777" w:rsidR="008B4F1B" w:rsidRDefault="008B4F1B" w:rsidP="008B4F1B">
            <w:pPr>
              <w:pStyle w:val="Heading3"/>
            </w:pPr>
            <w:r>
              <w:t>Code</w:t>
            </w:r>
          </w:p>
        </w:tc>
      </w:tr>
      <w:tr w:rsidR="008B4F1B" w14:paraId="27B8B85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1EC0B6" w14:textId="77777777" w:rsidR="008B4F1B" w:rsidRDefault="008B4F1B" w:rsidP="008B4F1B">
            <w:pPr>
              <w:pStyle w:val="Body"/>
            </w:pPr>
            <w:r>
              <w:t>E01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D3FDB3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2CF7B649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4847BD4" w14:textId="77777777" w:rsidR="008B4F1B" w:rsidRDefault="008B4F1B" w:rsidP="008B4F1B">
            <w:pPr>
              <w:pStyle w:val="Body"/>
            </w:pPr>
            <w:r>
              <w:t>E02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8F63E3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7789A22D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618D88D" w14:textId="77777777" w:rsidR="008B4F1B" w:rsidRDefault="008B4F1B" w:rsidP="008B4F1B">
            <w:pPr>
              <w:pStyle w:val="Body"/>
            </w:pPr>
            <w:r>
              <w:lastRenderedPageBreak/>
              <w:t>E03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2385E61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37DD30A5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61F8AC3" w14:textId="77777777" w:rsidR="008B4F1B" w:rsidRDefault="008B4F1B" w:rsidP="008B4F1B">
            <w:pPr>
              <w:pStyle w:val="Body"/>
            </w:pPr>
            <w:r>
              <w:t>E05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31B42C4" w14:textId="77777777" w:rsidR="008B4F1B" w:rsidRDefault="008B4F1B" w:rsidP="008B4F1B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69E6CC5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BA002CF" w14:textId="77777777" w:rsidR="008B4F1B" w:rsidRDefault="008B4F1B" w:rsidP="008B4F1B">
            <w:pPr>
              <w:pStyle w:val="Body"/>
            </w:pPr>
            <w:r>
              <w:t>E11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988303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4004EF6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6397BDF" w14:textId="77777777" w:rsidR="008B4F1B" w:rsidRDefault="008B4F1B" w:rsidP="008B4F1B">
            <w:pPr>
              <w:pStyle w:val="Body"/>
            </w:pPr>
            <w:r>
              <w:t>E12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651ED2E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2AF4A3B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6024D9" w14:textId="77777777" w:rsidR="008B4F1B" w:rsidRDefault="008B4F1B" w:rsidP="008B4F1B">
            <w:pPr>
              <w:pStyle w:val="Body"/>
            </w:pPr>
            <w:r>
              <w:t>E19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B724CAF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5FDC990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639DB5C" w14:textId="77777777" w:rsidR="008B4F1B" w:rsidRDefault="008B4F1B" w:rsidP="008B4F1B">
            <w:pPr>
              <w:pStyle w:val="Body"/>
            </w:pPr>
            <w:r>
              <w:t>E20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A10227" w14:textId="77777777" w:rsidR="008B4F1B" w:rsidRDefault="008B4F1B" w:rsidP="008B4F1B">
            <w:pPr>
              <w:pStyle w:val="Body"/>
            </w:pPr>
            <w:r>
              <w:t>Hospitals</w:t>
            </w:r>
          </w:p>
        </w:tc>
      </w:tr>
      <w:tr w:rsidR="008B4F1B" w14:paraId="45AB318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E7ECAD" w14:textId="77777777" w:rsidR="008B4F1B" w:rsidRDefault="008B4F1B" w:rsidP="008B4F1B">
            <w:pPr>
              <w:pStyle w:val="Body"/>
            </w:pPr>
            <w:r>
              <w:t>E21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86F6CBB" w14:textId="77777777" w:rsidR="008B4F1B" w:rsidRDefault="008B4F1B" w:rsidP="008B4F1B">
            <w:pPr>
              <w:pStyle w:val="Body"/>
            </w:pPr>
            <w:r>
              <w:t>Community Health Systems</w:t>
            </w:r>
          </w:p>
        </w:tc>
      </w:tr>
      <w:tr w:rsidR="008B4F1B" w14:paraId="48DC514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96E719" w14:textId="77777777" w:rsidR="008B4F1B" w:rsidRDefault="008B4F1B" w:rsidP="008B4F1B">
            <w:pPr>
              <w:pStyle w:val="Body"/>
            </w:pPr>
            <w:r>
              <w:t>E22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F2C7DA0" w14:textId="77777777" w:rsidR="008B4F1B" w:rsidRDefault="008B4F1B" w:rsidP="008B4F1B">
            <w:pPr>
              <w:pStyle w:val="Body"/>
            </w:pPr>
            <w:r>
              <w:t>General Hospitals</w:t>
            </w:r>
          </w:p>
        </w:tc>
      </w:tr>
      <w:tr w:rsidR="008B4F1B" w14:paraId="23794B6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269E5B" w14:textId="77777777" w:rsidR="008B4F1B" w:rsidRDefault="008B4F1B" w:rsidP="008B4F1B">
            <w:pPr>
              <w:pStyle w:val="Body"/>
            </w:pPr>
            <w:r>
              <w:t>E24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95DE2E" w14:textId="77777777" w:rsidR="008B4F1B" w:rsidRDefault="008B4F1B" w:rsidP="008B4F1B">
            <w:pPr>
              <w:pStyle w:val="Body"/>
            </w:pPr>
            <w:r>
              <w:t>Specialty Hospitals</w:t>
            </w:r>
          </w:p>
        </w:tc>
      </w:tr>
      <w:tr w:rsidR="008B4F1B" w14:paraId="0628164E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F4D7258" w14:textId="77777777" w:rsidR="008B4F1B" w:rsidRDefault="008B4F1B" w:rsidP="008B4F1B">
            <w:pPr>
              <w:pStyle w:val="Body"/>
            </w:pPr>
            <w:r>
              <w:t>E30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289D51" w14:textId="77777777" w:rsidR="008B4F1B" w:rsidRDefault="008B4F1B" w:rsidP="008B4F1B">
            <w:pPr>
              <w:pStyle w:val="Body"/>
            </w:pPr>
            <w:r>
              <w:t>Ambulatory &amp; Primary Health Care</w:t>
            </w:r>
          </w:p>
        </w:tc>
      </w:tr>
      <w:tr w:rsidR="008B4F1B" w14:paraId="55B1865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EC54B3" w14:textId="77777777" w:rsidR="008B4F1B" w:rsidRDefault="008B4F1B" w:rsidP="008B4F1B">
            <w:pPr>
              <w:pStyle w:val="Body"/>
            </w:pPr>
            <w:r>
              <w:lastRenderedPageBreak/>
              <w:t>E31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77A30DD" w14:textId="77777777" w:rsidR="008B4F1B" w:rsidRDefault="008B4F1B" w:rsidP="008B4F1B">
            <w:pPr>
              <w:pStyle w:val="Body"/>
            </w:pPr>
            <w:r>
              <w:t>Group Health Practices</w:t>
            </w:r>
          </w:p>
        </w:tc>
      </w:tr>
      <w:tr w:rsidR="008B4F1B" w14:paraId="1F7F85F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7AD12E" w14:textId="77777777" w:rsidR="008B4F1B" w:rsidRDefault="008B4F1B" w:rsidP="008B4F1B">
            <w:pPr>
              <w:pStyle w:val="Body"/>
            </w:pPr>
            <w:r>
              <w:t>E32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B79FF1" w14:textId="77777777" w:rsidR="008B4F1B" w:rsidRDefault="008B4F1B" w:rsidP="008B4F1B">
            <w:pPr>
              <w:pStyle w:val="Body"/>
            </w:pPr>
            <w:r>
              <w:t>Community Clinics</w:t>
            </w:r>
          </w:p>
        </w:tc>
      </w:tr>
      <w:tr w:rsidR="008B4F1B" w14:paraId="0AC3EDE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A423A87" w14:textId="77777777" w:rsidR="008B4F1B" w:rsidRDefault="008B4F1B" w:rsidP="008B4F1B">
            <w:pPr>
              <w:pStyle w:val="Body"/>
            </w:pPr>
            <w:r>
              <w:t>E40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CC396D" w14:textId="77777777" w:rsidR="008B4F1B" w:rsidRDefault="008B4F1B" w:rsidP="008B4F1B">
            <w:pPr>
              <w:pStyle w:val="Body"/>
            </w:pPr>
            <w:r>
              <w:t>Reproductive Health Care</w:t>
            </w:r>
          </w:p>
        </w:tc>
      </w:tr>
      <w:tr w:rsidR="008B4F1B" w14:paraId="3E57AB5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9899E11" w14:textId="77777777" w:rsidR="008B4F1B" w:rsidRDefault="008B4F1B" w:rsidP="008B4F1B">
            <w:pPr>
              <w:pStyle w:val="Body"/>
            </w:pPr>
            <w:r>
              <w:t>E42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F81B709" w14:textId="77777777" w:rsidR="008B4F1B" w:rsidRDefault="008B4F1B" w:rsidP="008B4F1B">
            <w:pPr>
              <w:pStyle w:val="Body"/>
            </w:pPr>
            <w:r>
              <w:t>Family Planning</w:t>
            </w:r>
          </w:p>
        </w:tc>
      </w:tr>
      <w:tr w:rsidR="008B4F1B" w14:paraId="64F5EAA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454DEA1" w14:textId="77777777" w:rsidR="008B4F1B" w:rsidRDefault="008B4F1B" w:rsidP="008B4F1B">
            <w:pPr>
              <w:pStyle w:val="Body"/>
            </w:pPr>
            <w:r>
              <w:t>E50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ED9EE8" w14:textId="77777777" w:rsidR="008B4F1B" w:rsidRDefault="008B4F1B" w:rsidP="008B4F1B">
            <w:pPr>
              <w:pStyle w:val="Body"/>
            </w:pPr>
            <w:r>
              <w:t>Rehabilitative Care</w:t>
            </w:r>
          </w:p>
        </w:tc>
      </w:tr>
      <w:tr w:rsidR="008B4F1B" w14:paraId="7A66034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93796E7" w14:textId="77777777" w:rsidR="008B4F1B" w:rsidRDefault="008B4F1B" w:rsidP="008B4F1B">
            <w:pPr>
              <w:pStyle w:val="Body"/>
            </w:pPr>
            <w:r>
              <w:t>E60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A50963" w14:textId="77777777" w:rsidR="008B4F1B" w:rsidRDefault="008B4F1B" w:rsidP="008B4F1B">
            <w:pPr>
              <w:pStyle w:val="Body"/>
            </w:pPr>
            <w:r>
              <w:t>Health Support</w:t>
            </w:r>
          </w:p>
        </w:tc>
      </w:tr>
      <w:tr w:rsidR="008B4F1B" w14:paraId="4BC14AA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6981B8C" w14:textId="77777777" w:rsidR="008B4F1B" w:rsidRDefault="008B4F1B" w:rsidP="008B4F1B">
            <w:pPr>
              <w:pStyle w:val="Body"/>
            </w:pPr>
            <w:r>
              <w:t>E61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65AD98" w14:textId="77777777" w:rsidR="008B4F1B" w:rsidRDefault="008B4F1B" w:rsidP="008B4F1B">
            <w:pPr>
              <w:pStyle w:val="Body"/>
            </w:pPr>
            <w:r>
              <w:t>Blood Banks</w:t>
            </w:r>
          </w:p>
        </w:tc>
      </w:tr>
      <w:tr w:rsidR="008B4F1B" w14:paraId="1EFB058B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158D4FC" w14:textId="77777777" w:rsidR="008B4F1B" w:rsidRDefault="008B4F1B" w:rsidP="008B4F1B">
            <w:pPr>
              <w:pStyle w:val="Body"/>
            </w:pPr>
            <w:r>
              <w:t>E62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7EFA0DC" w14:textId="77777777" w:rsidR="008B4F1B" w:rsidRDefault="008B4F1B" w:rsidP="008B4F1B">
            <w:pPr>
              <w:pStyle w:val="Body"/>
            </w:pPr>
            <w:r>
              <w:t>Emergency Medical Services &amp; Transport</w:t>
            </w:r>
          </w:p>
        </w:tc>
      </w:tr>
      <w:tr w:rsidR="008B4F1B" w14:paraId="552B680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E5728DE" w14:textId="77777777" w:rsidR="008B4F1B" w:rsidRDefault="008B4F1B" w:rsidP="008B4F1B">
            <w:pPr>
              <w:pStyle w:val="Body"/>
            </w:pPr>
            <w:r>
              <w:t>E65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0C79EFF" w14:textId="77777777" w:rsidR="008B4F1B" w:rsidRDefault="008B4F1B" w:rsidP="008B4F1B">
            <w:pPr>
              <w:pStyle w:val="Body"/>
            </w:pPr>
            <w:r>
              <w:t>Organ &amp; Tissue Banks</w:t>
            </w:r>
          </w:p>
        </w:tc>
      </w:tr>
      <w:tr w:rsidR="008B4F1B" w14:paraId="569B64D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D4230F3" w14:textId="77777777" w:rsidR="008B4F1B" w:rsidRDefault="008B4F1B" w:rsidP="008B4F1B">
            <w:pPr>
              <w:pStyle w:val="Body"/>
            </w:pPr>
            <w:r>
              <w:t>E6A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F5CCFC3" w14:textId="77777777" w:rsidR="008B4F1B" w:rsidRDefault="008B4F1B" w:rsidP="008B4F1B">
            <w:pPr>
              <w:pStyle w:val="Body"/>
            </w:pPr>
            <w:r>
              <w:t>Pharmacies &amp; Drugstores</w:t>
            </w:r>
          </w:p>
        </w:tc>
      </w:tr>
      <w:tr w:rsidR="008B4F1B" w14:paraId="3658463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78C029" w14:textId="77777777" w:rsidR="008B4F1B" w:rsidRDefault="008B4F1B" w:rsidP="008B4F1B">
            <w:pPr>
              <w:pStyle w:val="Body"/>
            </w:pPr>
            <w:r>
              <w:lastRenderedPageBreak/>
              <w:t>E70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D70AAE2" w14:textId="77777777" w:rsidR="008B4F1B" w:rsidRDefault="008B4F1B" w:rsidP="008B4F1B">
            <w:pPr>
              <w:pStyle w:val="Body"/>
            </w:pPr>
            <w:r>
              <w:t>Public Health</w:t>
            </w:r>
          </w:p>
        </w:tc>
      </w:tr>
      <w:tr w:rsidR="008B4F1B" w14:paraId="6F1EB97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38B7D74" w14:textId="77777777" w:rsidR="008B4F1B" w:rsidRDefault="008B4F1B" w:rsidP="008B4F1B">
            <w:pPr>
              <w:pStyle w:val="Body"/>
            </w:pPr>
            <w:r>
              <w:t>E80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58CF8A" w14:textId="77777777" w:rsidR="008B4F1B" w:rsidRDefault="008B4F1B" w:rsidP="008B4F1B">
            <w:pPr>
              <w:pStyle w:val="Body"/>
            </w:pPr>
            <w:r>
              <w:t>Health (General &amp; Financing)</w:t>
            </w:r>
          </w:p>
        </w:tc>
      </w:tr>
      <w:tr w:rsidR="008B4F1B" w14:paraId="0923E62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BE36B8" w14:textId="77777777" w:rsidR="008B4F1B" w:rsidRDefault="008B4F1B" w:rsidP="008B4F1B">
            <w:pPr>
              <w:pStyle w:val="Body"/>
            </w:pPr>
            <w:r>
              <w:t>E86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45E9B8" w14:textId="77777777" w:rsidR="008B4F1B" w:rsidRDefault="008B4F1B" w:rsidP="008B4F1B">
            <w:pPr>
              <w:pStyle w:val="Body"/>
            </w:pPr>
            <w:r>
              <w:t>Patient &amp; Family Support</w:t>
            </w:r>
          </w:p>
        </w:tc>
      </w:tr>
      <w:tr w:rsidR="008B4F1B" w14:paraId="7CBD463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1412362" w14:textId="77777777" w:rsidR="008B4F1B" w:rsidRDefault="008B4F1B" w:rsidP="008B4F1B">
            <w:pPr>
              <w:pStyle w:val="Body"/>
            </w:pPr>
            <w:r>
              <w:t>E90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F74FCC" w14:textId="77777777" w:rsidR="008B4F1B" w:rsidRDefault="008B4F1B" w:rsidP="008B4F1B">
            <w:pPr>
              <w:pStyle w:val="Body"/>
            </w:pPr>
            <w:r>
              <w:t>Nursing</w:t>
            </w:r>
          </w:p>
        </w:tc>
      </w:tr>
      <w:tr w:rsidR="008B4F1B" w14:paraId="1AD3225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43B5E43" w14:textId="77777777" w:rsidR="008B4F1B" w:rsidRDefault="008B4F1B" w:rsidP="008B4F1B">
            <w:pPr>
              <w:pStyle w:val="Body"/>
            </w:pPr>
            <w:r>
              <w:t>E91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9BDF51" w14:textId="77777777" w:rsidR="008B4F1B" w:rsidRDefault="008B4F1B" w:rsidP="008B4F1B">
            <w:pPr>
              <w:pStyle w:val="Body"/>
            </w:pPr>
            <w:r>
              <w:t>Nursing Facilities</w:t>
            </w:r>
          </w:p>
        </w:tc>
      </w:tr>
      <w:tr w:rsidR="008B4F1B" w14:paraId="55BCBCF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0D9E7AF" w14:textId="77777777" w:rsidR="008B4F1B" w:rsidRDefault="008B4F1B" w:rsidP="008B4F1B">
            <w:pPr>
              <w:pStyle w:val="Body"/>
            </w:pPr>
            <w:r>
              <w:t>E92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99EA42" w14:textId="77777777" w:rsidR="008B4F1B" w:rsidRDefault="008B4F1B" w:rsidP="008B4F1B">
            <w:pPr>
              <w:pStyle w:val="Body"/>
            </w:pPr>
            <w:r>
              <w:t>Home Health Care</w:t>
            </w:r>
          </w:p>
        </w:tc>
      </w:tr>
      <w:tr w:rsidR="008B4F1B" w14:paraId="60A75AF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4AA4B83" w14:textId="77777777" w:rsidR="008B4F1B" w:rsidRDefault="008B4F1B" w:rsidP="008B4F1B">
            <w:pPr>
              <w:pStyle w:val="Body"/>
            </w:pPr>
            <w:r>
              <w:t>E99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1FBD20" w14:textId="77777777" w:rsidR="008B4F1B" w:rsidRDefault="008B4F1B" w:rsidP="008B4F1B">
            <w:pPr>
              <w:pStyle w:val="Body"/>
            </w:pPr>
            <w:r>
              <w:t>Health Care N.E.C.</w:t>
            </w:r>
          </w:p>
        </w:tc>
      </w:tr>
      <w:tr w:rsidR="008B4F1B" w14:paraId="0BD7170D" w14:textId="77777777" w:rsidTr="008B4F1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0F5A074F" w14:textId="77777777" w:rsidR="008B4F1B" w:rsidRDefault="008B4F1B" w:rsidP="008B4F1B">
            <w:pPr>
              <w:pStyle w:val="Heading2"/>
            </w:pPr>
            <w:r>
              <w:t>Mental Health &amp; Crisis Intervention</w:t>
            </w:r>
          </w:p>
        </w:tc>
      </w:tr>
      <w:tr w:rsidR="008B4F1B" w14:paraId="5EC9BD7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559C0DC9" w14:textId="77777777" w:rsidR="008B4F1B" w:rsidRDefault="008B4F1B" w:rsidP="008B4F1B">
            <w:pPr>
              <w:pStyle w:val="Heading3"/>
            </w:pPr>
            <w:r>
              <w:t>Code</w:t>
            </w:r>
          </w:p>
        </w:tc>
      </w:tr>
      <w:tr w:rsidR="008B4F1B" w14:paraId="2A9A245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C76A28B" w14:textId="77777777" w:rsidR="008B4F1B" w:rsidRDefault="008B4F1B" w:rsidP="008B4F1B">
            <w:pPr>
              <w:pStyle w:val="Body"/>
            </w:pPr>
            <w:r>
              <w:t>F01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E46BBA9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792AE8B5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6706D93" w14:textId="77777777" w:rsidR="008B4F1B" w:rsidRDefault="008B4F1B" w:rsidP="008B4F1B">
            <w:pPr>
              <w:pStyle w:val="Body"/>
            </w:pPr>
            <w:r>
              <w:lastRenderedPageBreak/>
              <w:t>F02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228900B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42C23DEA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E2E6B79" w14:textId="77777777" w:rsidR="008B4F1B" w:rsidRDefault="008B4F1B" w:rsidP="008B4F1B">
            <w:pPr>
              <w:pStyle w:val="Body"/>
            </w:pPr>
            <w:r>
              <w:t>F03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DE0DBF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7B84665C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0CE1892" w14:textId="77777777" w:rsidR="008B4F1B" w:rsidRDefault="008B4F1B" w:rsidP="008B4F1B">
            <w:pPr>
              <w:pStyle w:val="Body"/>
            </w:pPr>
            <w:r>
              <w:t>F05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D91555B" w14:textId="77777777" w:rsidR="008B4F1B" w:rsidRDefault="008B4F1B" w:rsidP="008B4F1B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4A6307E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57E39D" w14:textId="77777777" w:rsidR="008B4F1B" w:rsidRDefault="008B4F1B" w:rsidP="008B4F1B">
            <w:pPr>
              <w:pStyle w:val="Body"/>
            </w:pPr>
            <w:r>
              <w:t>F11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3C3D22E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3352BC8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431FC0F" w14:textId="77777777" w:rsidR="008B4F1B" w:rsidRDefault="008B4F1B" w:rsidP="008B4F1B">
            <w:pPr>
              <w:pStyle w:val="Body"/>
            </w:pPr>
            <w:r>
              <w:t>F12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9FA391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5FF7ACA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17727E" w14:textId="77777777" w:rsidR="008B4F1B" w:rsidRDefault="008B4F1B" w:rsidP="008B4F1B">
            <w:pPr>
              <w:pStyle w:val="Body"/>
            </w:pPr>
            <w:r>
              <w:t>F19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901163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37A2093F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BA64FAA" w14:textId="77777777" w:rsidR="008B4F1B" w:rsidRDefault="008B4F1B" w:rsidP="008B4F1B">
            <w:pPr>
              <w:pStyle w:val="Body"/>
            </w:pPr>
            <w:r>
              <w:t>F20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64B08EB" w14:textId="77777777" w:rsidR="008B4F1B" w:rsidRDefault="008B4F1B" w:rsidP="008B4F1B">
            <w:pPr>
              <w:pStyle w:val="Body"/>
            </w:pPr>
            <w:r>
              <w:t>Substance Abuse Dependency, Prevention &amp; Treatment</w:t>
            </w:r>
          </w:p>
        </w:tc>
      </w:tr>
      <w:tr w:rsidR="008B4F1B" w14:paraId="169CBEF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4982B0" w14:textId="77777777" w:rsidR="008B4F1B" w:rsidRDefault="008B4F1B" w:rsidP="008B4F1B">
            <w:pPr>
              <w:pStyle w:val="Body"/>
            </w:pPr>
            <w:r>
              <w:t>F21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277ABF" w14:textId="77777777" w:rsidR="008B4F1B" w:rsidRDefault="008B4F1B" w:rsidP="008B4F1B">
            <w:pPr>
              <w:pStyle w:val="Body"/>
            </w:pPr>
            <w:r>
              <w:t>Substance Abuse Prevention</w:t>
            </w:r>
          </w:p>
        </w:tc>
      </w:tr>
      <w:tr w:rsidR="008B4F1B" w14:paraId="61ED227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55D6F4" w14:textId="77777777" w:rsidR="008B4F1B" w:rsidRDefault="008B4F1B" w:rsidP="008B4F1B">
            <w:pPr>
              <w:pStyle w:val="Body"/>
            </w:pPr>
            <w:r>
              <w:t>F22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6241957" w14:textId="77777777" w:rsidR="008B4F1B" w:rsidRDefault="008B4F1B" w:rsidP="008B4F1B">
            <w:pPr>
              <w:pStyle w:val="Body"/>
            </w:pPr>
            <w:r>
              <w:t>Substance Abuse Treatment</w:t>
            </w:r>
          </w:p>
        </w:tc>
      </w:tr>
      <w:tr w:rsidR="008B4F1B" w14:paraId="3A18E79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509688" w14:textId="77777777" w:rsidR="008B4F1B" w:rsidRDefault="008B4F1B" w:rsidP="008B4F1B">
            <w:pPr>
              <w:pStyle w:val="Body"/>
            </w:pPr>
            <w:r>
              <w:lastRenderedPageBreak/>
              <w:t>F30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ABD50B" w14:textId="77777777" w:rsidR="008B4F1B" w:rsidRDefault="008B4F1B" w:rsidP="008B4F1B">
            <w:pPr>
              <w:pStyle w:val="Body"/>
            </w:pPr>
            <w:r>
              <w:t>Mental Health Treatment</w:t>
            </w:r>
          </w:p>
        </w:tc>
      </w:tr>
      <w:tr w:rsidR="008B4F1B" w14:paraId="57CD6BE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878F7D9" w14:textId="77777777" w:rsidR="008B4F1B" w:rsidRDefault="008B4F1B" w:rsidP="008B4F1B">
            <w:pPr>
              <w:pStyle w:val="Body"/>
            </w:pPr>
            <w:r>
              <w:t>F31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3C92CEE" w14:textId="77777777" w:rsidR="008B4F1B" w:rsidRDefault="008B4F1B" w:rsidP="008B4F1B">
            <w:pPr>
              <w:pStyle w:val="Body"/>
            </w:pPr>
            <w:r>
              <w:t>Psychiatric Hospitals</w:t>
            </w:r>
          </w:p>
        </w:tc>
      </w:tr>
      <w:tr w:rsidR="008B4F1B" w14:paraId="73CEAE06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EB1FED1" w14:textId="77777777" w:rsidR="008B4F1B" w:rsidRDefault="008B4F1B" w:rsidP="008B4F1B">
            <w:pPr>
              <w:pStyle w:val="Body"/>
            </w:pPr>
            <w:r>
              <w:t>F32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D89A013" w14:textId="77777777" w:rsidR="008B4F1B" w:rsidRDefault="008B4F1B" w:rsidP="008B4F1B">
            <w:pPr>
              <w:pStyle w:val="Body"/>
            </w:pPr>
            <w:r>
              <w:t>Community Mental Health Centers</w:t>
            </w:r>
          </w:p>
        </w:tc>
      </w:tr>
      <w:tr w:rsidR="008B4F1B" w14:paraId="786445F4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F71410" w14:textId="77777777" w:rsidR="008B4F1B" w:rsidRDefault="008B4F1B" w:rsidP="008B4F1B">
            <w:pPr>
              <w:pStyle w:val="Body"/>
            </w:pPr>
            <w:r>
              <w:t>F33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3C99BA1" w14:textId="77777777" w:rsidR="008B4F1B" w:rsidRDefault="008B4F1B" w:rsidP="008B4F1B">
            <w:pPr>
              <w:pStyle w:val="Body"/>
            </w:pPr>
            <w:r>
              <w:t>Residential Mental Health Treatment</w:t>
            </w:r>
          </w:p>
        </w:tc>
      </w:tr>
      <w:tr w:rsidR="008B4F1B" w14:paraId="554110F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DC9302" w14:textId="77777777" w:rsidR="008B4F1B" w:rsidRDefault="008B4F1B" w:rsidP="008B4F1B">
            <w:pPr>
              <w:pStyle w:val="Body"/>
            </w:pPr>
            <w:r>
              <w:t>F40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E0086D2" w14:textId="77777777" w:rsidR="008B4F1B" w:rsidRDefault="008B4F1B" w:rsidP="008B4F1B">
            <w:pPr>
              <w:pStyle w:val="Body"/>
            </w:pPr>
            <w:r>
              <w:t>Hot Line &amp; Crisis Intervention</w:t>
            </w:r>
          </w:p>
        </w:tc>
      </w:tr>
      <w:tr w:rsidR="008B4F1B" w14:paraId="55D181D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C358690" w14:textId="77777777" w:rsidR="008B4F1B" w:rsidRDefault="008B4F1B" w:rsidP="008B4F1B">
            <w:pPr>
              <w:pStyle w:val="Body"/>
            </w:pPr>
            <w:r>
              <w:t>F42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C78152E" w14:textId="77777777" w:rsidR="008B4F1B" w:rsidRDefault="008B4F1B" w:rsidP="008B4F1B">
            <w:pPr>
              <w:pStyle w:val="Body"/>
            </w:pPr>
            <w:r>
              <w:t>Sexual Assault Services</w:t>
            </w:r>
          </w:p>
        </w:tc>
      </w:tr>
      <w:tr w:rsidR="008B4F1B" w14:paraId="47EF281D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6FFABD" w14:textId="77777777" w:rsidR="008B4F1B" w:rsidRDefault="008B4F1B" w:rsidP="008B4F1B">
            <w:pPr>
              <w:pStyle w:val="Body"/>
            </w:pPr>
            <w:r>
              <w:t>F50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FF2FD61" w14:textId="77777777" w:rsidR="008B4F1B" w:rsidRDefault="008B4F1B" w:rsidP="008B4F1B">
            <w:pPr>
              <w:pStyle w:val="Body"/>
            </w:pPr>
            <w:r>
              <w:t>Addictive Disorders N.E.C.</w:t>
            </w:r>
          </w:p>
        </w:tc>
      </w:tr>
      <w:tr w:rsidR="008B4F1B" w14:paraId="26AEF6A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CE2AB04" w14:textId="77777777" w:rsidR="008B4F1B" w:rsidRDefault="008B4F1B" w:rsidP="008B4F1B">
            <w:pPr>
              <w:pStyle w:val="Body"/>
            </w:pPr>
            <w:r>
              <w:t>F52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EC7810F" w14:textId="77777777" w:rsidR="008B4F1B" w:rsidRDefault="008B4F1B" w:rsidP="008B4F1B">
            <w:pPr>
              <w:pStyle w:val="Body"/>
            </w:pPr>
            <w:r>
              <w:t>Smoking Addiction</w:t>
            </w:r>
          </w:p>
        </w:tc>
      </w:tr>
      <w:tr w:rsidR="008B4F1B" w14:paraId="4F7D6C0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39A5E9" w14:textId="77777777" w:rsidR="008B4F1B" w:rsidRDefault="008B4F1B" w:rsidP="008B4F1B">
            <w:pPr>
              <w:pStyle w:val="Body"/>
            </w:pPr>
            <w:r>
              <w:t>F53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B9EA06E" w14:textId="77777777" w:rsidR="008B4F1B" w:rsidRDefault="008B4F1B" w:rsidP="008B4F1B">
            <w:pPr>
              <w:pStyle w:val="Body"/>
            </w:pPr>
            <w:r>
              <w:t>Eating Disorders &amp; Addictions</w:t>
            </w:r>
          </w:p>
        </w:tc>
      </w:tr>
      <w:tr w:rsidR="008B4F1B" w14:paraId="6EDEF63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9A75BF6" w14:textId="77777777" w:rsidR="008B4F1B" w:rsidRDefault="008B4F1B" w:rsidP="008B4F1B">
            <w:pPr>
              <w:pStyle w:val="Body"/>
            </w:pPr>
            <w:r>
              <w:t>F54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7F9E0B" w14:textId="77777777" w:rsidR="008B4F1B" w:rsidRDefault="008B4F1B" w:rsidP="008B4F1B">
            <w:pPr>
              <w:pStyle w:val="Body"/>
            </w:pPr>
            <w:r>
              <w:t>Gambling Addiction</w:t>
            </w:r>
          </w:p>
        </w:tc>
      </w:tr>
      <w:tr w:rsidR="008B4F1B" w14:paraId="6DC4652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A999817" w14:textId="77777777" w:rsidR="008B4F1B" w:rsidRDefault="008B4F1B" w:rsidP="008B4F1B">
            <w:pPr>
              <w:pStyle w:val="Body"/>
            </w:pPr>
            <w:r>
              <w:lastRenderedPageBreak/>
              <w:t>F60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6C9606" w14:textId="77777777" w:rsidR="008B4F1B" w:rsidRDefault="008B4F1B" w:rsidP="008B4F1B">
            <w:pPr>
              <w:pStyle w:val="Body"/>
            </w:pPr>
            <w:r>
              <w:t>Counseling</w:t>
            </w:r>
          </w:p>
        </w:tc>
      </w:tr>
      <w:tr w:rsidR="008B4F1B" w14:paraId="4D7A2D4D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68940F" w14:textId="77777777" w:rsidR="008B4F1B" w:rsidRDefault="008B4F1B" w:rsidP="008B4F1B">
            <w:pPr>
              <w:pStyle w:val="Body"/>
            </w:pPr>
            <w:r>
              <w:t>F70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104BAAC" w14:textId="77777777" w:rsidR="008B4F1B" w:rsidRDefault="008B4F1B" w:rsidP="008B4F1B">
            <w:pPr>
              <w:pStyle w:val="Body"/>
            </w:pPr>
            <w:r>
              <w:t>Mental Health Disorders</w:t>
            </w:r>
          </w:p>
        </w:tc>
      </w:tr>
      <w:tr w:rsidR="008B4F1B" w14:paraId="525111A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328D47D" w14:textId="77777777" w:rsidR="008B4F1B" w:rsidRDefault="008B4F1B" w:rsidP="008B4F1B">
            <w:pPr>
              <w:pStyle w:val="Body"/>
            </w:pPr>
            <w:r>
              <w:t>F80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6CA05E" w14:textId="77777777" w:rsidR="008B4F1B" w:rsidRDefault="008B4F1B" w:rsidP="008B4F1B">
            <w:pPr>
              <w:pStyle w:val="Body"/>
            </w:pPr>
            <w:r>
              <w:t>Mental Health Associations</w:t>
            </w:r>
          </w:p>
        </w:tc>
      </w:tr>
      <w:tr w:rsidR="008B4F1B" w14:paraId="18561801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1E6BBE" w14:textId="77777777" w:rsidR="008B4F1B" w:rsidRDefault="008B4F1B" w:rsidP="008B4F1B">
            <w:pPr>
              <w:pStyle w:val="Body"/>
            </w:pPr>
            <w:r>
              <w:t>F99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17FD1D" w14:textId="77777777" w:rsidR="008B4F1B" w:rsidRDefault="008B4F1B" w:rsidP="008B4F1B">
            <w:pPr>
              <w:pStyle w:val="Body"/>
            </w:pPr>
            <w:r>
              <w:t>Mental Health &amp; Crisis Intervention N.E.C.</w:t>
            </w:r>
          </w:p>
        </w:tc>
      </w:tr>
      <w:tr w:rsidR="008B4F1B" w14:paraId="6DE54E2B" w14:textId="77777777" w:rsidTr="008B4F1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39E3A95E" w14:textId="44139EA7" w:rsidR="008B4F1B" w:rsidRDefault="008B4F1B" w:rsidP="008B4F1B">
            <w:pPr>
              <w:pStyle w:val="Heading2"/>
            </w:pPr>
            <w:r>
              <w:t>Volu</w:t>
            </w:r>
            <w:r>
              <w:t>n</w:t>
            </w:r>
            <w:r>
              <w:t>tary Health Associations &amp; Medical Disciplines</w:t>
            </w:r>
          </w:p>
        </w:tc>
      </w:tr>
      <w:tr w:rsidR="008B4F1B" w14:paraId="155E6C8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10F4AB5B" w14:textId="77777777" w:rsidR="008B4F1B" w:rsidRDefault="008B4F1B" w:rsidP="008B4F1B">
            <w:pPr>
              <w:pStyle w:val="Heading3"/>
            </w:pPr>
            <w:r>
              <w:t>Code</w:t>
            </w:r>
          </w:p>
        </w:tc>
      </w:tr>
      <w:tr w:rsidR="008B4F1B" w14:paraId="4CFDF6F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276E9F5" w14:textId="77777777" w:rsidR="008B4F1B" w:rsidRDefault="008B4F1B" w:rsidP="008B4F1B">
            <w:pPr>
              <w:pStyle w:val="Body"/>
            </w:pPr>
            <w:r>
              <w:t>G01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FA5791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0BFEC018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F76E44" w14:textId="77777777" w:rsidR="008B4F1B" w:rsidRDefault="008B4F1B" w:rsidP="008B4F1B">
            <w:pPr>
              <w:pStyle w:val="Body"/>
            </w:pPr>
            <w:r>
              <w:t>G02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04E0410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18A23786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1C09DF" w14:textId="77777777" w:rsidR="008B4F1B" w:rsidRDefault="008B4F1B" w:rsidP="008B4F1B">
            <w:pPr>
              <w:pStyle w:val="Body"/>
            </w:pPr>
            <w:r>
              <w:lastRenderedPageBreak/>
              <w:t>G03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B38FD9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02E1DD33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238D24B" w14:textId="77777777" w:rsidR="008B4F1B" w:rsidRDefault="008B4F1B" w:rsidP="008B4F1B">
            <w:pPr>
              <w:pStyle w:val="Body"/>
            </w:pPr>
            <w:r>
              <w:t>G05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E84D13" w14:textId="77777777" w:rsidR="008B4F1B" w:rsidRDefault="008B4F1B" w:rsidP="008B4F1B">
            <w:pPr>
              <w:pStyle w:val="Body"/>
            </w:pPr>
            <w:r>
              <w:t>Research Institute &amp; Public Policy Analysis</w:t>
            </w:r>
          </w:p>
        </w:tc>
      </w:tr>
      <w:tr w:rsidR="008B4F1B" w14:paraId="17614D0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EF946B" w14:textId="77777777" w:rsidR="008B4F1B" w:rsidRDefault="008B4F1B" w:rsidP="008B4F1B">
            <w:pPr>
              <w:pStyle w:val="Body"/>
            </w:pPr>
            <w:r>
              <w:t>G11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B1D8AC3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7F8704E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AD4FEDB" w14:textId="77777777" w:rsidR="008B4F1B" w:rsidRDefault="008B4F1B" w:rsidP="008B4F1B">
            <w:pPr>
              <w:pStyle w:val="Body"/>
            </w:pPr>
            <w:r>
              <w:t>G12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41CDF5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36DC7F8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D3BDAC" w14:textId="77777777" w:rsidR="008B4F1B" w:rsidRDefault="008B4F1B" w:rsidP="008B4F1B">
            <w:pPr>
              <w:pStyle w:val="Body"/>
            </w:pPr>
            <w:r>
              <w:t>G19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2072AF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5D2D445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414998F" w14:textId="77777777" w:rsidR="008B4F1B" w:rsidRDefault="008B4F1B" w:rsidP="008B4F1B">
            <w:pPr>
              <w:pStyle w:val="Body"/>
            </w:pPr>
            <w:r>
              <w:t>G20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553DC09" w14:textId="77777777" w:rsidR="008B4F1B" w:rsidRDefault="008B4F1B" w:rsidP="008B4F1B">
            <w:pPr>
              <w:pStyle w:val="Body"/>
            </w:pPr>
            <w:r>
              <w:t>Birth Defects &amp; Genetic Diseases</w:t>
            </w:r>
          </w:p>
        </w:tc>
      </w:tr>
      <w:tr w:rsidR="008B4F1B" w14:paraId="43986BE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A3E692" w14:textId="77777777" w:rsidR="008B4F1B" w:rsidRDefault="008B4F1B" w:rsidP="008B4F1B">
            <w:pPr>
              <w:pStyle w:val="Body"/>
            </w:pPr>
            <w:r>
              <w:t>G25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D13985" w14:textId="77777777" w:rsidR="008B4F1B" w:rsidRDefault="008B4F1B" w:rsidP="008B4F1B">
            <w:pPr>
              <w:pStyle w:val="Body"/>
            </w:pPr>
            <w:r>
              <w:t>Down Syndrome</w:t>
            </w:r>
          </w:p>
        </w:tc>
      </w:tr>
      <w:tr w:rsidR="008B4F1B" w14:paraId="5B56DEB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97116F3" w14:textId="77777777" w:rsidR="008B4F1B" w:rsidRDefault="008B4F1B" w:rsidP="008B4F1B">
            <w:pPr>
              <w:pStyle w:val="Body"/>
            </w:pPr>
            <w:r>
              <w:t>G30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28A366E" w14:textId="77777777" w:rsidR="008B4F1B" w:rsidRDefault="008B4F1B" w:rsidP="008B4F1B">
            <w:pPr>
              <w:pStyle w:val="Body"/>
            </w:pPr>
            <w:r>
              <w:t>Cancer</w:t>
            </w:r>
          </w:p>
        </w:tc>
      </w:tr>
      <w:tr w:rsidR="008B4F1B" w14:paraId="7C8B1DA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EAC157D" w14:textId="77777777" w:rsidR="008B4F1B" w:rsidRDefault="008B4F1B" w:rsidP="008B4F1B">
            <w:pPr>
              <w:pStyle w:val="Body"/>
            </w:pPr>
            <w:r>
              <w:t>G32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AC1168F" w14:textId="77777777" w:rsidR="008B4F1B" w:rsidRDefault="008B4F1B" w:rsidP="008B4F1B">
            <w:pPr>
              <w:pStyle w:val="Body"/>
            </w:pPr>
            <w:r>
              <w:t>Breast Cancer</w:t>
            </w:r>
          </w:p>
        </w:tc>
      </w:tr>
      <w:tr w:rsidR="008B4F1B" w14:paraId="29273BA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FFC6D5F" w14:textId="77777777" w:rsidR="008B4F1B" w:rsidRDefault="008B4F1B" w:rsidP="008B4F1B">
            <w:pPr>
              <w:pStyle w:val="Body"/>
            </w:pPr>
            <w:r>
              <w:t>G40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1FCC53C" w14:textId="77777777" w:rsidR="008B4F1B" w:rsidRDefault="008B4F1B" w:rsidP="008B4F1B">
            <w:pPr>
              <w:pStyle w:val="Body"/>
            </w:pPr>
            <w:r>
              <w:t>Diseases of Specific Organs</w:t>
            </w:r>
          </w:p>
        </w:tc>
      </w:tr>
      <w:tr w:rsidR="008B4F1B" w14:paraId="152EA520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29547B" w14:textId="77777777" w:rsidR="008B4F1B" w:rsidRDefault="008B4F1B" w:rsidP="008B4F1B">
            <w:pPr>
              <w:pStyle w:val="Body"/>
            </w:pPr>
            <w:r>
              <w:lastRenderedPageBreak/>
              <w:t>G41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99ADD76" w14:textId="77777777" w:rsidR="008B4F1B" w:rsidRDefault="008B4F1B" w:rsidP="008B4F1B">
            <w:pPr>
              <w:pStyle w:val="Body"/>
            </w:pPr>
            <w:r>
              <w:t>Eye Diseases, Blindness &amp; Vision Impairments</w:t>
            </w:r>
          </w:p>
        </w:tc>
      </w:tr>
      <w:tr w:rsidR="008B4F1B" w14:paraId="7DBD537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818B60" w14:textId="77777777" w:rsidR="008B4F1B" w:rsidRDefault="008B4F1B" w:rsidP="008B4F1B">
            <w:pPr>
              <w:pStyle w:val="Body"/>
            </w:pPr>
            <w:r>
              <w:t>G42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9CCB80B" w14:textId="77777777" w:rsidR="008B4F1B" w:rsidRDefault="008B4F1B" w:rsidP="008B4F1B">
            <w:pPr>
              <w:pStyle w:val="Body"/>
            </w:pPr>
            <w:r>
              <w:t>Ear &amp; Throat Diseases</w:t>
            </w:r>
          </w:p>
        </w:tc>
      </w:tr>
      <w:tr w:rsidR="008B4F1B" w14:paraId="6596F704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338C5EA" w14:textId="77777777" w:rsidR="008B4F1B" w:rsidRDefault="008B4F1B" w:rsidP="008B4F1B">
            <w:pPr>
              <w:pStyle w:val="Body"/>
            </w:pPr>
            <w:r>
              <w:t>G43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40D843E" w14:textId="77777777" w:rsidR="008B4F1B" w:rsidRDefault="008B4F1B" w:rsidP="008B4F1B">
            <w:pPr>
              <w:pStyle w:val="Body"/>
            </w:pPr>
            <w:r>
              <w:t>Heart &amp; Circulator System Diseases &amp; Disorders</w:t>
            </w:r>
          </w:p>
        </w:tc>
      </w:tr>
      <w:tr w:rsidR="008B4F1B" w14:paraId="1228F33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B8F5301" w14:textId="77777777" w:rsidR="008B4F1B" w:rsidRDefault="008B4F1B" w:rsidP="008B4F1B">
            <w:pPr>
              <w:pStyle w:val="Body"/>
            </w:pPr>
            <w:r>
              <w:t>G44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70458C" w14:textId="77777777" w:rsidR="008B4F1B" w:rsidRDefault="008B4F1B" w:rsidP="008B4F1B">
            <w:pPr>
              <w:pStyle w:val="Body"/>
            </w:pPr>
            <w:r>
              <w:t>Kidney Diseases</w:t>
            </w:r>
          </w:p>
        </w:tc>
      </w:tr>
      <w:tr w:rsidR="008B4F1B" w14:paraId="1AE55E7D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8063E7F" w14:textId="77777777" w:rsidR="008B4F1B" w:rsidRDefault="008B4F1B" w:rsidP="008B4F1B">
            <w:pPr>
              <w:pStyle w:val="Body"/>
            </w:pPr>
            <w:r>
              <w:t>G45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98619C" w14:textId="77777777" w:rsidR="008B4F1B" w:rsidRDefault="008B4F1B" w:rsidP="008B4F1B">
            <w:pPr>
              <w:pStyle w:val="Body"/>
            </w:pPr>
            <w:r>
              <w:t>Lung Diseases</w:t>
            </w:r>
          </w:p>
        </w:tc>
      </w:tr>
      <w:tr w:rsidR="008B4F1B" w14:paraId="796F458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C669974" w14:textId="77777777" w:rsidR="008B4F1B" w:rsidRDefault="008B4F1B" w:rsidP="008B4F1B">
            <w:pPr>
              <w:pStyle w:val="Body"/>
            </w:pPr>
            <w:r>
              <w:t>G48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719F240" w14:textId="77777777" w:rsidR="008B4F1B" w:rsidRDefault="008B4F1B" w:rsidP="008B4F1B">
            <w:pPr>
              <w:pStyle w:val="Body"/>
            </w:pPr>
            <w:r>
              <w:t>Brain Disorder</w:t>
            </w:r>
          </w:p>
        </w:tc>
      </w:tr>
      <w:tr w:rsidR="008B4F1B" w14:paraId="26A4806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CCA7846" w14:textId="77777777" w:rsidR="008B4F1B" w:rsidRDefault="008B4F1B" w:rsidP="008B4F1B">
            <w:pPr>
              <w:pStyle w:val="Body"/>
            </w:pPr>
            <w:r>
              <w:t>G50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E74EC92" w14:textId="77777777" w:rsidR="008B4F1B" w:rsidRDefault="008B4F1B" w:rsidP="008B4F1B">
            <w:pPr>
              <w:pStyle w:val="Body"/>
            </w:pPr>
            <w:r>
              <w:t>Nerve, Muscle, &amp; Bone Diseases</w:t>
            </w:r>
          </w:p>
        </w:tc>
      </w:tr>
      <w:tr w:rsidR="008B4F1B" w14:paraId="3E921FB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DE76FD" w14:textId="77777777" w:rsidR="008B4F1B" w:rsidRDefault="008B4F1B" w:rsidP="008B4F1B">
            <w:pPr>
              <w:pStyle w:val="Body"/>
            </w:pPr>
            <w:r>
              <w:t>G51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48788A5" w14:textId="77777777" w:rsidR="008B4F1B" w:rsidRDefault="008B4F1B" w:rsidP="008B4F1B">
            <w:pPr>
              <w:pStyle w:val="Body"/>
            </w:pPr>
            <w:r>
              <w:t>Arthritis</w:t>
            </w:r>
          </w:p>
        </w:tc>
      </w:tr>
      <w:tr w:rsidR="008B4F1B" w14:paraId="30A9C7D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6D8BB41" w14:textId="77777777" w:rsidR="008B4F1B" w:rsidRDefault="008B4F1B" w:rsidP="008B4F1B">
            <w:pPr>
              <w:pStyle w:val="Body"/>
            </w:pPr>
            <w:r>
              <w:t>G54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394706C" w14:textId="77777777" w:rsidR="008B4F1B" w:rsidRDefault="008B4F1B" w:rsidP="008B4F1B">
            <w:pPr>
              <w:pStyle w:val="Body"/>
            </w:pPr>
            <w:r>
              <w:t>Epilepsy</w:t>
            </w:r>
          </w:p>
        </w:tc>
      </w:tr>
      <w:tr w:rsidR="008B4F1B" w14:paraId="5A77691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C642618" w14:textId="77777777" w:rsidR="008B4F1B" w:rsidRDefault="008B4F1B" w:rsidP="008B4F1B">
            <w:pPr>
              <w:pStyle w:val="Body"/>
            </w:pPr>
            <w:r>
              <w:t>G60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166041" w14:textId="77777777" w:rsidR="008B4F1B" w:rsidRDefault="008B4F1B" w:rsidP="008B4F1B">
            <w:pPr>
              <w:pStyle w:val="Body"/>
            </w:pPr>
            <w:r>
              <w:t>Allergy Related Diseases</w:t>
            </w:r>
          </w:p>
        </w:tc>
      </w:tr>
      <w:tr w:rsidR="008B4F1B" w14:paraId="5B3509E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0687A5" w14:textId="77777777" w:rsidR="008B4F1B" w:rsidRDefault="008B4F1B" w:rsidP="008B4F1B">
            <w:pPr>
              <w:pStyle w:val="Body"/>
            </w:pPr>
            <w:r>
              <w:lastRenderedPageBreak/>
              <w:t>G61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8E8FF2" w14:textId="77777777" w:rsidR="008B4F1B" w:rsidRDefault="008B4F1B" w:rsidP="008B4F1B">
            <w:pPr>
              <w:pStyle w:val="Body"/>
            </w:pPr>
            <w:r>
              <w:t>Asthma</w:t>
            </w:r>
          </w:p>
        </w:tc>
      </w:tr>
      <w:tr w:rsidR="008B4F1B" w14:paraId="423FD4E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CCAF98E" w14:textId="77777777" w:rsidR="008B4F1B" w:rsidRDefault="008B4F1B" w:rsidP="008B4F1B">
            <w:pPr>
              <w:pStyle w:val="Body"/>
            </w:pPr>
            <w:r>
              <w:t>G70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1D48D5C" w14:textId="77777777" w:rsidR="008B4F1B" w:rsidRDefault="008B4F1B" w:rsidP="008B4F1B">
            <w:pPr>
              <w:pStyle w:val="Body"/>
            </w:pPr>
            <w:r>
              <w:t>Digestive Diseases &amp; Disorders</w:t>
            </w:r>
          </w:p>
        </w:tc>
      </w:tr>
      <w:tr w:rsidR="008B4F1B" w14:paraId="71832D0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5D814B0" w14:textId="77777777" w:rsidR="008B4F1B" w:rsidRDefault="008B4F1B" w:rsidP="008B4F1B">
            <w:pPr>
              <w:pStyle w:val="Body"/>
            </w:pPr>
            <w:r>
              <w:t>G80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D9E6B31" w14:textId="77777777" w:rsidR="008B4F1B" w:rsidRDefault="008B4F1B" w:rsidP="008B4F1B">
            <w:pPr>
              <w:pStyle w:val="Body"/>
            </w:pPr>
            <w:r>
              <w:t>Specific Named Disorders</w:t>
            </w:r>
          </w:p>
        </w:tc>
      </w:tr>
      <w:tr w:rsidR="008B4F1B" w14:paraId="18731F4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063A462" w14:textId="77777777" w:rsidR="008B4F1B" w:rsidRDefault="008B4F1B" w:rsidP="008B4F1B">
            <w:pPr>
              <w:pStyle w:val="Body"/>
            </w:pPr>
            <w:r>
              <w:t>G81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A63605" w14:textId="77777777" w:rsidR="008B4F1B" w:rsidRDefault="008B4F1B" w:rsidP="008B4F1B">
            <w:pPr>
              <w:pStyle w:val="Body"/>
            </w:pPr>
            <w:r>
              <w:t>AIDS</w:t>
            </w:r>
          </w:p>
        </w:tc>
      </w:tr>
      <w:tr w:rsidR="008B4F1B" w14:paraId="637EBFF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384C3BD" w14:textId="77777777" w:rsidR="008B4F1B" w:rsidRDefault="008B4F1B" w:rsidP="008B4F1B">
            <w:pPr>
              <w:pStyle w:val="Body"/>
            </w:pPr>
            <w:r>
              <w:t>G83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755D950" w14:textId="77777777" w:rsidR="008B4F1B" w:rsidRDefault="008B4F1B" w:rsidP="008B4F1B">
            <w:pPr>
              <w:pStyle w:val="Body"/>
            </w:pPr>
            <w:r>
              <w:t>Alzheimer’s Diseases</w:t>
            </w:r>
          </w:p>
        </w:tc>
      </w:tr>
      <w:tr w:rsidR="008B4F1B" w14:paraId="353C057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097EBEF" w14:textId="77777777" w:rsidR="008B4F1B" w:rsidRDefault="008B4F1B" w:rsidP="008B4F1B">
            <w:pPr>
              <w:pStyle w:val="Body"/>
            </w:pPr>
            <w:r>
              <w:t>G84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42EAF2" w14:textId="77777777" w:rsidR="008B4F1B" w:rsidRDefault="008B4F1B" w:rsidP="008B4F1B">
            <w:pPr>
              <w:pStyle w:val="Body"/>
            </w:pPr>
            <w:r>
              <w:t>Autism</w:t>
            </w:r>
          </w:p>
        </w:tc>
      </w:tr>
      <w:tr w:rsidR="008B4F1B" w14:paraId="0B99AB3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AA0E2D" w14:textId="77777777" w:rsidR="008B4F1B" w:rsidRDefault="008B4F1B" w:rsidP="008B4F1B">
            <w:pPr>
              <w:pStyle w:val="Body"/>
            </w:pPr>
            <w:r>
              <w:t>G90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EEC8C9" w14:textId="77777777" w:rsidR="008B4F1B" w:rsidRDefault="008B4F1B" w:rsidP="008B4F1B">
            <w:pPr>
              <w:pStyle w:val="Body"/>
            </w:pPr>
            <w:r>
              <w:t>Medical Disciplines</w:t>
            </w:r>
          </w:p>
        </w:tc>
      </w:tr>
      <w:tr w:rsidR="008B4F1B" w14:paraId="42507BE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4997C0" w14:textId="77777777" w:rsidR="008B4F1B" w:rsidRDefault="008B4F1B" w:rsidP="008B4F1B">
            <w:pPr>
              <w:pStyle w:val="Body"/>
            </w:pPr>
            <w:r>
              <w:t>G92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F4F5A86" w14:textId="77777777" w:rsidR="008B4F1B" w:rsidRDefault="008B4F1B" w:rsidP="008B4F1B">
            <w:pPr>
              <w:pStyle w:val="Body"/>
            </w:pPr>
            <w:r>
              <w:t>Biomedicine &amp; Bioengineering</w:t>
            </w:r>
          </w:p>
        </w:tc>
      </w:tr>
      <w:tr w:rsidR="008B4F1B" w14:paraId="5C02130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4AD3F3B" w14:textId="77777777" w:rsidR="008B4F1B" w:rsidRDefault="008B4F1B" w:rsidP="008B4F1B">
            <w:pPr>
              <w:pStyle w:val="Body"/>
            </w:pPr>
            <w:r>
              <w:t>G94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5F81C4" w14:textId="77777777" w:rsidR="008B4F1B" w:rsidRDefault="008B4F1B" w:rsidP="008B4F1B">
            <w:pPr>
              <w:pStyle w:val="Body"/>
            </w:pPr>
            <w:r>
              <w:t>Geriatrics</w:t>
            </w:r>
          </w:p>
        </w:tc>
      </w:tr>
      <w:tr w:rsidR="008B4F1B" w14:paraId="6E94B9B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6A17AD7" w14:textId="77777777" w:rsidR="008B4F1B" w:rsidRDefault="008B4F1B" w:rsidP="008B4F1B">
            <w:pPr>
              <w:pStyle w:val="Body"/>
            </w:pPr>
            <w:r>
              <w:t>G96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F26EE3" w14:textId="77777777" w:rsidR="008B4F1B" w:rsidRDefault="008B4F1B" w:rsidP="008B4F1B">
            <w:pPr>
              <w:pStyle w:val="Body"/>
            </w:pPr>
            <w:r>
              <w:t>Neurology &amp; Neuroscience</w:t>
            </w:r>
          </w:p>
        </w:tc>
      </w:tr>
      <w:tr w:rsidR="008B4F1B" w14:paraId="566BF90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A513EB" w14:textId="77777777" w:rsidR="008B4F1B" w:rsidRDefault="008B4F1B" w:rsidP="008B4F1B">
            <w:pPr>
              <w:pStyle w:val="Body"/>
            </w:pPr>
            <w:r>
              <w:t>G98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9F9FD02" w14:textId="77777777" w:rsidR="008B4F1B" w:rsidRDefault="008B4F1B" w:rsidP="008B4F1B">
            <w:pPr>
              <w:pStyle w:val="Body"/>
            </w:pPr>
            <w:r>
              <w:t>Pediatrics</w:t>
            </w:r>
          </w:p>
        </w:tc>
      </w:tr>
      <w:tr w:rsidR="008B4F1B" w14:paraId="079B7B50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39B440E" w14:textId="77777777" w:rsidR="008B4F1B" w:rsidRDefault="008B4F1B" w:rsidP="008B4F1B">
            <w:pPr>
              <w:pStyle w:val="Body"/>
            </w:pPr>
            <w:r>
              <w:lastRenderedPageBreak/>
              <w:t>G99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8E9949" w14:textId="77777777" w:rsidR="008B4F1B" w:rsidRDefault="008B4F1B" w:rsidP="008B4F1B">
            <w:pPr>
              <w:pStyle w:val="Body"/>
            </w:pPr>
            <w:r>
              <w:t>Voluntary Health Associations, Medical Disciplines N.E.C.</w:t>
            </w:r>
          </w:p>
        </w:tc>
      </w:tr>
      <w:tr w:rsidR="008B4F1B" w14:paraId="15BAD42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D64DDA" w14:textId="77777777" w:rsidR="008B4F1B" w:rsidRDefault="008B4F1B" w:rsidP="008B4F1B">
            <w:pPr>
              <w:pStyle w:val="Body"/>
            </w:pPr>
            <w:r>
              <w:t>G9B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275A154" w14:textId="77777777" w:rsidR="008B4F1B" w:rsidRDefault="008B4F1B" w:rsidP="008B4F1B">
            <w:pPr>
              <w:pStyle w:val="Body"/>
            </w:pPr>
            <w:r>
              <w:t>Surgical Specialties</w:t>
            </w:r>
          </w:p>
        </w:tc>
      </w:tr>
      <w:tr w:rsidR="008B4F1B" w14:paraId="084F1D10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3B6AB92F" w14:textId="77777777" w:rsidR="008B4F1B" w:rsidRDefault="008B4F1B" w:rsidP="008B4F1B">
            <w:pPr>
              <w:pStyle w:val="Heading2"/>
            </w:pPr>
            <w:r>
              <w:t>Medical Research</w:t>
            </w:r>
          </w:p>
        </w:tc>
      </w:tr>
      <w:tr w:rsidR="008B4F1B" w14:paraId="4135070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5E1AB23F" w14:textId="77777777" w:rsidR="008B4F1B" w:rsidRDefault="008B4F1B" w:rsidP="008B4F1B">
            <w:pPr>
              <w:pStyle w:val="Heading3"/>
            </w:pPr>
            <w:r>
              <w:t>Code</w:t>
            </w:r>
          </w:p>
        </w:tc>
      </w:tr>
      <w:tr w:rsidR="008B4F1B" w14:paraId="0D71C4B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A5AB5B0" w14:textId="77777777" w:rsidR="008B4F1B" w:rsidRDefault="008B4F1B" w:rsidP="008B4F1B">
            <w:pPr>
              <w:pStyle w:val="Body"/>
            </w:pPr>
            <w:r>
              <w:t>H01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F8F23B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3D3F3419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0943695" w14:textId="77777777" w:rsidR="008B4F1B" w:rsidRDefault="008B4F1B" w:rsidP="008B4F1B">
            <w:pPr>
              <w:pStyle w:val="Body"/>
            </w:pPr>
            <w:r>
              <w:t>H02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FEE25F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1D452780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CBE77E7" w14:textId="77777777" w:rsidR="008B4F1B" w:rsidRDefault="008B4F1B" w:rsidP="008B4F1B">
            <w:pPr>
              <w:pStyle w:val="Body"/>
            </w:pPr>
            <w:r>
              <w:t>H03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20AA411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3BA43C8A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090EC7" w14:textId="77777777" w:rsidR="008B4F1B" w:rsidRDefault="008B4F1B" w:rsidP="008B4F1B">
            <w:pPr>
              <w:pStyle w:val="Body"/>
            </w:pPr>
            <w:r>
              <w:t>H05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388A163" w14:textId="77777777" w:rsidR="008B4F1B" w:rsidRDefault="008B4F1B" w:rsidP="008B4F1B">
            <w:pPr>
              <w:pStyle w:val="Body"/>
            </w:pPr>
            <w:r>
              <w:t>Research Institute &amp; Public Policy Analysis</w:t>
            </w:r>
          </w:p>
        </w:tc>
      </w:tr>
      <w:tr w:rsidR="008B4F1B" w14:paraId="75DC1F7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6B35CD1" w14:textId="77777777" w:rsidR="008B4F1B" w:rsidRDefault="008B4F1B" w:rsidP="008B4F1B">
            <w:pPr>
              <w:pStyle w:val="Body"/>
            </w:pPr>
            <w:r>
              <w:t>H11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FC79DE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0E72253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B05F65" w14:textId="77777777" w:rsidR="008B4F1B" w:rsidRDefault="008B4F1B" w:rsidP="008B4F1B">
            <w:pPr>
              <w:pStyle w:val="Body"/>
            </w:pPr>
            <w:r>
              <w:lastRenderedPageBreak/>
              <w:t>H12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14851AD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345146E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C0AF192" w14:textId="77777777" w:rsidR="008B4F1B" w:rsidRDefault="008B4F1B" w:rsidP="008B4F1B">
            <w:pPr>
              <w:pStyle w:val="Body"/>
            </w:pPr>
            <w:r>
              <w:t>H19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E23D29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2EC436A0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19F32C" w14:textId="77777777" w:rsidR="008B4F1B" w:rsidRDefault="008B4F1B" w:rsidP="008B4F1B">
            <w:pPr>
              <w:pStyle w:val="Body"/>
            </w:pPr>
            <w:r>
              <w:t>H20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7929DFF" w14:textId="77777777" w:rsidR="008B4F1B" w:rsidRDefault="008B4F1B" w:rsidP="008B4F1B">
            <w:pPr>
              <w:pStyle w:val="Body"/>
            </w:pPr>
            <w:r>
              <w:t>Birth Defects &amp; Genetic Diseases Research</w:t>
            </w:r>
          </w:p>
        </w:tc>
      </w:tr>
      <w:tr w:rsidR="008B4F1B" w14:paraId="2E6CE9D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8705CAF" w14:textId="77777777" w:rsidR="008B4F1B" w:rsidRDefault="008B4F1B" w:rsidP="008B4F1B">
            <w:pPr>
              <w:pStyle w:val="Body"/>
            </w:pPr>
            <w:r>
              <w:t>H25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A08721" w14:textId="77777777" w:rsidR="008B4F1B" w:rsidRDefault="008B4F1B" w:rsidP="008B4F1B">
            <w:pPr>
              <w:pStyle w:val="Body"/>
            </w:pPr>
            <w:r>
              <w:t>Down Syndrome Research</w:t>
            </w:r>
          </w:p>
        </w:tc>
      </w:tr>
      <w:tr w:rsidR="008B4F1B" w14:paraId="0C96A13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35473D7" w14:textId="77777777" w:rsidR="008B4F1B" w:rsidRDefault="008B4F1B" w:rsidP="008B4F1B">
            <w:pPr>
              <w:pStyle w:val="Body"/>
            </w:pPr>
            <w:r>
              <w:t>H30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9ECCD8D" w14:textId="77777777" w:rsidR="008B4F1B" w:rsidRDefault="008B4F1B" w:rsidP="008B4F1B">
            <w:pPr>
              <w:pStyle w:val="Body"/>
            </w:pPr>
            <w:r>
              <w:t>Cancer Research</w:t>
            </w:r>
          </w:p>
        </w:tc>
      </w:tr>
      <w:tr w:rsidR="008B4F1B" w14:paraId="2A47BDF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B4ADA8" w14:textId="77777777" w:rsidR="008B4F1B" w:rsidRDefault="008B4F1B" w:rsidP="008B4F1B">
            <w:pPr>
              <w:pStyle w:val="Body"/>
            </w:pPr>
            <w:r>
              <w:t>H32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76A93F" w14:textId="77777777" w:rsidR="008B4F1B" w:rsidRDefault="008B4F1B" w:rsidP="008B4F1B">
            <w:pPr>
              <w:pStyle w:val="Body"/>
            </w:pPr>
            <w:r>
              <w:t>Breast Cancer Research</w:t>
            </w:r>
          </w:p>
        </w:tc>
      </w:tr>
      <w:tr w:rsidR="008B4F1B" w14:paraId="1A14EAA7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D4F6BBF" w14:textId="77777777" w:rsidR="008B4F1B" w:rsidRDefault="008B4F1B" w:rsidP="008B4F1B">
            <w:pPr>
              <w:pStyle w:val="Body"/>
            </w:pPr>
            <w:r>
              <w:t>H40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AE54F03" w14:textId="77777777" w:rsidR="008B4F1B" w:rsidRDefault="008B4F1B" w:rsidP="008B4F1B">
            <w:pPr>
              <w:pStyle w:val="Body"/>
            </w:pPr>
            <w:r>
              <w:t>Diseases of Specific Organs Research</w:t>
            </w:r>
          </w:p>
        </w:tc>
      </w:tr>
      <w:tr w:rsidR="008B4F1B" w14:paraId="310931AA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F7AC3DD" w14:textId="77777777" w:rsidR="008B4F1B" w:rsidRDefault="008B4F1B" w:rsidP="008B4F1B">
            <w:pPr>
              <w:pStyle w:val="Body"/>
            </w:pPr>
            <w:r>
              <w:t>H41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B8BBCC" w14:textId="77777777" w:rsidR="008B4F1B" w:rsidRDefault="008B4F1B" w:rsidP="008B4F1B">
            <w:pPr>
              <w:pStyle w:val="Body"/>
            </w:pPr>
            <w:r>
              <w:t>Eye Diseases, Blindness &amp; Vision Impairments Research</w:t>
            </w:r>
          </w:p>
        </w:tc>
      </w:tr>
      <w:tr w:rsidR="008B4F1B" w14:paraId="5B723A9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8C31535" w14:textId="77777777" w:rsidR="008B4F1B" w:rsidRDefault="008B4F1B" w:rsidP="008B4F1B">
            <w:pPr>
              <w:pStyle w:val="Body"/>
            </w:pPr>
            <w:r>
              <w:t>H42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F1172E8" w14:textId="77777777" w:rsidR="008B4F1B" w:rsidRDefault="008B4F1B" w:rsidP="008B4F1B">
            <w:pPr>
              <w:pStyle w:val="Body"/>
            </w:pPr>
            <w:r>
              <w:t>Ear &amp; Throat Diseases Research</w:t>
            </w:r>
          </w:p>
        </w:tc>
      </w:tr>
      <w:tr w:rsidR="008B4F1B" w14:paraId="787E2EC2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83FC7D8" w14:textId="77777777" w:rsidR="008B4F1B" w:rsidRDefault="008B4F1B" w:rsidP="008B4F1B">
            <w:pPr>
              <w:pStyle w:val="Body"/>
            </w:pPr>
            <w:r>
              <w:lastRenderedPageBreak/>
              <w:t>H43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1E27A64" w14:textId="77777777" w:rsidR="008B4F1B" w:rsidRDefault="008B4F1B" w:rsidP="008B4F1B">
            <w:pPr>
              <w:pStyle w:val="Body"/>
            </w:pPr>
            <w:r>
              <w:t>Heart &amp; Circulatory System Diseases &amp; Disorders Research</w:t>
            </w:r>
          </w:p>
        </w:tc>
      </w:tr>
      <w:tr w:rsidR="008B4F1B" w14:paraId="01B7EE0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D4BFEA" w14:textId="77777777" w:rsidR="008B4F1B" w:rsidRDefault="008B4F1B" w:rsidP="008B4F1B">
            <w:pPr>
              <w:pStyle w:val="Body"/>
            </w:pPr>
            <w:r>
              <w:t>H44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D33C2A" w14:textId="77777777" w:rsidR="008B4F1B" w:rsidRDefault="008B4F1B" w:rsidP="008B4F1B">
            <w:pPr>
              <w:pStyle w:val="Body"/>
            </w:pPr>
            <w:r>
              <w:t>Kidney Diseases Research</w:t>
            </w:r>
          </w:p>
        </w:tc>
      </w:tr>
      <w:tr w:rsidR="008B4F1B" w14:paraId="6F82B7C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33430F" w14:textId="77777777" w:rsidR="008B4F1B" w:rsidRDefault="008B4F1B" w:rsidP="008B4F1B">
            <w:pPr>
              <w:pStyle w:val="Body"/>
            </w:pPr>
            <w:r>
              <w:t>H45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1A058FD" w14:textId="77777777" w:rsidR="008B4F1B" w:rsidRDefault="008B4F1B" w:rsidP="008B4F1B">
            <w:pPr>
              <w:pStyle w:val="Body"/>
            </w:pPr>
            <w:r>
              <w:t>Lung Diseases Research</w:t>
            </w:r>
          </w:p>
        </w:tc>
      </w:tr>
      <w:tr w:rsidR="008B4F1B" w14:paraId="743CFEB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4D0D14E" w14:textId="77777777" w:rsidR="008B4F1B" w:rsidRDefault="008B4F1B" w:rsidP="008B4F1B">
            <w:pPr>
              <w:pStyle w:val="Body"/>
            </w:pPr>
            <w:r>
              <w:t>H48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FA5934" w14:textId="77777777" w:rsidR="008B4F1B" w:rsidRDefault="008B4F1B" w:rsidP="008B4F1B">
            <w:pPr>
              <w:pStyle w:val="Body"/>
            </w:pPr>
            <w:r>
              <w:t>Brain Disorders Research</w:t>
            </w:r>
          </w:p>
        </w:tc>
      </w:tr>
      <w:tr w:rsidR="008B4F1B" w14:paraId="349511B6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305E3F0" w14:textId="77777777" w:rsidR="008B4F1B" w:rsidRDefault="008B4F1B" w:rsidP="008B4F1B">
            <w:pPr>
              <w:pStyle w:val="Body"/>
            </w:pPr>
            <w:r>
              <w:t>H50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066672" w14:textId="77777777" w:rsidR="008B4F1B" w:rsidRDefault="008B4F1B" w:rsidP="008B4F1B">
            <w:pPr>
              <w:pStyle w:val="Body"/>
            </w:pPr>
            <w:r>
              <w:t>Nerve, Muscle &amp; Bone Diseases Research</w:t>
            </w:r>
          </w:p>
        </w:tc>
      </w:tr>
      <w:tr w:rsidR="008B4F1B" w14:paraId="0FE57D3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5D534FA" w14:textId="77777777" w:rsidR="008B4F1B" w:rsidRDefault="008B4F1B" w:rsidP="008B4F1B">
            <w:pPr>
              <w:pStyle w:val="Body"/>
            </w:pPr>
            <w:r>
              <w:t>H51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F5E4E0F" w14:textId="77777777" w:rsidR="008B4F1B" w:rsidRDefault="008B4F1B" w:rsidP="008B4F1B">
            <w:pPr>
              <w:pStyle w:val="Body"/>
            </w:pPr>
            <w:r>
              <w:t>Arthritis Research</w:t>
            </w:r>
          </w:p>
        </w:tc>
      </w:tr>
      <w:tr w:rsidR="008B4F1B" w14:paraId="6A50E7A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01E392" w14:textId="77777777" w:rsidR="008B4F1B" w:rsidRDefault="008B4F1B" w:rsidP="008B4F1B">
            <w:pPr>
              <w:pStyle w:val="Body"/>
            </w:pPr>
            <w:r>
              <w:t>H54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D845F82" w14:textId="77777777" w:rsidR="008B4F1B" w:rsidRDefault="008B4F1B" w:rsidP="008B4F1B">
            <w:pPr>
              <w:pStyle w:val="Body"/>
            </w:pPr>
            <w:r>
              <w:t>Epilepsy Research</w:t>
            </w:r>
          </w:p>
        </w:tc>
      </w:tr>
      <w:tr w:rsidR="008B4F1B" w14:paraId="2292E61C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CD3BAF3" w14:textId="77777777" w:rsidR="008B4F1B" w:rsidRDefault="008B4F1B" w:rsidP="008B4F1B">
            <w:pPr>
              <w:pStyle w:val="Body"/>
            </w:pPr>
            <w:r>
              <w:t>H60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1B7C87B" w14:textId="77777777" w:rsidR="008B4F1B" w:rsidRDefault="008B4F1B" w:rsidP="008B4F1B">
            <w:pPr>
              <w:pStyle w:val="Body"/>
            </w:pPr>
            <w:r>
              <w:t>Allergy-Related Diseases Research</w:t>
            </w:r>
          </w:p>
        </w:tc>
      </w:tr>
      <w:tr w:rsidR="008B4F1B" w14:paraId="0AF7123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928853" w14:textId="77777777" w:rsidR="008B4F1B" w:rsidRDefault="008B4F1B" w:rsidP="008B4F1B">
            <w:pPr>
              <w:pStyle w:val="Body"/>
            </w:pPr>
            <w:r>
              <w:t>H61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84D549" w14:textId="77777777" w:rsidR="008B4F1B" w:rsidRDefault="008B4F1B" w:rsidP="008B4F1B">
            <w:pPr>
              <w:pStyle w:val="Body"/>
            </w:pPr>
            <w:r>
              <w:t>Asthma Research</w:t>
            </w:r>
          </w:p>
        </w:tc>
      </w:tr>
      <w:tr w:rsidR="008B4F1B" w14:paraId="5F8BB044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81658C" w14:textId="77777777" w:rsidR="008B4F1B" w:rsidRDefault="008B4F1B" w:rsidP="008B4F1B">
            <w:pPr>
              <w:pStyle w:val="Body"/>
            </w:pPr>
            <w:r>
              <w:lastRenderedPageBreak/>
              <w:t>H70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2188D8" w14:textId="77777777" w:rsidR="008B4F1B" w:rsidRDefault="008B4F1B" w:rsidP="008B4F1B">
            <w:pPr>
              <w:pStyle w:val="Body"/>
            </w:pPr>
            <w:r>
              <w:t>Digestive Diseases &amp; Disorders Research</w:t>
            </w:r>
          </w:p>
        </w:tc>
      </w:tr>
      <w:tr w:rsidR="008B4F1B" w14:paraId="5CC0D055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CF60CD4" w14:textId="77777777" w:rsidR="008B4F1B" w:rsidRDefault="008B4F1B" w:rsidP="008B4F1B">
            <w:pPr>
              <w:pStyle w:val="Body"/>
            </w:pPr>
            <w:r>
              <w:t>H80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56D89D" w14:textId="77777777" w:rsidR="008B4F1B" w:rsidRDefault="008B4F1B" w:rsidP="008B4F1B">
            <w:pPr>
              <w:pStyle w:val="Body"/>
            </w:pPr>
            <w:r>
              <w:t>Specifically Named Diseases Research</w:t>
            </w:r>
          </w:p>
        </w:tc>
      </w:tr>
      <w:tr w:rsidR="008B4F1B" w14:paraId="1804C0F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C0529CA" w14:textId="77777777" w:rsidR="008B4F1B" w:rsidRDefault="008B4F1B" w:rsidP="008B4F1B">
            <w:pPr>
              <w:pStyle w:val="Body"/>
            </w:pPr>
            <w:r>
              <w:t>H81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210D37" w14:textId="77777777" w:rsidR="008B4F1B" w:rsidRDefault="008B4F1B" w:rsidP="008B4F1B">
            <w:pPr>
              <w:pStyle w:val="Body"/>
            </w:pPr>
            <w:r>
              <w:t>AIDS Research</w:t>
            </w:r>
          </w:p>
        </w:tc>
      </w:tr>
      <w:tr w:rsidR="008B4F1B" w14:paraId="4B4CF4B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6A7562" w14:textId="77777777" w:rsidR="008B4F1B" w:rsidRDefault="008B4F1B" w:rsidP="008B4F1B">
            <w:pPr>
              <w:pStyle w:val="Body"/>
            </w:pPr>
            <w:r>
              <w:t>H83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25DAEF" w14:textId="77777777" w:rsidR="008B4F1B" w:rsidRDefault="008B4F1B" w:rsidP="008B4F1B">
            <w:pPr>
              <w:pStyle w:val="Body"/>
            </w:pPr>
            <w:r>
              <w:t>Alzheimer’s Disease Research</w:t>
            </w:r>
          </w:p>
        </w:tc>
      </w:tr>
      <w:tr w:rsidR="008B4F1B" w14:paraId="55E0EC0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254EDEA" w14:textId="77777777" w:rsidR="008B4F1B" w:rsidRDefault="008B4F1B" w:rsidP="008B4F1B">
            <w:pPr>
              <w:pStyle w:val="Body"/>
            </w:pPr>
            <w:r>
              <w:t>H84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F381740" w14:textId="77777777" w:rsidR="008B4F1B" w:rsidRDefault="008B4F1B" w:rsidP="008B4F1B">
            <w:pPr>
              <w:pStyle w:val="Body"/>
            </w:pPr>
            <w:r>
              <w:t>Autism Research</w:t>
            </w:r>
          </w:p>
        </w:tc>
      </w:tr>
      <w:tr w:rsidR="008B4F1B" w14:paraId="593C105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0CAE903" w14:textId="77777777" w:rsidR="008B4F1B" w:rsidRDefault="008B4F1B" w:rsidP="008B4F1B">
            <w:pPr>
              <w:pStyle w:val="Body"/>
            </w:pPr>
            <w:r>
              <w:t>H90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59DB39" w14:textId="77777777" w:rsidR="008B4F1B" w:rsidRDefault="008B4F1B" w:rsidP="008B4F1B">
            <w:pPr>
              <w:pStyle w:val="Body"/>
            </w:pPr>
            <w:r>
              <w:t>Medical Disciplines Research</w:t>
            </w:r>
          </w:p>
        </w:tc>
      </w:tr>
      <w:tr w:rsidR="008B4F1B" w14:paraId="17C1153D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04AE1F1" w14:textId="77777777" w:rsidR="008B4F1B" w:rsidRDefault="008B4F1B" w:rsidP="008B4F1B">
            <w:pPr>
              <w:pStyle w:val="Body"/>
            </w:pPr>
            <w:r>
              <w:t>H92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3CAD7AF" w14:textId="77777777" w:rsidR="008B4F1B" w:rsidRDefault="008B4F1B" w:rsidP="008B4F1B">
            <w:pPr>
              <w:pStyle w:val="Body"/>
            </w:pPr>
            <w:r>
              <w:t>Biomedicine &amp; Bioengineering Research</w:t>
            </w:r>
          </w:p>
        </w:tc>
      </w:tr>
      <w:tr w:rsidR="008B4F1B" w14:paraId="1E6AAF8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5895A2" w14:textId="77777777" w:rsidR="008B4F1B" w:rsidRDefault="008B4F1B" w:rsidP="008B4F1B">
            <w:pPr>
              <w:pStyle w:val="Body"/>
            </w:pPr>
            <w:r>
              <w:t>H94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27144D7" w14:textId="77777777" w:rsidR="008B4F1B" w:rsidRDefault="008B4F1B" w:rsidP="008B4F1B">
            <w:pPr>
              <w:pStyle w:val="Body"/>
            </w:pPr>
            <w:r>
              <w:t>Geriatrics Research</w:t>
            </w:r>
          </w:p>
        </w:tc>
      </w:tr>
      <w:tr w:rsidR="008B4F1B" w14:paraId="7D3C7CD9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DDD2D40" w14:textId="77777777" w:rsidR="008B4F1B" w:rsidRDefault="008B4F1B" w:rsidP="008B4F1B">
            <w:pPr>
              <w:pStyle w:val="Body"/>
            </w:pPr>
            <w:r>
              <w:t>H96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1DF493" w14:textId="77777777" w:rsidR="008B4F1B" w:rsidRDefault="008B4F1B" w:rsidP="008B4F1B">
            <w:pPr>
              <w:pStyle w:val="Body"/>
            </w:pPr>
            <w:r>
              <w:t>Neurology &amp; Neuroscience Research</w:t>
            </w:r>
          </w:p>
        </w:tc>
      </w:tr>
      <w:tr w:rsidR="008B4F1B" w14:paraId="5930EED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48E7BAF" w14:textId="77777777" w:rsidR="008B4F1B" w:rsidRDefault="008B4F1B" w:rsidP="008B4F1B">
            <w:pPr>
              <w:pStyle w:val="Body"/>
            </w:pPr>
            <w:r>
              <w:lastRenderedPageBreak/>
              <w:t>H98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92B9CF3" w14:textId="77777777" w:rsidR="008B4F1B" w:rsidRDefault="008B4F1B" w:rsidP="008B4F1B">
            <w:pPr>
              <w:pStyle w:val="Body"/>
            </w:pPr>
            <w:r>
              <w:t>Pediatrics Research</w:t>
            </w:r>
          </w:p>
        </w:tc>
      </w:tr>
      <w:tr w:rsidR="008B4F1B" w14:paraId="686208BD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47A2C5" w14:textId="77777777" w:rsidR="008B4F1B" w:rsidRDefault="008B4F1B" w:rsidP="008B4F1B">
            <w:pPr>
              <w:pStyle w:val="Body"/>
            </w:pPr>
            <w:r>
              <w:t>H99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3C3249" w14:textId="77777777" w:rsidR="008B4F1B" w:rsidRDefault="008B4F1B" w:rsidP="008B4F1B">
            <w:pPr>
              <w:pStyle w:val="Body"/>
            </w:pPr>
            <w:r>
              <w:t>Medical Research N.E.C.</w:t>
            </w:r>
          </w:p>
        </w:tc>
      </w:tr>
      <w:tr w:rsidR="008B4F1B" w14:paraId="1FE8188D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3F61BEC" w14:textId="77777777" w:rsidR="008B4F1B" w:rsidRDefault="008B4F1B" w:rsidP="008B4F1B">
            <w:pPr>
              <w:pStyle w:val="Body"/>
            </w:pPr>
            <w:r>
              <w:t>H9B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99D75E" w14:textId="77777777" w:rsidR="008B4F1B" w:rsidRDefault="008B4F1B" w:rsidP="008B4F1B">
            <w:pPr>
              <w:pStyle w:val="Body"/>
            </w:pPr>
            <w:r>
              <w:t>Surgical Specialties Research</w:t>
            </w:r>
          </w:p>
        </w:tc>
      </w:tr>
      <w:tr w:rsidR="008B4F1B" w14:paraId="4EADD4BA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2602A62D" w14:textId="77777777" w:rsidR="008B4F1B" w:rsidRDefault="008B4F1B" w:rsidP="008B4F1B">
            <w:pPr>
              <w:pStyle w:val="Heading2"/>
            </w:pPr>
            <w:r>
              <w:t>Crime &amp; Legal-Related</w:t>
            </w:r>
          </w:p>
        </w:tc>
      </w:tr>
      <w:tr w:rsidR="008B4F1B" w14:paraId="4F09580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7DC6CF3D" w14:textId="77777777" w:rsidR="008B4F1B" w:rsidRDefault="008B4F1B" w:rsidP="008B4F1B">
            <w:pPr>
              <w:pStyle w:val="Heading3"/>
            </w:pPr>
            <w:r>
              <w:t>Code</w:t>
            </w:r>
          </w:p>
        </w:tc>
      </w:tr>
      <w:tr w:rsidR="008B4F1B" w14:paraId="28F26A3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4833B4B" w14:textId="77777777" w:rsidR="008B4F1B" w:rsidRDefault="008B4F1B" w:rsidP="008B4F1B">
            <w:pPr>
              <w:pStyle w:val="Body"/>
            </w:pPr>
            <w:r>
              <w:t>I01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8686E9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4DC3E1CB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6E29EF1" w14:textId="77777777" w:rsidR="008B4F1B" w:rsidRDefault="008B4F1B" w:rsidP="008B4F1B">
            <w:pPr>
              <w:pStyle w:val="Body"/>
            </w:pPr>
            <w:r>
              <w:t>I02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EF87C42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01991F9D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EB9FF49" w14:textId="77777777" w:rsidR="008B4F1B" w:rsidRDefault="008B4F1B" w:rsidP="008B4F1B">
            <w:pPr>
              <w:pStyle w:val="Body"/>
            </w:pPr>
            <w:r>
              <w:t>I03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0838BDA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54B617BF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A5E6F6C" w14:textId="77777777" w:rsidR="008B4F1B" w:rsidRDefault="008B4F1B" w:rsidP="008B4F1B">
            <w:pPr>
              <w:pStyle w:val="Body"/>
            </w:pPr>
            <w:r>
              <w:t>I05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3E57494" w14:textId="77777777" w:rsidR="008B4F1B" w:rsidRDefault="008B4F1B" w:rsidP="008B4F1B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1A8F27E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8B9ED40" w14:textId="77777777" w:rsidR="008B4F1B" w:rsidRDefault="008B4F1B" w:rsidP="008B4F1B">
            <w:pPr>
              <w:pStyle w:val="Body"/>
            </w:pPr>
            <w:r>
              <w:lastRenderedPageBreak/>
              <w:t>I11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CF9B8C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3817517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FA5476" w14:textId="77777777" w:rsidR="008B4F1B" w:rsidRDefault="008B4F1B" w:rsidP="008B4F1B">
            <w:pPr>
              <w:pStyle w:val="Body"/>
            </w:pPr>
            <w:r>
              <w:t>I12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E86E54C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4C91EBAD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19CA0FF" w14:textId="77777777" w:rsidR="008B4F1B" w:rsidRDefault="008B4F1B" w:rsidP="008B4F1B">
            <w:pPr>
              <w:pStyle w:val="Body"/>
            </w:pPr>
            <w:r>
              <w:t>I19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0D954AB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1874EFE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0B3799" w14:textId="77777777" w:rsidR="008B4F1B" w:rsidRDefault="008B4F1B" w:rsidP="008B4F1B">
            <w:pPr>
              <w:pStyle w:val="Body"/>
            </w:pPr>
            <w:r>
              <w:t>I20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60A3B3" w14:textId="77777777" w:rsidR="008B4F1B" w:rsidRDefault="008B4F1B" w:rsidP="008B4F1B">
            <w:pPr>
              <w:pStyle w:val="Body"/>
            </w:pPr>
            <w:r>
              <w:t>Crime Prevention</w:t>
            </w:r>
          </w:p>
        </w:tc>
      </w:tr>
      <w:tr w:rsidR="008B4F1B" w14:paraId="6D738F9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25587F" w14:textId="77777777" w:rsidR="008B4F1B" w:rsidRDefault="008B4F1B" w:rsidP="008B4F1B">
            <w:pPr>
              <w:pStyle w:val="Body"/>
            </w:pPr>
            <w:r>
              <w:t>I21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8C0F494" w14:textId="77777777" w:rsidR="008B4F1B" w:rsidRDefault="008B4F1B" w:rsidP="008B4F1B">
            <w:pPr>
              <w:pStyle w:val="Body"/>
            </w:pPr>
            <w:r>
              <w:t>Youth Violence Prevention</w:t>
            </w:r>
          </w:p>
        </w:tc>
      </w:tr>
      <w:tr w:rsidR="008B4F1B" w14:paraId="3AC481C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581B5A" w14:textId="77777777" w:rsidR="008B4F1B" w:rsidRDefault="008B4F1B" w:rsidP="008B4F1B">
            <w:pPr>
              <w:pStyle w:val="Body"/>
            </w:pPr>
            <w:r>
              <w:t>I23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01E0578" w14:textId="77777777" w:rsidR="008B4F1B" w:rsidRDefault="008B4F1B" w:rsidP="008B4F1B">
            <w:pPr>
              <w:pStyle w:val="Body"/>
            </w:pPr>
            <w:r>
              <w:t>Drunk Driving-Related</w:t>
            </w:r>
          </w:p>
        </w:tc>
      </w:tr>
      <w:tr w:rsidR="008B4F1B" w14:paraId="32C3009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FB4213D" w14:textId="77777777" w:rsidR="008B4F1B" w:rsidRDefault="008B4F1B" w:rsidP="008B4F1B">
            <w:pPr>
              <w:pStyle w:val="Body"/>
            </w:pPr>
            <w:r>
              <w:t>I30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C6BE87E" w14:textId="77777777" w:rsidR="008B4F1B" w:rsidRDefault="008B4F1B" w:rsidP="008B4F1B">
            <w:pPr>
              <w:pStyle w:val="Body"/>
            </w:pPr>
            <w:r>
              <w:t>Correctional Facilities</w:t>
            </w:r>
          </w:p>
        </w:tc>
      </w:tr>
      <w:tr w:rsidR="008B4F1B" w14:paraId="01496DA3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DFB74E0" w14:textId="77777777" w:rsidR="008B4F1B" w:rsidRDefault="008B4F1B" w:rsidP="008B4F1B">
            <w:pPr>
              <w:pStyle w:val="Body"/>
            </w:pPr>
            <w:r>
              <w:t>I31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BFC085" w14:textId="77777777" w:rsidR="008B4F1B" w:rsidRDefault="008B4F1B" w:rsidP="008B4F1B">
            <w:pPr>
              <w:pStyle w:val="Body"/>
            </w:pPr>
            <w:r>
              <w:t>Half-Way Houses for Offenders &amp; Ex-Offenders</w:t>
            </w:r>
          </w:p>
        </w:tc>
      </w:tr>
      <w:tr w:rsidR="008B4F1B" w14:paraId="586D4837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FFA5FB" w14:textId="77777777" w:rsidR="008B4F1B" w:rsidRDefault="008B4F1B" w:rsidP="008B4F1B">
            <w:pPr>
              <w:pStyle w:val="Body"/>
            </w:pPr>
            <w:r>
              <w:t>I40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28F8EFE" w14:textId="77777777" w:rsidR="008B4F1B" w:rsidRDefault="008B4F1B" w:rsidP="008B4F1B">
            <w:pPr>
              <w:pStyle w:val="Body"/>
            </w:pPr>
            <w:r>
              <w:t>Rehabilitation Services for Offenders</w:t>
            </w:r>
          </w:p>
        </w:tc>
      </w:tr>
      <w:tr w:rsidR="008B4F1B" w14:paraId="775F255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3784AAF" w14:textId="77777777" w:rsidR="008B4F1B" w:rsidRDefault="008B4F1B" w:rsidP="008B4F1B">
            <w:pPr>
              <w:pStyle w:val="Body"/>
            </w:pPr>
            <w:r>
              <w:t>I43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D61136" w14:textId="77777777" w:rsidR="008B4F1B" w:rsidRDefault="008B4F1B" w:rsidP="008B4F1B">
            <w:pPr>
              <w:pStyle w:val="Body"/>
            </w:pPr>
            <w:r>
              <w:t>Inmate Support</w:t>
            </w:r>
          </w:p>
        </w:tc>
      </w:tr>
      <w:tr w:rsidR="008B4F1B" w14:paraId="40B5CE4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28B448" w14:textId="77777777" w:rsidR="008B4F1B" w:rsidRDefault="008B4F1B" w:rsidP="008B4F1B">
            <w:pPr>
              <w:pStyle w:val="Body"/>
            </w:pPr>
            <w:r>
              <w:lastRenderedPageBreak/>
              <w:t>I44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C98E5D3" w14:textId="77777777" w:rsidR="008B4F1B" w:rsidRDefault="008B4F1B" w:rsidP="008B4F1B">
            <w:pPr>
              <w:pStyle w:val="Body"/>
            </w:pPr>
            <w:r>
              <w:t>Prison Alternatives</w:t>
            </w:r>
          </w:p>
        </w:tc>
      </w:tr>
      <w:tr w:rsidR="008B4F1B" w14:paraId="50E8A26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9B77919" w14:textId="77777777" w:rsidR="008B4F1B" w:rsidRDefault="008B4F1B" w:rsidP="008B4F1B">
            <w:pPr>
              <w:pStyle w:val="Body"/>
            </w:pPr>
            <w:r>
              <w:t>I50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EAD7EDD" w14:textId="77777777" w:rsidR="008B4F1B" w:rsidRDefault="008B4F1B" w:rsidP="008B4F1B">
            <w:pPr>
              <w:pStyle w:val="Body"/>
            </w:pPr>
            <w:r>
              <w:t>Administration of Justice</w:t>
            </w:r>
          </w:p>
        </w:tc>
      </w:tr>
      <w:tr w:rsidR="008B4F1B" w14:paraId="2F56073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7AB1327" w14:textId="77777777" w:rsidR="008B4F1B" w:rsidRDefault="008B4F1B" w:rsidP="008B4F1B">
            <w:pPr>
              <w:pStyle w:val="Body"/>
            </w:pPr>
            <w:r>
              <w:t>I51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0A6874" w14:textId="77777777" w:rsidR="008B4F1B" w:rsidRDefault="008B4F1B" w:rsidP="008B4F1B">
            <w:pPr>
              <w:pStyle w:val="Body"/>
            </w:pPr>
            <w:r>
              <w:t>Dispute Resolution &amp; Mediation</w:t>
            </w:r>
          </w:p>
        </w:tc>
      </w:tr>
      <w:tr w:rsidR="008B4F1B" w14:paraId="0FA9E03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25F204C" w14:textId="77777777" w:rsidR="008B4F1B" w:rsidRDefault="008B4F1B" w:rsidP="008B4F1B">
            <w:pPr>
              <w:pStyle w:val="Body"/>
            </w:pPr>
            <w:r>
              <w:t>I60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66C53F" w14:textId="77777777" w:rsidR="008B4F1B" w:rsidRDefault="008B4F1B" w:rsidP="008B4F1B">
            <w:pPr>
              <w:pStyle w:val="Body"/>
            </w:pPr>
            <w:r>
              <w:t>Law Enforcement</w:t>
            </w:r>
          </w:p>
        </w:tc>
      </w:tr>
      <w:tr w:rsidR="008B4F1B" w14:paraId="7058A26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30BB87D" w14:textId="77777777" w:rsidR="008B4F1B" w:rsidRDefault="008B4F1B" w:rsidP="008B4F1B">
            <w:pPr>
              <w:pStyle w:val="Body"/>
            </w:pPr>
            <w:r>
              <w:t>I70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B1355A" w14:textId="77777777" w:rsidR="008B4F1B" w:rsidRDefault="008B4F1B" w:rsidP="008B4F1B">
            <w:pPr>
              <w:pStyle w:val="Body"/>
            </w:pPr>
            <w:r>
              <w:t>Protection Against Abuse</w:t>
            </w:r>
          </w:p>
        </w:tc>
      </w:tr>
      <w:tr w:rsidR="008B4F1B" w14:paraId="1B29ECE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35B18C5" w14:textId="77777777" w:rsidR="008B4F1B" w:rsidRDefault="008B4F1B" w:rsidP="008B4F1B">
            <w:pPr>
              <w:pStyle w:val="Body"/>
            </w:pPr>
            <w:r>
              <w:t>I71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D1FED5" w14:textId="77777777" w:rsidR="008B4F1B" w:rsidRDefault="008B4F1B" w:rsidP="008B4F1B">
            <w:pPr>
              <w:pStyle w:val="Body"/>
            </w:pPr>
            <w:r>
              <w:t>Spouse Abuse Prevention</w:t>
            </w:r>
          </w:p>
        </w:tc>
      </w:tr>
      <w:tr w:rsidR="008B4F1B" w14:paraId="5E30519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710965" w14:textId="77777777" w:rsidR="008B4F1B" w:rsidRDefault="008B4F1B" w:rsidP="008B4F1B">
            <w:pPr>
              <w:pStyle w:val="Body"/>
            </w:pPr>
            <w:r>
              <w:t>I72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5822E20" w14:textId="77777777" w:rsidR="008B4F1B" w:rsidRDefault="008B4F1B" w:rsidP="008B4F1B">
            <w:pPr>
              <w:pStyle w:val="Body"/>
            </w:pPr>
            <w:r>
              <w:t>Child Abuse Prevention</w:t>
            </w:r>
          </w:p>
        </w:tc>
      </w:tr>
      <w:tr w:rsidR="008B4F1B" w14:paraId="384FA23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EB646F8" w14:textId="77777777" w:rsidR="008B4F1B" w:rsidRDefault="008B4F1B" w:rsidP="008B4F1B">
            <w:pPr>
              <w:pStyle w:val="Body"/>
            </w:pPr>
            <w:r>
              <w:t>I73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1CD9EBE" w14:textId="77777777" w:rsidR="008B4F1B" w:rsidRDefault="008B4F1B" w:rsidP="008B4F1B">
            <w:pPr>
              <w:pStyle w:val="Body"/>
            </w:pPr>
            <w:r>
              <w:t>Sexual Abuse Prevention</w:t>
            </w:r>
          </w:p>
        </w:tc>
      </w:tr>
      <w:tr w:rsidR="008B4F1B" w14:paraId="0E48E2A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20FAF03" w14:textId="77777777" w:rsidR="008B4F1B" w:rsidRDefault="008B4F1B" w:rsidP="008B4F1B">
            <w:pPr>
              <w:pStyle w:val="Body"/>
            </w:pPr>
            <w:r>
              <w:t>I80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EB9F06B" w14:textId="77777777" w:rsidR="008B4F1B" w:rsidRDefault="008B4F1B" w:rsidP="008B4F1B">
            <w:pPr>
              <w:pStyle w:val="Body"/>
            </w:pPr>
            <w:r>
              <w:t>Legal Services</w:t>
            </w:r>
          </w:p>
        </w:tc>
      </w:tr>
      <w:tr w:rsidR="008B4F1B" w14:paraId="6625F72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D2D14B0" w14:textId="77777777" w:rsidR="008B4F1B" w:rsidRDefault="008B4F1B" w:rsidP="008B4F1B">
            <w:pPr>
              <w:pStyle w:val="Body"/>
            </w:pPr>
            <w:r>
              <w:t>I83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57F77DB" w14:textId="77777777" w:rsidR="008B4F1B" w:rsidRDefault="008B4F1B" w:rsidP="008B4F1B">
            <w:pPr>
              <w:pStyle w:val="Body"/>
            </w:pPr>
            <w:r>
              <w:t>Public Interest Law</w:t>
            </w:r>
          </w:p>
        </w:tc>
      </w:tr>
      <w:tr w:rsidR="008B4F1B" w14:paraId="01C2990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888BC2" w14:textId="77777777" w:rsidR="008B4F1B" w:rsidRDefault="008B4F1B" w:rsidP="008B4F1B">
            <w:pPr>
              <w:pStyle w:val="Body"/>
            </w:pPr>
            <w:r>
              <w:t>I99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666877" w14:textId="77777777" w:rsidR="008B4F1B" w:rsidRDefault="008B4F1B" w:rsidP="008B4F1B">
            <w:pPr>
              <w:pStyle w:val="Body"/>
            </w:pPr>
            <w:r>
              <w:t xml:space="preserve">Crime &amp; Legal-Related N.E.C. </w:t>
            </w:r>
          </w:p>
        </w:tc>
      </w:tr>
      <w:tr w:rsidR="008B4F1B" w14:paraId="0C3AD44C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3DE4C3DD" w14:textId="77777777" w:rsidR="008B4F1B" w:rsidRDefault="008B4F1B" w:rsidP="008B4F1B">
            <w:pPr>
              <w:pStyle w:val="Heading2"/>
            </w:pPr>
            <w:r>
              <w:lastRenderedPageBreak/>
              <w:t>Employment</w:t>
            </w:r>
          </w:p>
        </w:tc>
      </w:tr>
      <w:tr w:rsidR="008B4F1B" w14:paraId="3CC6577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47EF2760" w14:textId="77777777" w:rsidR="008B4F1B" w:rsidRDefault="008B4F1B" w:rsidP="008B4F1B">
            <w:pPr>
              <w:pStyle w:val="Heading3"/>
            </w:pPr>
            <w:r>
              <w:t>Code</w:t>
            </w:r>
          </w:p>
        </w:tc>
      </w:tr>
      <w:tr w:rsidR="008B4F1B" w14:paraId="4B393E2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015E538" w14:textId="77777777" w:rsidR="008B4F1B" w:rsidRDefault="008B4F1B" w:rsidP="008B4F1B">
            <w:pPr>
              <w:pStyle w:val="Body"/>
            </w:pPr>
            <w:r>
              <w:t>J01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307544A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34666FE6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E130D07" w14:textId="77777777" w:rsidR="008B4F1B" w:rsidRDefault="008B4F1B" w:rsidP="008B4F1B">
            <w:pPr>
              <w:pStyle w:val="Body"/>
            </w:pPr>
            <w:r>
              <w:t>J02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E7BDBA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2188FE0B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DF909D" w14:textId="77777777" w:rsidR="008B4F1B" w:rsidRDefault="008B4F1B" w:rsidP="008B4F1B">
            <w:pPr>
              <w:pStyle w:val="Body"/>
            </w:pPr>
            <w:r>
              <w:t>J03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BBAA82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1952533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F86A40B" w14:textId="77777777" w:rsidR="008B4F1B" w:rsidRDefault="008B4F1B" w:rsidP="008B4F1B">
            <w:pPr>
              <w:pStyle w:val="Body"/>
            </w:pPr>
            <w:r>
              <w:t>J05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500EBE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47B6655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64EFD56" w14:textId="77777777" w:rsidR="008B4F1B" w:rsidRDefault="008B4F1B" w:rsidP="008B4F1B">
            <w:pPr>
              <w:pStyle w:val="Body"/>
            </w:pPr>
            <w:r>
              <w:t>J11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F5980FE" w14:textId="77777777" w:rsidR="008B4F1B" w:rsidRDefault="008B4F1B" w:rsidP="008B4F1B">
            <w:pPr>
              <w:pStyle w:val="Body"/>
            </w:pPr>
            <w:r>
              <w:t>Consumer Lending</w:t>
            </w:r>
          </w:p>
        </w:tc>
      </w:tr>
      <w:tr w:rsidR="008B4F1B" w14:paraId="3E76E93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B59B47C" w14:textId="77777777" w:rsidR="008B4F1B" w:rsidRDefault="008B4F1B" w:rsidP="008B4F1B">
            <w:pPr>
              <w:pStyle w:val="Body"/>
            </w:pPr>
            <w:r>
              <w:t>J12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B6DCDA3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5ABBEB5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DCC3C1" w14:textId="77777777" w:rsidR="008B4F1B" w:rsidRDefault="008B4F1B" w:rsidP="008B4F1B">
            <w:pPr>
              <w:pStyle w:val="Body"/>
            </w:pPr>
            <w:r>
              <w:t>J19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A4EC3D8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2AD5DEE4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6405972" w14:textId="77777777" w:rsidR="008B4F1B" w:rsidRDefault="008B4F1B" w:rsidP="008B4F1B">
            <w:pPr>
              <w:pStyle w:val="Body"/>
            </w:pPr>
            <w:r>
              <w:lastRenderedPageBreak/>
              <w:t>J20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B45963" w14:textId="77777777" w:rsidR="008B4F1B" w:rsidRDefault="008B4F1B" w:rsidP="008B4F1B">
            <w:pPr>
              <w:pStyle w:val="Body"/>
            </w:pPr>
            <w:r>
              <w:t>Employment Preparation &amp; Procurement</w:t>
            </w:r>
          </w:p>
        </w:tc>
      </w:tr>
      <w:tr w:rsidR="008B4F1B" w14:paraId="790FBD0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9D4A5F2" w14:textId="77777777" w:rsidR="008B4F1B" w:rsidRDefault="008B4F1B" w:rsidP="008B4F1B">
            <w:pPr>
              <w:pStyle w:val="Body"/>
            </w:pPr>
            <w:r>
              <w:t>J21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EF1BF1" w14:textId="77777777" w:rsidR="008B4F1B" w:rsidRDefault="008B4F1B" w:rsidP="008B4F1B">
            <w:pPr>
              <w:pStyle w:val="Body"/>
            </w:pPr>
            <w:r>
              <w:t>Vocational Counseling</w:t>
            </w:r>
          </w:p>
        </w:tc>
      </w:tr>
      <w:tr w:rsidR="008B4F1B" w14:paraId="1EA5F22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BD36C2A" w14:textId="77777777" w:rsidR="008B4F1B" w:rsidRDefault="008B4F1B" w:rsidP="008B4F1B">
            <w:pPr>
              <w:pStyle w:val="Body"/>
            </w:pPr>
            <w:r>
              <w:t>J22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E97122" w14:textId="77777777" w:rsidR="008B4F1B" w:rsidRDefault="008B4F1B" w:rsidP="008B4F1B">
            <w:pPr>
              <w:pStyle w:val="Body"/>
            </w:pPr>
            <w:r>
              <w:t>Job Training</w:t>
            </w:r>
          </w:p>
        </w:tc>
      </w:tr>
      <w:tr w:rsidR="008B4F1B" w14:paraId="024DFC4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F47A2F9" w14:textId="77777777" w:rsidR="008B4F1B" w:rsidRDefault="008B4F1B" w:rsidP="008B4F1B">
            <w:pPr>
              <w:pStyle w:val="Body"/>
            </w:pPr>
            <w:r>
              <w:t>J30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441E5F" w14:textId="77777777" w:rsidR="008B4F1B" w:rsidRDefault="008B4F1B" w:rsidP="008B4F1B">
            <w:pPr>
              <w:pStyle w:val="Body"/>
            </w:pPr>
            <w:r>
              <w:t>Vocational Rehabilitation</w:t>
            </w:r>
          </w:p>
        </w:tc>
      </w:tr>
      <w:tr w:rsidR="008B4F1B" w14:paraId="01BB402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4D3FA80" w14:textId="77777777" w:rsidR="008B4F1B" w:rsidRDefault="008B4F1B" w:rsidP="008B4F1B">
            <w:pPr>
              <w:pStyle w:val="Body"/>
            </w:pPr>
            <w:r>
              <w:t>J32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33DB7A6" w14:textId="77777777" w:rsidR="008B4F1B" w:rsidRDefault="008B4F1B" w:rsidP="008B4F1B">
            <w:pPr>
              <w:pStyle w:val="Body"/>
            </w:pPr>
            <w:r>
              <w:t>Goodwill Industries</w:t>
            </w:r>
          </w:p>
        </w:tc>
      </w:tr>
      <w:tr w:rsidR="008B4F1B" w14:paraId="14E7606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798CF18" w14:textId="77777777" w:rsidR="008B4F1B" w:rsidRDefault="008B4F1B" w:rsidP="008B4F1B">
            <w:pPr>
              <w:pStyle w:val="Body"/>
            </w:pPr>
            <w:r>
              <w:t>J33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C4D84AC" w14:textId="77777777" w:rsidR="008B4F1B" w:rsidRDefault="008B4F1B" w:rsidP="008B4F1B">
            <w:pPr>
              <w:pStyle w:val="Body"/>
            </w:pPr>
            <w:r>
              <w:t>Sheltered Employment</w:t>
            </w:r>
          </w:p>
        </w:tc>
      </w:tr>
      <w:tr w:rsidR="008B4F1B" w14:paraId="10FEAEA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69A377" w14:textId="77777777" w:rsidR="008B4F1B" w:rsidRDefault="008B4F1B" w:rsidP="008B4F1B">
            <w:pPr>
              <w:pStyle w:val="Body"/>
            </w:pPr>
            <w:r>
              <w:t>J40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EB0D595" w14:textId="77777777" w:rsidR="008B4F1B" w:rsidRDefault="008B4F1B" w:rsidP="008B4F1B">
            <w:pPr>
              <w:pStyle w:val="Body"/>
            </w:pPr>
            <w:r>
              <w:t>Labor Unions</w:t>
            </w:r>
          </w:p>
        </w:tc>
      </w:tr>
      <w:tr w:rsidR="008B4F1B" w14:paraId="50E51FF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7F7B37" w14:textId="77777777" w:rsidR="008B4F1B" w:rsidRDefault="008B4F1B" w:rsidP="008B4F1B">
            <w:pPr>
              <w:pStyle w:val="Body"/>
            </w:pPr>
            <w:r>
              <w:t>J99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A69D15" w14:textId="77777777" w:rsidR="008B4F1B" w:rsidRDefault="008B4F1B" w:rsidP="008B4F1B">
            <w:pPr>
              <w:pStyle w:val="Body"/>
            </w:pPr>
            <w:r>
              <w:t>Employment N.E.C.</w:t>
            </w:r>
          </w:p>
        </w:tc>
      </w:tr>
      <w:tr w:rsidR="008B4F1B" w14:paraId="5CCEACC2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01094CA9" w14:textId="77777777" w:rsidR="008B4F1B" w:rsidRDefault="008B4F1B" w:rsidP="008B4F1B">
            <w:pPr>
              <w:pStyle w:val="Heading2"/>
            </w:pPr>
            <w:r>
              <w:lastRenderedPageBreak/>
              <w:t>Food, Agriculture &amp; Nutrition</w:t>
            </w:r>
          </w:p>
        </w:tc>
      </w:tr>
      <w:tr w:rsidR="008B4F1B" w14:paraId="7E00B5F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7FC6859C" w14:textId="77777777" w:rsidR="008B4F1B" w:rsidRDefault="008B4F1B" w:rsidP="008B4F1B">
            <w:pPr>
              <w:pStyle w:val="Heading3"/>
            </w:pPr>
            <w:r>
              <w:t>Code</w:t>
            </w:r>
          </w:p>
        </w:tc>
      </w:tr>
      <w:tr w:rsidR="008B4F1B" w14:paraId="04BCA3D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C52C915" w14:textId="77777777" w:rsidR="008B4F1B" w:rsidRDefault="008B4F1B" w:rsidP="008B4F1B">
            <w:pPr>
              <w:pStyle w:val="Body"/>
            </w:pPr>
            <w:r>
              <w:t>K01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EF9158E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7FF95CFF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E6D609" w14:textId="77777777" w:rsidR="008B4F1B" w:rsidRDefault="008B4F1B" w:rsidP="008B4F1B">
            <w:pPr>
              <w:pStyle w:val="Body"/>
            </w:pPr>
            <w:r>
              <w:t>K02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ADEA10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35CC35BE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C71A623" w14:textId="77777777" w:rsidR="008B4F1B" w:rsidRDefault="008B4F1B" w:rsidP="008B4F1B">
            <w:pPr>
              <w:pStyle w:val="Body"/>
            </w:pPr>
            <w:r>
              <w:t>K03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EFF5E29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637BF14C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636949C" w14:textId="77777777" w:rsidR="008B4F1B" w:rsidRDefault="008B4F1B" w:rsidP="008B4F1B">
            <w:pPr>
              <w:pStyle w:val="Body"/>
            </w:pPr>
            <w:r>
              <w:t>K05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F015AA" w14:textId="77777777" w:rsidR="008B4F1B" w:rsidRDefault="008B4F1B" w:rsidP="008B4F1B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53ADC1A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4E4E8F2" w14:textId="77777777" w:rsidR="008B4F1B" w:rsidRDefault="008B4F1B" w:rsidP="008B4F1B">
            <w:pPr>
              <w:pStyle w:val="Body"/>
            </w:pPr>
            <w:r>
              <w:t>K11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CC95ACF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7196346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BEB8A5F" w14:textId="77777777" w:rsidR="008B4F1B" w:rsidRDefault="008B4F1B" w:rsidP="008B4F1B">
            <w:pPr>
              <w:pStyle w:val="Body"/>
            </w:pPr>
            <w:r>
              <w:t>K12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2842C5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376B767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A64BC57" w14:textId="77777777" w:rsidR="008B4F1B" w:rsidRDefault="008B4F1B" w:rsidP="008B4F1B">
            <w:pPr>
              <w:pStyle w:val="Body"/>
            </w:pPr>
            <w:r>
              <w:t>K19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9A318A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19B04AE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0AC8C79" w14:textId="77777777" w:rsidR="008B4F1B" w:rsidRDefault="008B4F1B" w:rsidP="008B4F1B">
            <w:pPr>
              <w:pStyle w:val="Body"/>
            </w:pPr>
            <w:r>
              <w:lastRenderedPageBreak/>
              <w:t>K20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95BE3E" w14:textId="77777777" w:rsidR="008B4F1B" w:rsidRDefault="008B4F1B" w:rsidP="008B4F1B">
            <w:pPr>
              <w:pStyle w:val="Body"/>
            </w:pPr>
            <w:r>
              <w:t>Agricultural Programs</w:t>
            </w:r>
          </w:p>
        </w:tc>
      </w:tr>
      <w:tr w:rsidR="008B4F1B" w14:paraId="55BDAF6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358B55" w14:textId="77777777" w:rsidR="008B4F1B" w:rsidRDefault="008B4F1B" w:rsidP="008B4F1B">
            <w:pPr>
              <w:pStyle w:val="Body"/>
            </w:pPr>
            <w:r>
              <w:t>K25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02EFD70" w14:textId="77777777" w:rsidR="008B4F1B" w:rsidRDefault="008B4F1B" w:rsidP="008B4F1B">
            <w:pPr>
              <w:pStyle w:val="Body"/>
            </w:pPr>
            <w:r>
              <w:t>Farmland Preservation</w:t>
            </w:r>
          </w:p>
        </w:tc>
      </w:tr>
      <w:tr w:rsidR="008B4F1B" w14:paraId="747E522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8FF6DEA" w14:textId="77777777" w:rsidR="008B4F1B" w:rsidRDefault="008B4F1B" w:rsidP="008B4F1B">
            <w:pPr>
              <w:pStyle w:val="Body"/>
            </w:pPr>
            <w:r>
              <w:t>K26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A28A63E" w14:textId="77777777" w:rsidR="008B4F1B" w:rsidRDefault="008B4F1B" w:rsidP="008B4F1B">
            <w:pPr>
              <w:pStyle w:val="Body"/>
            </w:pPr>
            <w:r>
              <w:t>Animal Husbandry</w:t>
            </w:r>
          </w:p>
        </w:tc>
      </w:tr>
      <w:tr w:rsidR="008B4F1B" w14:paraId="7A76683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222312" w14:textId="77777777" w:rsidR="008B4F1B" w:rsidRDefault="008B4F1B" w:rsidP="008B4F1B">
            <w:pPr>
              <w:pStyle w:val="Body"/>
            </w:pPr>
            <w:r>
              <w:t>K28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1A823E9" w14:textId="77777777" w:rsidR="008B4F1B" w:rsidRDefault="008B4F1B" w:rsidP="008B4F1B">
            <w:pPr>
              <w:pStyle w:val="Body"/>
            </w:pPr>
            <w:r>
              <w:t>Farm Bureaus &amp; Granges</w:t>
            </w:r>
          </w:p>
        </w:tc>
      </w:tr>
      <w:tr w:rsidR="008B4F1B" w14:paraId="1290E0C9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B8956F5" w14:textId="77777777" w:rsidR="008B4F1B" w:rsidRDefault="008B4F1B" w:rsidP="008B4F1B">
            <w:pPr>
              <w:pStyle w:val="Body"/>
            </w:pPr>
            <w:r>
              <w:t>K2A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ED9BF68" w14:textId="77777777" w:rsidR="008B4F1B" w:rsidRDefault="008B4F1B" w:rsidP="008B4F1B">
            <w:pPr>
              <w:pStyle w:val="Body"/>
            </w:pPr>
            <w:r>
              <w:t>Other Vegetable (except Potato) &amp; Melon Farming</w:t>
            </w:r>
          </w:p>
        </w:tc>
      </w:tr>
      <w:tr w:rsidR="008B4F1B" w14:paraId="53F1C707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B0C36FD" w14:textId="77777777" w:rsidR="008B4F1B" w:rsidRDefault="008B4F1B" w:rsidP="008B4F1B">
            <w:pPr>
              <w:pStyle w:val="Body"/>
            </w:pPr>
            <w:r>
              <w:t>K2B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EA67C0C" w14:textId="77777777" w:rsidR="008B4F1B" w:rsidRDefault="008B4F1B" w:rsidP="008B4F1B">
            <w:pPr>
              <w:pStyle w:val="Body"/>
            </w:pPr>
            <w:r>
              <w:t>Soil Preparation, Planting, &amp; Cultivating</w:t>
            </w:r>
          </w:p>
        </w:tc>
      </w:tr>
      <w:tr w:rsidR="008B4F1B" w14:paraId="144C10DC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D6D3C51" w14:textId="77777777" w:rsidR="008B4F1B" w:rsidRDefault="008B4F1B" w:rsidP="008B4F1B">
            <w:pPr>
              <w:pStyle w:val="Body"/>
            </w:pPr>
            <w:r>
              <w:t>K2C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2AFFB64" w14:textId="77777777" w:rsidR="008B4F1B" w:rsidRDefault="008B4F1B" w:rsidP="008B4F1B">
            <w:pPr>
              <w:pStyle w:val="Body"/>
            </w:pPr>
            <w:r>
              <w:t>Wineries</w:t>
            </w:r>
          </w:p>
        </w:tc>
      </w:tr>
      <w:tr w:rsidR="008B4F1B" w14:paraId="68A4CD1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2F801E" w14:textId="77777777" w:rsidR="008B4F1B" w:rsidRDefault="008B4F1B" w:rsidP="008B4F1B">
            <w:pPr>
              <w:pStyle w:val="Body"/>
            </w:pPr>
            <w:r>
              <w:t>K30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A52E194" w14:textId="77777777" w:rsidR="008B4F1B" w:rsidRDefault="008B4F1B" w:rsidP="008B4F1B">
            <w:pPr>
              <w:pStyle w:val="Body"/>
            </w:pPr>
            <w:r>
              <w:t>Food Programs</w:t>
            </w:r>
          </w:p>
        </w:tc>
      </w:tr>
      <w:tr w:rsidR="008B4F1B" w14:paraId="5F6E918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5C115F" w14:textId="77777777" w:rsidR="008B4F1B" w:rsidRDefault="008B4F1B" w:rsidP="008B4F1B">
            <w:pPr>
              <w:pStyle w:val="Body"/>
            </w:pPr>
            <w:r>
              <w:t>K31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8131739" w14:textId="77777777" w:rsidR="008B4F1B" w:rsidRDefault="008B4F1B" w:rsidP="008B4F1B">
            <w:pPr>
              <w:pStyle w:val="Body"/>
            </w:pPr>
            <w:r>
              <w:t>Food Banks &amp; Pantries</w:t>
            </w:r>
          </w:p>
        </w:tc>
      </w:tr>
      <w:tr w:rsidR="008B4F1B" w14:paraId="4057FCD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FD23EF0" w14:textId="77777777" w:rsidR="008B4F1B" w:rsidRDefault="008B4F1B" w:rsidP="008B4F1B">
            <w:pPr>
              <w:pStyle w:val="Body"/>
            </w:pPr>
            <w:r>
              <w:t>K34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C554EE" w14:textId="77777777" w:rsidR="008B4F1B" w:rsidRDefault="008B4F1B" w:rsidP="008B4F1B">
            <w:pPr>
              <w:pStyle w:val="Body"/>
            </w:pPr>
            <w:r>
              <w:t>Congregate Meals</w:t>
            </w:r>
          </w:p>
        </w:tc>
      </w:tr>
      <w:tr w:rsidR="008B4F1B" w14:paraId="593C9E1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A8B776F" w14:textId="77777777" w:rsidR="008B4F1B" w:rsidRDefault="008B4F1B" w:rsidP="008B4F1B">
            <w:pPr>
              <w:pStyle w:val="Body"/>
            </w:pPr>
            <w:r>
              <w:lastRenderedPageBreak/>
              <w:t>K35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71A110" w14:textId="77777777" w:rsidR="008B4F1B" w:rsidRDefault="008B4F1B" w:rsidP="008B4F1B">
            <w:pPr>
              <w:pStyle w:val="Body"/>
            </w:pPr>
            <w:r>
              <w:t>Soup Kitchens</w:t>
            </w:r>
          </w:p>
        </w:tc>
      </w:tr>
      <w:tr w:rsidR="008B4F1B" w14:paraId="17C4902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89591C" w14:textId="77777777" w:rsidR="008B4F1B" w:rsidRDefault="008B4F1B" w:rsidP="008B4F1B">
            <w:pPr>
              <w:pStyle w:val="Body"/>
            </w:pPr>
            <w:r>
              <w:t>K36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12C339C" w14:textId="77777777" w:rsidR="008B4F1B" w:rsidRDefault="008B4F1B" w:rsidP="008B4F1B">
            <w:pPr>
              <w:pStyle w:val="Body"/>
            </w:pPr>
            <w:r>
              <w:t>Meals on Wheels</w:t>
            </w:r>
          </w:p>
        </w:tc>
      </w:tr>
      <w:tr w:rsidR="008B4F1B" w14:paraId="2B7321B9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ADA457C" w14:textId="77777777" w:rsidR="008B4F1B" w:rsidRDefault="008B4F1B" w:rsidP="008B4F1B">
            <w:pPr>
              <w:pStyle w:val="Body"/>
            </w:pPr>
            <w:r>
              <w:t>K40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2A8A948" w14:textId="77777777" w:rsidR="008B4F1B" w:rsidRDefault="008B4F1B" w:rsidP="008B4F1B">
            <w:pPr>
              <w:pStyle w:val="Body"/>
            </w:pPr>
            <w:r>
              <w:t>Nutrition</w:t>
            </w:r>
          </w:p>
        </w:tc>
      </w:tr>
      <w:tr w:rsidR="008B4F1B" w14:paraId="2D000392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AE185A1" w14:textId="77777777" w:rsidR="008B4F1B" w:rsidRDefault="008B4F1B" w:rsidP="008B4F1B">
            <w:pPr>
              <w:pStyle w:val="Body"/>
            </w:pPr>
            <w:r>
              <w:t>K50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8D06002" w14:textId="77777777" w:rsidR="008B4F1B" w:rsidRDefault="008B4F1B" w:rsidP="008B4F1B">
            <w:pPr>
              <w:pStyle w:val="Body"/>
            </w:pPr>
            <w:r>
              <w:t>Home Economics</w:t>
            </w:r>
          </w:p>
        </w:tc>
      </w:tr>
      <w:tr w:rsidR="008B4F1B" w14:paraId="6DE51C6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495BF85" w14:textId="77777777" w:rsidR="008B4F1B" w:rsidRDefault="008B4F1B" w:rsidP="008B4F1B">
            <w:pPr>
              <w:pStyle w:val="Body"/>
            </w:pPr>
            <w:r>
              <w:t>K6A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E13619" w14:textId="77777777" w:rsidR="008B4F1B" w:rsidRDefault="008B4F1B" w:rsidP="008B4F1B">
            <w:pPr>
              <w:pStyle w:val="Body"/>
            </w:pPr>
            <w:r>
              <w:t>Meat Markets</w:t>
            </w:r>
          </w:p>
        </w:tc>
      </w:tr>
      <w:tr w:rsidR="008B4F1B" w14:paraId="538CC66E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7F3B31" w14:textId="77777777" w:rsidR="008B4F1B" w:rsidRDefault="008B4F1B" w:rsidP="008B4F1B">
            <w:pPr>
              <w:pStyle w:val="Body"/>
            </w:pPr>
            <w:r>
              <w:t>K6B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0E7AE0" w14:textId="77777777" w:rsidR="008B4F1B" w:rsidRDefault="008B4F1B" w:rsidP="008B4F1B">
            <w:pPr>
              <w:pStyle w:val="Body"/>
            </w:pPr>
            <w:r>
              <w:t>Confectionery &amp; Nut Stores</w:t>
            </w:r>
          </w:p>
        </w:tc>
      </w:tr>
      <w:tr w:rsidR="008B4F1B" w14:paraId="664C4265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A548E5" w14:textId="77777777" w:rsidR="008B4F1B" w:rsidRDefault="008B4F1B" w:rsidP="008B4F1B">
            <w:pPr>
              <w:pStyle w:val="Body"/>
            </w:pPr>
            <w:r>
              <w:t>K6C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1EA585A" w14:textId="77777777" w:rsidR="008B4F1B" w:rsidRDefault="008B4F1B" w:rsidP="008B4F1B">
            <w:pPr>
              <w:pStyle w:val="Body"/>
            </w:pPr>
            <w:r>
              <w:t>Caterers</w:t>
            </w:r>
          </w:p>
        </w:tc>
      </w:tr>
      <w:tr w:rsidR="008B4F1B" w14:paraId="03A60B6F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9C0465" w14:textId="77777777" w:rsidR="008B4F1B" w:rsidRDefault="008B4F1B" w:rsidP="008B4F1B">
            <w:pPr>
              <w:pStyle w:val="Body"/>
            </w:pPr>
            <w:r>
              <w:t>K6D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615926" w14:textId="77777777" w:rsidR="008B4F1B" w:rsidRDefault="008B4F1B" w:rsidP="008B4F1B">
            <w:pPr>
              <w:pStyle w:val="Body"/>
            </w:pPr>
            <w:r>
              <w:t>Mobile Food Services</w:t>
            </w:r>
          </w:p>
        </w:tc>
      </w:tr>
      <w:tr w:rsidR="008B4F1B" w14:paraId="1BAE3E63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41141EC" w14:textId="77777777" w:rsidR="008B4F1B" w:rsidRDefault="008B4F1B" w:rsidP="008B4F1B">
            <w:pPr>
              <w:pStyle w:val="Body"/>
            </w:pPr>
            <w:r>
              <w:t>K6E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1AAEBB" w14:textId="77777777" w:rsidR="008B4F1B" w:rsidRDefault="008B4F1B" w:rsidP="008B4F1B">
            <w:pPr>
              <w:pStyle w:val="Body"/>
            </w:pPr>
            <w:r>
              <w:t>Drinking Places</w:t>
            </w:r>
          </w:p>
        </w:tc>
      </w:tr>
      <w:tr w:rsidR="008B4F1B" w14:paraId="05A09043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69C1896" w14:textId="77777777" w:rsidR="008B4F1B" w:rsidRDefault="008B4F1B" w:rsidP="008B4F1B">
            <w:pPr>
              <w:pStyle w:val="Body"/>
            </w:pPr>
            <w:r>
              <w:t>K6F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D67E3F2" w14:textId="77777777" w:rsidR="008B4F1B" w:rsidRDefault="008B4F1B" w:rsidP="008B4F1B">
            <w:pPr>
              <w:pStyle w:val="Body"/>
            </w:pPr>
            <w:r>
              <w:t>Snack Nonalcoholic Beverage Bars</w:t>
            </w:r>
          </w:p>
        </w:tc>
      </w:tr>
      <w:tr w:rsidR="008B4F1B" w14:paraId="47B71F47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BCB098B" w14:textId="77777777" w:rsidR="008B4F1B" w:rsidRDefault="008B4F1B" w:rsidP="008B4F1B">
            <w:pPr>
              <w:pStyle w:val="Body"/>
            </w:pPr>
            <w:r>
              <w:t>K90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73A03F8" w14:textId="77777777" w:rsidR="008B4F1B" w:rsidRDefault="008B4F1B" w:rsidP="008B4F1B">
            <w:pPr>
              <w:pStyle w:val="Body"/>
            </w:pPr>
            <w:r>
              <w:t>Limited-Service Restaurants</w:t>
            </w:r>
          </w:p>
        </w:tc>
      </w:tr>
      <w:tr w:rsidR="008B4F1B" w14:paraId="7012A607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37CCFE" w14:textId="77777777" w:rsidR="008B4F1B" w:rsidRDefault="008B4F1B" w:rsidP="008B4F1B">
            <w:pPr>
              <w:pStyle w:val="Body"/>
            </w:pPr>
            <w:r>
              <w:lastRenderedPageBreak/>
              <w:t>K91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2C02330" w14:textId="77777777" w:rsidR="008B4F1B" w:rsidRDefault="008B4F1B" w:rsidP="008B4F1B">
            <w:pPr>
              <w:pStyle w:val="Body"/>
            </w:pPr>
            <w:r>
              <w:t>Supermarkets &amp; Other Grocery (except Convenience) Stores</w:t>
            </w:r>
          </w:p>
        </w:tc>
      </w:tr>
      <w:tr w:rsidR="008B4F1B" w14:paraId="4778426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784039" w14:textId="77777777" w:rsidR="008B4F1B" w:rsidRDefault="008B4F1B" w:rsidP="008B4F1B">
            <w:pPr>
              <w:pStyle w:val="Body"/>
            </w:pPr>
            <w:r>
              <w:t>K92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E4490EB" w14:textId="77777777" w:rsidR="008B4F1B" w:rsidRDefault="008B4F1B" w:rsidP="008B4F1B">
            <w:pPr>
              <w:pStyle w:val="Body"/>
            </w:pPr>
            <w:r>
              <w:t>Convenience Stores</w:t>
            </w:r>
          </w:p>
        </w:tc>
      </w:tr>
      <w:tr w:rsidR="008B4F1B" w14:paraId="23768E7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B98BB71" w14:textId="77777777" w:rsidR="008B4F1B" w:rsidRDefault="008B4F1B" w:rsidP="008B4F1B">
            <w:pPr>
              <w:pStyle w:val="Body"/>
            </w:pPr>
            <w:r>
              <w:t>K93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D5BBD35" w14:textId="77777777" w:rsidR="008B4F1B" w:rsidRDefault="008B4F1B" w:rsidP="008B4F1B">
            <w:pPr>
              <w:pStyle w:val="Body"/>
            </w:pPr>
            <w:r>
              <w:t>Fruit &amp; Vegetable Markets</w:t>
            </w:r>
          </w:p>
        </w:tc>
      </w:tr>
      <w:tr w:rsidR="008B4F1B" w14:paraId="6AE68771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4460DF" w14:textId="77777777" w:rsidR="008B4F1B" w:rsidRDefault="008B4F1B" w:rsidP="008B4F1B">
            <w:pPr>
              <w:pStyle w:val="Body"/>
            </w:pPr>
            <w:r>
              <w:t>K94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845053B" w14:textId="77777777" w:rsidR="008B4F1B" w:rsidRDefault="008B4F1B" w:rsidP="008B4F1B">
            <w:pPr>
              <w:pStyle w:val="Body"/>
            </w:pPr>
            <w:r>
              <w:t>All Other Specialty Food Stores</w:t>
            </w:r>
          </w:p>
        </w:tc>
      </w:tr>
      <w:tr w:rsidR="008B4F1B" w14:paraId="0DBAF4D5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8E6E02E" w14:textId="77777777" w:rsidR="008B4F1B" w:rsidRDefault="008B4F1B" w:rsidP="008B4F1B">
            <w:pPr>
              <w:pStyle w:val="Body"/>
            </w:pPr>
            <w:r>
              <w:t>K95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C330E5E" w14:textId="77777777" w:rsidR="008B4F1B" w:rsidRDefault="008B4F1B" w:rsidP="008B4F1B">
            <w:pPr>
              <w:pStyle w:val="Body"/>
            </w:pPr>
            <w:r>
              <w:t>Food (Health) Supplement Stores</w:t>
            </w:r>
          </w:p>
        </w:tc>
      </w:tr>
      <w:tr w:rsidR="008B4F1B" w14:paraId="0FC5431C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4F4A32" w14:textId="77777777" w:rsidR="008B4F1B" w:rsidRDefault="008B4F1B" w:rsidP="008B4F1B">
            <w:pPr>
              <w:pStyle w:val="Body"/>
            </w:pPr>
            <w:r>
              <w:t>K96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DE508E" w14:textId="77777777" w:rsidR="008B4F1B" w:rsidRDefault="008B4F1B" w:rsidP="008B4F1B">
            <w:pPr>
              <w:pStyle w:val="Body"/>
            </w:pPr>
            <w:r>
              <w:t>Warehouse Clubs &amp; Supercenters</w:t>
            </w:r>
          </w:p>
        </w:tc>
      </w:tr>
      <w:tr w:rsidR="008B4F1B" w14:paraId="051BB47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DAC55D3" w14:textId="77777777" w:rsidR="008B4F1B" w:rsidRDefault="008B4F1B" w:rsidP="008B4F1B">
            <w:pPr>
              <w:pStyle w:val="Body"/>
            </w:pPr>
            <w:r>
              <w:t>K97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7655285" w14:textId="77777777" w:rsidR="008B4F1B" w:rsidRDefault="008B4F1B" w:rsidP="008B4F1B">
            <w:pPr>
              <w:pStyle w:val="Body"/>
            </w:pPr>
            <w:r>
              <w:t>Food Service Contractors</w:t>
            </w:r>
          </w:p>
        </w:tc>
      </w:tr>
      <w:tr w:rsidR="008B4F1B" w14:paraId="25AC3D2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2E75F0D" w14:textId="77777777" w:rsidR="008B4F1B" w:rsidRDefault="008B4F1B" w:rsidP="008B4F1B">
            <w:pPr>
              <w:pStyle w:val="Body"/>
            </w:pPr>
            <w:r>
              <w:t>K98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1362813" w14:textId="77777777" w:rsidR="008B4F1B" w:rsidRDefault="008B4F1B" w:rsidP="008B4F1B">
            <w:pPr>
              <w:pStyle w:val="Body"/>
            </w:pPr>
            <w:r>
              <w:t>Full-Service Restaurants</w:t>
            </w:r>
          </w:p>
        </w:tc>
      </w:tr>
      <w:tr w:rsidR="008B4F1B" w14:paraId="5C92D7CC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BB2588E" w14:textId="77777777" w:rsidR="008B4F1B" w:rsidRDefault="008B4F1B" w:rsidP="008B4F1B">
            <w:pPr>
              <w:pStyle w:val="Body"/>
            </w:pPr>
            <w:r>
              <w:t>K99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FC2E8E" w14:textId="77777777" w:rsidR="008B4F1B" w:rsidRDefault="008B4F1B" w:rsidP="008B4F1B">
            <w:pPr>
              <w:pStyle w:val="Body"/>
            </w:pPr>
            <w:r>
              <w:t>Food, Agriculture &amp; Nutrition N.E.C.</w:t>
            </w:r>
          </w:p>
        </w:tc>
      </w:tr>
      <w:tr w:rsidR="008B4F1B" w14:paraId="70DE3BE8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086DA1A0" w14:textId="77777777" w:rsidR="008B4F1B" w:rsidRDefault="008B4F1B" w:rsidP="008B4F1B">
            <w:pPr>
              <w:pStyle w:val="Heading2"/>
            </w:pPr>
            <w:r>
              <w:lastRenderedPageBreak/>
              <w:t>Housing &amp; Shelter</w:t>
            </w:r>
          </w:p>
        </w:tc>
      </w:tr>
      <w:tr w:rsidR="008B4F1B" w14:paraId="46273E9B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18AD29BF" w14:textId="77777777" w:rsidR="008B4F1B" w:rsidRDefault="008B4F1B" w:rsidP="008B4F1B">
            <w:pPr>
              <w:pStyle w:val="Heading3"/>
            </w:pPr>
            <w:r>
              <w:t>Code</w:t>
            </w:r>
          </w:p>
        </w:tc>
      </w:tr>
      <w:tr w:rsidR="008B4F1B" w14:paraId="68912D2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A999F51" w14:textId="77777777" w:rsidR="008B4F1B" w:rsidRDefault="008B4F1B" w:rsidP="008B4F1B">
            <w:pPr>
              <w:pStyle w:val="Body"/>
            </w:pPr>
            <w:r>
              <w:t>L01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281CC8E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4A279ABA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47E8C56" w14:textId="77777777" w:rsidR="008B4F1B" w:rsidRDefault="008B4F1B" w:rsidP="008B4F1B">
            <w:pPr>
              <w:pStyle w:val="Body"/>
            </w:pPr>
            <w:r>
              <w:t>L02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DA7E2F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54F4B672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C67C09D" w14:textId="77777777" w:rsidR="008B4F1B" w:rsidRDefault="008B4F1B" w:rsidP="008B4F1B">
            <w:pPr>
              <w:pStyle w:val="Body"/>
            </w:pPr>
            <w:r>
              <w:t>L03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552837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11ED07F1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B0825E7" w14:textId="77777777" w:rsidR="008B4F1B" w:rsidRDefault="008B4F1B" w:rsidP="008B4F1B">
            <w:pPr>
              <w:pStyle w:val="Body"/>
            </w:pPr>
            <w:r>
              <w:t>L05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2A2FDBD" w14:textId="77777777" w:rsidR="008B4F1B" w:rsidRDefault="008B4F1B" w:rsidP="008B4F1B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4C25F26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D565894" w14:textId="77777777" w:rsidR="008B4F1B" w:rsidRDefault="008B4F1B" w:rsidP="008B4F1B">
            <w:pPr>
              <w:pStyle w:val="Body"/>
            </w:pPr>
            <w:r>
              <w:t>L11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91102B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334645CA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6D11668" w14:textId="77777777" w:rsidR="008B4F1B" w:rsidRDefault="008B4F1B" w:rsidP="008B4F1B">
            <w:pPr>
              <w:pStyle w:val="Body"/>
            </w:pPr>
            <w:r>
              <w:t>L12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E558E6F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65BE4220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9F02DD3" w14:textId="77777777" w:rsidR="008B4F1B" w:rsidRDefault="008B4F1B" w:rsidP="008B4F1B">
            <w:pPr>
              <w:pStyle w:val="Body"/>
            </w:pPr>
            <w:r>
              <w:t>L19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E1AD084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355E82A9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EFBAE4D" w14:textId="77777777" w:rsidR="008B4F1B" w:rsidRDefault="008B4F1B" w:rsidP="008B4F1B">
            <w:pPr>
              <w:pStyle w:val="Body"/>
            </w:pPr>
            <w:r>
              <w:lastRenderedPageBreak/>
              <w:t>L20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5A904C" w14:textId="77777777" w:rsidR="008B4F1B" w:rsidRDefault="008B4F1B" w:rsidP="008B4F1B">
            <w:pPr>
              <w:pStyle w:val="Body"/>
            </w:pPr>
            <w:r>
              <w:t>Housing Development, Construction &amp; Management</w:t>
            </w:r>
          </w:p>
        </w:tc>
      </w:tr>
      <w:tr w:rsidR="008B4F1B" w14:paraId="5E63B9A5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C75913" w14:textId="77777777" w:rsidR="008B4F1B" w:rsidRDefault="008B4F1B" w:rsidP="008B4F1B">
            <w:pPr>
              <w:pStyle w:val="Body"/>
            </w:pPr>
            <w:r>
              <w:t>L21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B0F2E9" w14:textId="77777777" w:rsidR="008B4F1B" w:rsidRDefault="008B4F1B" w:rsidP="008B4F1B">
            <w:pPr>
              <w:pStyle w:val="Body"/>
            </w:pPr>
            <w:r>
              <w:t>Low-Income &amp; Subsidized Rental Housing</w:t>
            </w:r>
          </w:p>
        </w:tc>
      </w:tr>
      <w:tr w:rsidR="008B4F1B" w14:paraId="1A0F323D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D5E973" w14:textId="77777777" w:rsidR="008B4F1B" w:rsidRDefault="008B4F1B" w:rsidP="008B4F1B">
            <w:pPr>
              <w:pStyle w:val="Body"/>
            </w:pPr>
            <w:r>
              <w:t>L22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369B9F1" w14:textId="77777777" w:rsidR="008B4F1B" w:rsidRDefault="008B4F1B" w:rsidP="008B4F1B">
            <w:pPr>
              <w:pStyle w:val="Body"/>
            </w:pPr>
            <w:r>
              <w:t>Senior Citizens’ Housing &amp; Retirement Communities</w:t>
            </w:r>
          </w:p>
        </w:tc>
      </w:tr>
      <w:tr w:rsidR="008B4F1B" w14:paraId="7AD3A95E" w14:textId="77777777" w:rsidTr="008B4F1B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406FFE9" w14:textId="77777777" w:rsidR="008B4F1B" w:rsidRDefault="008B4F1B" w:rsidP="008B4F1B">
            <w:pPr>
              <w:pStyle w:val="Body"/>
            </w:pPr>
            <w:r>
              <w:t>L24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B947EDD" w14:textId="77777777" w:rsidR="008B4F1B" w:rsidRDefault="008B4F1B" w:rsidP="008B4F1B">
            <w:pPr>
              <w:pStyle w:val="Body"/>
            </w:pPr>
            <w:r>
              <w:t>Independent Housing for People with Disabilities</w:t>
            </w:r>
          </w:p>
        </w:tc>
      </w:tr>
      <w:tr w:rsidR="008B4F1B" w14:paraId="65FD84B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2245468" w14:textId="77777777" w:rsidR="008B4F1B" w:rsidRDefault="008B4F1B" w:rsidP="008B4F1B">
            <w:pPr>
              <w:pStyle w:val="Body"/>
            </w:pPr>
            <w:r>
              <w:t>L25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C6DC48" w14:textId="77777777" w:rsidR="008B4F1B" w:rsidRDefault="008B4F1B" w:rsidP="008B4F1B">
            <w:pPr>
              <w:pStyle w:val="Body"/>
            </w:pPr>
            <w:r>
              <w:t>Housing Rehabilitation</w:t>
            </w:r>
          </w:p>
        </w:tc>
      </w:tr>
      <w:tr w:rsidR="008B4F1B" w14:paraId="5F6EAD2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9D95EC6" w14:textId="77777777" w:rsidR="008B4F1B" w:rsidRDefault="008B4F1B" w:rsidP="008B4F1B">
            <w:pPr>
              <w:pStyle w:val="Body"/>
            </w:pPr>
            <w:r>
              <w:t>L30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3159E82" w14:textId="77777777" w:rsidR="008B4F1B" w:rsidRDefault="008B4F1B" w:rsidP="008B4F1B">
            <w:pPr>
              <w:pStyle w:val="Body"/>
            </w:pPr>
            <w:r>
              <w:t>Housing Search Assistance</w:t>
            </w:r>
          </w:p>
        </w:tc>
      </w:tr>
      <w:tr w:rsidR="008B4F1B" w14:paraId="4B0CE53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3F4A4E7" w14:textId="77777777" w:rsidR="008B4F1B" w:rsidRDefault="008B4F1B" w:rsidP="008B4F1B">
            <w:pPr>
              <w:pStyle w:val="Body"/>
            </w:pPr>
            <w:r>
              <w:t>L40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670A8F" w14:textId="77777777" w:rsidR="008B4F1B" w:rsidRDefault="008B4F1B" w:rsidP="008B4F1B">
            <w:pPr>
              <w:pStyle w:val="Body"/>
            </w:pPr>
            <w:r>
              <w:t>Temporary Housing</w:t>
            </w:r>
          </w:p>
        </w:tc>
      </w:tr>
      <w:tr w:rsidR="008B4F1B" w14:paraId="4462802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8C263F1" w14:textId="77777777" w:rsidR="008B4F1B" w:rsidRDefault="008B4F1B" w:rsidP="008B4F1B">
            <w:pPr>
              <w:pStyle w:val="Body"/>
            </w:pPr>
            <w:r>
              <w:t>L41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4810325" w14:textId="77777777" w:rsidR="008B4F1B" w:rsidRDefault="008B4F1B" w:rsidP="008B4F1B">
            <w:pPr>
              <w:pStyle w:val="Body"/>
            </w:pPr>
            <w:r>
              <w:t>Homeless Shelters</w:t>
            </w:r>
          </w:p>
        </w:tc>
      </w:tr>
      <w:tr w:rsidR="008B4F1B" w14:paraId="180A338E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DC211B" w14:textId="77777777" w:rsidR="008B4F1B" w:rsidRDefault="008B4F1B" w:rsidP="008B4F1B">
            <w:pPr>
              <w:pStyle w:val="Body"/>
            </w:pPr>
            <w:r>
              <w:lastRenderedPageBreak/>
              <w:t>L4A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EECBB8" w14:textId="77777777" w:rsidR="008B4F1B" w:rsidRDefault="008B4F1B" w:rsidP="008B4F1B">
            <w:pPr>
              <w:pStyle w:val="Body"/>
            </w:pPr>
            <w:r>
              <w:t>Hotels (except Casino Hotels) &amp; Motels</w:t>
            </w:r>
          </w:p>
        </w:tc>
      </w:tr>
      <w:tr w:rsidR="008B4F1B" w14:paraId="500AB34F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687CAA" w14:textId="77777777" w:rsidR="008B4F1B" w:rsidRDefault="008B4F1B" w:rsidP="008B4F1B">
            <w:pPr>
              <w:pStyle w:val="Body"/>
            </w:pPr>
            <w:r>
              <w:t>L4B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837ACB" w14:textId="77777777" w:rsidR="008B4F1B" w:rsidRDefault="008B4F1B" w:rsidP="008B4F1B">
            <w:pPr>
              <w:pStyle w:val="Body"/>
            </w:pPr>
            <w:r>
              <w:t>Bed and Breakfast Inns</w:t>
            </w:r>
          </w:p>
        </w:tc>
      </w:tr>
      <w:tr w:rsidR="008B4F1B" w14:paraId="5803B671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8DB763" w14:textId="77777777" w:rsidR="008B4F1B" w:rsidRDefault="008B4F1B" w:rsidP="008B4F1B">
            <w:pPr>
              <w:pStyle w:val="Body"/>
            </w:pPr>
            <w:r>
              <w:t>L50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C13B10" w14:textId="77777777" w:rsidR="008B4F1B" w:rsidRDefault="008B4F1B" w:rsidP="008B4F1B">
            <w:pPr>
              <w:pStyle w:val="Body"/>
            </w:pPr>
            <w:r>
              <w:t>Homeowners &amp; Tenants Associations</w:t>
            </w:r>
          </w:p>
        </w:tc>
      </w:tr>
      <w:tr w:rsidR="008B4F1B" w14:paraId="0D57B1F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7B00E4" w14:textId="77777777" w:rsidR="008B4F1B" w:rsidRDefault="008B4F1B" w:rsidP="008B4F1B">
            <w:pPr>
              <w:pStyle w:val="Body"/>
            </w:pPr>
            <w:r>
              <w:t>L80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DDFDA1" w14:textId="77777777" w:rsidR="008B4F1B" w:rsidRDefault="008B4F1B" w:rsidP="008B4F1B">
            <w:pPr>
              <w:pStyle w:val="Body"/>
            </w:pPr>
            <w:r>
              <w:t>Housing Support</w:t>
            </w:r>
          </w:p>
        </w:tc>
      </w:tr>
      <w:tr w:rsidR="008B4F1B" w14:paraId="1347D6C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529469" w14:textId="77777777" w:rsidR="008B4F1B" w:rsidRDefault="008B4F1B" w:rsidP="008B4F1B">
            <w:pPr>
              <w:pStyle w:val="Body"/>
            </w:pPr>
            <w:r>
              <w:t>L81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1477E2" w14:textId="77777777" w:rsidR="008B4F1B" w:rsidRDefault="008B4F1B" w:rsidP="008B4F1B">
            <w:pPr>
              <w:pStyle w:val="Body"/>
            </w:pPr>
            <w:r>
              <w:t>Home Improvement &amp; Repairs</w:t>
            </w:r>
          </w:p>
        </w:tc>
      </w:tr>
      <w:tr w:rsidR="008B4F1B" w14:paraId="1CEE7612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60709D9" w14:textId="77777777" w:rsidR="008B4F1B" w:rsidRDefault="008B4F1B" w:rsidP="008B4F1B">
            <w:pPr>
              <w:pStyle w:val="Body"/>
            </w:pPr>
            <w:r>
              <w:t>L82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711B236" w14:textId="77777777" w:rsidR="008B4F1B" w:rsidRDefault="008B4F1B" w:rsidP="008B4F1B">
            <w:pPr>
              <w:pStyle w:val="Body"/>
            </w:pPr>
            <w:r>
              <w:t>Housing Expense Reduction Support</w:t>
            </w:r>
          </w:p>
        </w:tc>
      </w:tr>
      <w:tr w:rsidR="008B4F1B" w14:paraId="7FF857B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33449B7" w14:textId="77777777" w:rsidR="008B4F1B" w:rsidRDefault="008B4F1B" w:rsidP="008B4F1B">
            <w:pPr>
              <w:pStyle w:val="Body"/>
            </w:pPr>
            <w:r>
              <w:t>L99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7FC954D" w14:textId="77777777" w:rsidR="008B4F1B" w:rsidRDefault="008B4F1B" w:rsidP="008B4F1B">
            <w:pPr>
              <w:pStyle w:val="Body"/>
            </w:pPr>
            <w:r>
              <w:t>Housing &amp; Shelter N.E.C.</w:t>
            </w:r>
          </w:p>
        </w:tc>
      </w:tr>
      <w:tr w:rsidR="008B4F1B" w14:paraId="230F7E5F" w14:textId="77777777" w:rsidTr="008B4F1B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75499614" w14:textId="77777777" w:rsidR="008B4F1B" w:rsidRDefault="008B4F1B" w:rsidP="00F908E9">
            <w:pPr>
              <w:pStyle w:val="Heading2"/>
            </w:pPr>
            <w:r>
              <w:lastRenderedPageBreak/>
              <w:t>Public Safety, Disaster Preparedness &amp; Relief</w:t>
            </w:r>
          </w:p>
        </w:tc>
      </w:tr>
      <w:tr w:rsidR="008B4F1B" w14:paraId="6C777EA6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246FB4CA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5DD6173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429B45" w14:textId="77777777" w:rsidR="008B4F1B" w:rsidRDefault="008B4F1B" w:rsidP="008B4F1B">
            <w:pPr>
              <w:pStyle w:val="Body"/>
            </w:pPr>
            <w:r>
              <w:t>M01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94B6E5E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296936E9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45779D" w14:textId="77777777" w:rsidR="008B4F1B" w:rsidRDefault="008B4F1B" w:rsidP="008B4F1B">
            <w:pPr>
              <w:pStyle w:val="Body"/>
            </w:pPr>
            <w:r>
              <w:t>M02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90AABAE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0E253DBB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46C567F" w14:textId="77777777" w:rsidR="008B4F1B" w:rsidRDefault="008B4F1B" w:rsidP="008B4F1B">
            <w:pPr>
              <w:pStyle w:val="Body"/>
            </w:pPr>
            <w:r>
              <w:t>M03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3F156A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7A6460C5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BDE794" w14:textId="77777777" w:rsidR="008B4F1B" w:rsidRDefault="008B4F1B" w:rsidP="008B4F1B">
            <w:pPr>
              <w:pStyle w:val="Body"/>
            </w:pPr>
            <w:r>
              <w:t>M05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169FEE5" w14:textId="77777777" w:rsidR="008B4F1B" w:rsidRDefault="008B4F1B" w:rsidP="008B4F1B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705C94B3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E14DA4" w14:textId="77777777" w:rsidR="008B4F1B" w:rsidRDefault="008B4F1B" w:rsidP="008B4F1B">
            <w:pPr>
              <w:pStyle w:val="Body"/>
            </w:pPr>
            <w:r>
              <w:t>M11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6C71F5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09F6D81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AC188EC" w14:textId="77777777" w:rsidR="008B4F1B" w:rsidRDefault="008B4F1B" w:rsidP="008B4F1B">
            <w:pPr>
              <w:pStyle w:val="Body"/>
            </w:pPr>
            <w:r>
              <w:t>M12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DAE7CCE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5E725F7E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CC7106" w14:textId="77777777" w:rsidR="008B4F1B" w:rsidRDefault="008B4F1B" w:rsidP="008B4F1B">
            <w:pPr>
              <w:pStyle w:val="Body"/>
            </w:pPr>
            <w:r>
              <w:lastRenderedPageBreak/>
              <w:t>M19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718D364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34983525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C65F81" w14:textId="77777777" w:rsidR="008B4F1B" w:rsidRDefault="008B4F1B" w:rsidP="008B4F1B">
            <w:pPr>
              <w:pStyle w:val="Body"/>
            </w:pPr>
            <w:r>
              <w:t>M20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4AC5EF" w14:textId="77777777" w:rsidR="008B4F1B" w:rsidRDefault="008B4F1B" w:rsidP="008B4F1B">
            <w:pPr>
              <w:pStyle w:val="Body"/>
            </w:pPr>
            <w:r>
              <w:t>Disaster Preparedness &amp; Relief Services</w:t>
            </w:r>
          </w:p>
        </w:tc>
      </w:tr>
      <w:tr w:rsidR="008B4F1B" w14:paraId="51F1F44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E3BA5AE" w14:textId="77777777" w:rsidR="008B4F1B" w:rsidRDefault="008B4F1B" w:rsidP="008B4F1B">
            <w:pPr>
              <w:pStyle w:val="Body"/>
            </w:pPr>
            <w:r>
              <w:t>M23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4FEADC" w14:textId="77777777" w:rsidR="008B4F1B" w:rsidRDefault="008B4F1B" w:rsidP="008B4F1B">
            <w:pPr>
              <w:pStyle w:val="Body"/>
            </w:pPr>
            <w:r>
              <w:t>Search &amp; Rescue Squads</w:t>
            </w:r>
          </w:p>
        </w:tc>
      </w:tr>
      <w:tr w:rsidR="008B4F1B" w14:paraId="226FAE6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353962" w14:textId="77777777" w:rsidR="008B4F1B" w:rsidRDefault="008B4F1B" w:rsidP="008B4F1B">
            <w:pPr>
              <w:pStyle w:val="Body"/>
            </w:pPr>
            <w:r>
              <w:t>M24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6E74C86" w14:textId="77777777" w:rsidR="008B4F1B" w:rsidRDefault="008B4F1B" w:rsidP="008B4F1B">
            <w:pPr>
              <w:pStyle w:val="Body"/>
            </w:pPr>
            <w:r>
              <w:t>Fire Prevention</w:t>
            </w:r>
          </w:p>
        </w:tc>
      </w:tr>
      <w:tr w:rsidR="008B4F1B" w14:paraId="1688BD1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182C431" w14:textId="77777777" w:rsidR="008B4F1B" w:rsidRDefault="008B4F1B" w:rsidP="008B4F1B">
            <w:pPr>
              <w:pStyle w:val="Body"/>
            </w:pPr>
            <w:r>
              <w:t>M40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AD61AC" w14:textId="77777777" w:rsidR="008B4F1B" w:rsidRDefault="008B4F1B" w:rsidP="008B4F1B">
            <w:pPr>
              <w:pStyle w:val="Body"/>
            </w:pPr>
            <w:r>
              <w:t>Safety Education</w:t>
            </w:r>
          </w:p>
        </w:tc>
      </w:tr>
      <w:tr w:rsidR="008B4F1B" w14:paraId="7AB5EB2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CB8270" w14:textId="77777777" w:rsidR="008B4F1B" w:rsidRDefault="008B4F1B" w:rsidP="008B4F1B">
            <w:pPr>
              <w:pStyle w:val="Body"/>
            </w:pPr>
            <w:r>
              <w:t>M41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857C890" w14:textId="77777777" w:rsidR="008B4F1B" w:rsidRDefault="008B4F1B" w:rsidP="008B4F1B">
            <w:pPr>
              <w:pStyle w:val="Body"/>
            </w:pPr>
            <w:r>
              <w:t>First Aid</w:t>
            </w:r>
          </w:p>
        </w:tc>
      </w:tr>
      <w:tr w:rsidR="008B4F1B" w14:paraId="6FBDC5E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00C2202" w14:textId="77777777" w:rsidR="008B4F1B" w:rsidRDefault="008B4F1B" w:rsidP="008B4F1B">
            <w:pPr>
              <w:pStyle w:val="Body"/>
            </w:pPr>
            <w:r>
              <w:t>M42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C818450" w14:textId="77777777" w:rsidR="008B4F1B" w:rsidRDefault="008B4F1B" w:rsidP="008B4F1B">
            <w:pPr>
              <w:pStyle w:val="Body"/>
            </w:pPr>
            <w:r>
              <w:t>Automotive Safety</w:t>
            </w:r>
          </w:p>
        </w:tc>
      </w:tr>
      <w:tr w:rsidR="008B4F1B" w14:paraId="7ED58C65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5D3A41" w14:textId="77777777" w:rsidR="008B4F1B" w:rsidRDefault="008B4F1B" w:rsidP="008B4F1B">
            <w:pPr>
              <w:pStyle w:val="Body"/>
            </w:pPr>
            <w:r>
              <w:t>M60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990B0A5" w14:textId="77777777" w:rsidR="008B4F1B" w:rsidRDefault="008B4F1B" w:rsidP="008B4F1B">
            <w:pPr>
              <w:pStyle w:val="Body"/>
            </w:pPr>
            <w:r>
              <w:t>Public Safety Benevolent Associations</w:t>
            </w:r>
          </w:p>
        </w:tc>
      </w:tr>
      <w:tr w:rsidR="008B4F1B" w14:paraId="186FF5B3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77F274" w14:textId="77777777" w:rsidR="008B4F1B" w:rsidRDefault="008B4F1B" w:rsidP="008B4F1B">
            <w:pPr>
              <w:pStyle w:val="Body"/>
            </w:pPr>
            <w:r>
              <w:t>M99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19D3E68" w14:textId="77777777" w:rsidR="008B4F1B" w:rsidRDefault="008B4F1B" w:rsidP="008B4F1B">
            <w:pPr>
              <w:pStyle w:val="Body"/>
            </w:pPr>
            <w:r>
              <w:t>Public Safety, Disaster Preparedness &amp; Relief N.E.C.</w:t>
            </w:r>
          </w:p>
        </w:tc>
      </w:tr>
      <w:tr w:rsidR="008B4F1B" w14:paraId="78FA339A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1A31864F" w14:textId="77777777" w:rsidR="008B4F1B" w:rsidRDefault="008B4F1B" w:rsidP="00F908E9">
            <w:pPr>
              <w:pStyle w:val="Heading2"/>
            </w:pPr>
            <w:r>
              <w:lastRenderedPageBreak/>
              <w:t>Recreation &amp; Sports</w:t>
            </w:r>
          </w:p>
        </w:tc>
      </w:tr>
      <w:tr w:rsidR="008B4F1B" w14:paraId="118FA5F4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319A8FE9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7CC76192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EDE3FFB" w14:textId="77777777" w:rsidR="008B4F1B" w:rsidRDefault="008B4F1B" w:rsidP="008B4F1B">
            <w:pPr>
              <w:pStyle w:val="Body"/>
            </w:pPr>
            <w:r>
              <w:t>N01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495ED2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4A67EF1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7F72297" w14:textId="77777777" w:rsidR="008B4F1B" w:rsidRDefault="008B4F1B" w:rsidP="008B4F1B">
            <w:pPr>
              <w:pStyle w:val="Body"/>
            </w:pPr>
            <w:r>
              <w:t>N02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EF6BAC5" w14:textId="77777777" w:rsidR="008B4F1B" w:rsidRDefault="008B4F1B" w:rsidP="008B4F1B">
            <w:pPr>
              <w:pStyle w:val="Body"/>
            </w:pPr>
            <w:r>
              <w:t>Employment Services</w:t>
            </w:r>
          </w:p>
        </w:tc>
      </w:tr>
      <w:tr w:rsidR="008B4F1B" w14:paraId="71487C58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04BD877" w14:textId="77777777" w:rsidR="008B4F1B" w:rsidRDefault="008B4F1B" w:rsidP="008B4F1B">
            <w:pPr>
              <w:pStyle w:val="Body"/>
            </w:pPr>
            <w:r>
              <w:t>N03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BC0CEB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47A2D69D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4D7282B" w14:textId="77777777" w:rsidR="008B4F1B" w:rsidRDefault="008B4F1B" w:rsidP="008B4F1B">
            <w:pPr>
              <w:pStyle w:val="Body"/>
            </w:pPr>
            <w:r>
              <w:t>N05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D2CB830" w14:textId="77777777" w:rsidR="008B4F1B" w:rsidRDefault="008B4F1B" w:rsidP="008B4F1B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780F31B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D102252" w14:textId="77777777" w:rsidR="008B4F1B" w:rsidRDefault="008B4F1B" w:rsidP="008B4F1B">
            <w:pPr>
              <w:pStyle w:val="Body"/>
            </w:pPr>
            <w:r>
              <w:t>N11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F018318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58DE59E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F33F60" w14:textId="77777777" w:rsidR="008B4F1B" w:rsidRDefault="008B4F1B" w:rsidP="008B4F1B">
            <w:pPr>
              <w:pStyle w:val="Body"/>
            </w:pPr>
            <w:r>
              <w:t>N12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3D3367F" w14:textId="77777777" w:rsidR="008B4F1B" w:rsidRDefault="008B4F1B" w:rsidP="008B4F1B">
            <w:pPr>
              <w:pStyle w:val="Body"/>
            </w:pPr>
            <w:r>
              <w:t>Fundraising &amp; Fund Distribution</w:t>
            </w:r>
          </w:p>
        </w:tc>
      </w:tr>
      <w:tr w:rsidR="008B4F1B" w14:paraId="0E1FE47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2C2D30" w14:textId="77777777" w:rsidR="008B4F1B" w:rsidRDefault="008B4F1B" w:rsidP="008B4F1B">
            <w:pPr>
              <w:pStyle w:val="Body"/>
            </w:pPr>
            <w:r>
              <w:t>N19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CE79B4" w14:textId="77777777" w:rsidR="008B4F1B" w:rsidRDefault="008B4F1B" w:rsidP="008B4F1B">
            <w:pPr>
              <w:pStyle w:val="Body"/>
            </w:pPr>
            <w:r>
              <w:t>Support N.E.C.</w:t>
            </w:r>
          </w:p>
        </w:tc>
      </w:tr>
      <w:tr w:rsidR="008B4F1B" w14:paraId="193D595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8D0059" w14:textId="77777777" w:rsidR="008B4F1B" w:rsidRDefault="008B4F1B" w:rsidP="008B4F1B">
            <w:pPr>
              <w:pStyle w:val="Body"/>
            </w:pPr>
            <w:r>
              <w:lastRenderedPageBreak/>
              <w:t>N20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5342FA" w14:textId="77777777" w:rsidR="008B4F1B" w:rsidRDefault="008B4F1B" w:rsidP="008B4F1B">
            <w:pPr>
              <w:pStyle w:val="Body"/>
            </w:pPr>
            <w:r>
              <w:t>Camps</w:t>
            </w:r>
          </w:p>
        </w:tc>
      </w:tr>
      <w:tr w:rsidR="008B4F1B" w14:paraId="326C20A5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996DB7" w14:textId="77777777" w:rsidR="008B4F1B" w:rsidRDefault="008B4F1B" w:rsidP="008B4F1B">
            <w:pPr>
              <w:pStyle w:val="Body"/>
            </w:pPr>
            <w:r>
              <w:t>N2A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130322" w14:textId="77777777" w:rsidR="008B4F1B" w:rsidRDefault="008B4F1B" w:rsidP="008B4F1B">
            <w:pPr>
              <w:pStyle w:val="Body"/>
            </w:pPr>
            <w:r>
              <w:t>RV (Recreational Vehicle) Parks &amp; Campgrounds</w:t>
            </w:r>
          </w:p>
        </w:tc>
      </w:tr>
      <w:tr w:rsidR="008B4F1B" w14:paraId="2128C12D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2D25FE" w14:textId="77777777" w:rsidR="008B4F1B" w:rsidRDefault="008B4F1B" w:rsidP="008B4F1B">
            <w:pPr>
              <w:pStyle w:val="Body"/>
            </w:pPr>
            <w:r>
              <w:t>N2B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176920" w14:textId="77777777" w:rsidR="008B4F1B" w:rsidRDefault="008B4F1B" w:rsidP="008B4F1B">
            <w:pPr>
              <w:pStyle w:val="Body"/>
            </w:pPr>
            <w:r>
              <w:t>Recreational and Vacation Camps (Except Campgrounds)</w:t>
            </w:r>
          </w:p>
        </w:tc>
      </w:tr>
      <w:tr w:rsidR="008B4F1B" w14:paraId="35444EC8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38798F1" w14:textId="77777777" w:rsidR="008B4F1B" w:rsidRDefault="008B4F1B" w:rsidP="008B4F1B">
            <w:pPr>
              <w:pStyle w:val="Body"/>
            </w:pPr>
            <w:r>
              <w:t>N30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0314DD" w14:textId="77777777" w:rsidR="008B4F1B" w:rsidRDefault="008B4F1B" w:rsidP="008B4F1B">
            <w:pPr>
              <w:pStyle w:val="Body"/>
            </w:pPr>
            <w:r>
              <w:t>Physical Fitness &amp; Community Recreational Facilities</w:t>
            </w:r>
          </w:p>
        </w:tc>
      </w:tr>
      <w:tr w:rsidR="008B4F1B" w14:paraId="73156AB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8F2919" w14:textId="77777777" w:rsidR="008B4F1B" w:rsidRDefault="008B4F1B" w:rsidP="008B4F1B">
            <w:pPr>
              <w:pStyle w:val="Body"/>
            </w:pPr>
            <w:r>
              <w:t>N31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72860C6" w14:textId="77777777" w:rsidR="008B4F1B" w:rsidRDefault="008B4F1B" w:rsidP="008B4F1B">
            <w:pPr>
              <w:pStyle w:val="Body"/>
            </w:pPr>
            <w:r>
              <w:t>Community Recreational Centers</w:t>
            </w:r>
          </w:p>
        </w:tc>
      </w:tr>
      <w:tr w:rsidR="008B4F1B" w14:paraId="4425CDD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ABBFB5" w14:textId="77777777" w:rsidR="008B4F1B" w:rsidRDefault="008B4F1B" w:rsidP="008B4F1B">
            <w:pPr>
              <w:pStyle w:val="Body"/>
            </w:pPr>
            <w:r>
              <w:t>N32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E63256" w14:textId="77777777" w:rsidR="008B4F1B" w:rsidRDefault="008B4F1B" w:rsidP="008B4F1B">
            <w:pPr>
              <w:pStyle w:val="Body"/>
            </w:pPr>
            <w:r>
              <w:t>Parks &amp; Playgrounds</w:t>
            </w:r>
          </w:p>
        </w:tc>
      </w:tr>
      <w:tr w:rsidR="008B4F1B" w14:paraId="624C92AD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562DE1" w14:textId="77777777" w:rsidR="008B4F1B" w:rsidRDefault="008B4F1B" w:rsidP="008B4F1B">
            <w:pPr>
              <w:pStyle w:val="Body"/>
            </w:pPr>
            <w:r>
              <w:t>N40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2B1835" w14:textId="77777777" w:rsidR="008B4F1B" w:rsidRDefault="008B4F1B" w:rsidP="008B4F1B">
            <w:pPr>
              <w:pStyle w:val="Body"/>
            </w:pPr>
            <w:r>
              <w:t>Sports Training Facilities, Agencies</w:t>
            </w:r>
          </w:p>
        </w:tc>
      </w:tr>
      <w:tr w:rsidR="008B4F1B" w14:paraId="51261F22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EA3E691" w14:textId="77777777" w:rsidR="008B4F1B" w:rsidRDefault="008B4F1B" w:rsidP="008B4F1B">
            <w:pPr>
              <w:pStyle w:val="Body"/>
            </w:pPr>
            <w:r>
              <w:t>N50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0D11BD8" w14:textId="77777777" w:rsidR="008B4F1B" w:rsidRDefault="008B4F1B" w:rsidP="008B4F1B">
            <w:pPr>
              <w:pStyle w:val="Body"/>
            </w:pPr>
            <w:r>
              <w:t>Recreational Clubs</w:t>
            </w:r>
          </w:p>
        </w:tc>
      </w:tr>
      <w:tr w:rsidR="008B4F1B" w14:paraId="7489B89F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E854A3F" w14:textId="77777777" w:rsidR="008B4F1B" w:rsidRDefault="008B4F1B" w:rsidP="008B4F1B">
            <w:pPr>
              <w:pStyle w:val="Body"/>
            </w:pPr>
            <w:r>
              <w:t>N52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A7E2622" w14:textId="77777777" w:rsidR="008B4F1B" w:rsidRDefault="008B4F1B" w:rsidP="008B4F1B">
            <w:pPr>
              <w:pStyle w:val="Body"/>
            </w:pPr>
            <w:r>
              <w:t>Fairs</w:t>
            </w:r>
          </w:p>
        </w:tc>
      </w:tr>
      <w:tr w:rsidR="008B4F1B" w14:paraId="224E7FF3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27C9688" w14:textId="77777777" w:rsidR="008B4F1B" w:rsidRDefault="008B4F1B" w:rsidP="008B4F1B">
            <w:pPr>
              <w:pStyle w:val="Body"/>
            </w:pPr>
            <w:r>
              <w:lastRenderedPageBreak/>
              <w:t>N60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0A7D976" w14:textId="77777777" w:rsidR="008B4F1B" w:rsidRDefault="008B4F1B" w:rsidP="008B4F1B">
            <w:pPr>
              <w:pStyle w:val="Body"/>
            </w:pPr>
            <w:r>
              <w:t>Amateur Sports</w:t>
            </w:r>
          </w:p>
        </w:tc>
      </w:tr>
      <w:tr w:rsidR="008B4F1B" w14:paraId="5654A4C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88F5F53" w14:textId="77777777" w:rsidR="008B4F1B" w:rsidRDefault="008B4F1B" w:rsidP="008B4F1B">
            <w:pPr>
              <w:pStyle w:val="Body"/>
            </w:pPr>
            <w:r>
              <w:t>N61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F48C905" w14:textId="77777777" w:rsidR="008B4F1B" w:rsidRDefault="008B4F1B" w:rsidP="008B4F1B">
            <w:pPr>
              <w:pStyle w:val="Body"/>
            </w:pPr>
            <w:r>
              <w:t>Fishing &amp; Hunting</w:t>
            </w:r>
          </w:p>
        </w:tc>
      </w:tr>
      <w:tr w:rsidR="008B4F1B" w14:paraId="42F7AF6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431A2D" w14:textId="77777777" w:rsidR="008B4F1B" w:rsidRDefault="008B4F1B" w:rsidP="008B4F1B">
            <w:pPr>
              <w:pStyle w:val="Body"/>
            </w:pPr>
            <w:r>
              <w:t>N62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14FF1B0" w14:textId="77777777" w:rsidR="008B4F1B" w:rsidRDefault="008B4F1B" w:rsidP="008B4F1B">
            <w:pPr>
              <w:pStyle w:val="Body"/>
            </w:pPr>
            <w:r>
              <w:t>Basketball</w:t>
            </w:r>
          </w:p>
        </w:tc>
      </w:tr>
      <w:tr w:rsidR="008B4F1B" w14:paraId="5D52D63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310BA51" w14:textId="77777777" w:rsidR="008B4F1B" w:rsidRDefault="008B4F1B" w:rsidP="008B4F1B">
            <w:pPr>
              <w:pStyle w:val="Body"/>
            </w:pPr>
            <w:r>
              <w:t>N63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C87C3C" w14:textId="77777777" w:rsidR="008B4F1B" w:rsidRDefault="008B4F1B" w:rsidP="008B4F1B">
            <w:pPr>
              <w:pStyle w:val="Body"/>
            </w:pPr>
            <w:r>
              <w:t>Baseball &amp; Softball</w:t>
            </w:r>
          </w:p>
        </w:tc>
      </w:tr>
      <w:tr w:rsidR="008B4F1B" w14:paraId="5F9FF17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DF12D09" w14:textId="77777777" w:rsidR="008B4F1B" w:rsidRDefault="008B4F1B" w:rsidP="008B4F1B">
            <w:pPr>
              <w:pStyle w:val="Body"/>
            </w:pPr>
            <w:r>
              <w:t>N64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859946D" w14:textId="77777777" w:rsidR="008B4F1B" w:rsidRDefault="008B4F1B" w:rsidP="008B4F1B">
            <w:pPr>
              <w:pStyle w:val="Body"/>
            </w:pPr>
            <w:r>
              <w:t>Soccer</w:t>
            </w:r>
          </w:p>
        </w:tc>
      </w:tr>
      <w:tr w:rsidR="008B4F1B" w14:paraId="3A0C578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0024BA" w14:textId="77777777" w:rsidR="008B4F1B" w:rsidRDefault="008B4F1B" w:rsidP="008B4F1B">
            <w:pPr>
              <w:pStyle w:val="Body"/>
            </w:pPr>
            <w:r>
              <w:t>N65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E8D9EA8" w14:textId="77777777" w:rsidR="008B4F1B" w:rsidRDefault="008B4F1B" w:rsidP="008B4F1B">
            <w:pPr>
              <w:pStyle w:val="Body"/>
            </w:pPr>
            <w:r>
              <w:t>Football</w:t>
            </w:r>
          </w:p>
        </w:tc>
      </w:tr>
      <w:tr w:rsidR="008B4F1B" w14:paraId="31514A2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6863D8C" w14:textId="77777777" w:rsidR="008B4F1B" w:rsidRDefault="008B4F1B" w:rsidP="008B4F1B">
            <w:pPr>
              <w:pStyle w:val="Body"/>
            </w:pPr>
            <w:r>
              <w:t>N66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F3C81F" w14:textId="77777777" w:rsidR="008B4F1B" w:rsidRDefault="008B4F1B" w:rsidP="008B4F1B">
            <w:pPr>
              <w:pStyle w:val="Body"/>
            </w:pPr>
            <w:r>
              <w:t>Racquet Sports</w:t>
            </w:r>
          </w:p>
        </w:tc>
      </w:tr>
      <w:tr w:rsidR="008B4F1B" w14:paraId="2D3FEE01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972598" w14:textId="77777777" w:rsidR="008B4F1B" w:rsidRDefault="008B4F1B" w:rsidP="008B4F1B">
            <w:pPr>
              <w:pStyle w:val="Body"/>
            </w:pPr>
            <w:r>
              <w:t>N67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8A071E" w14:textId="77777777" w:rsidR="008B4F1B" w:rsidRDefault="008B4F1B" w:rsidP="008B4F1B">
            <w:pPr>
              <w:pStyle w:val="Body"/>
            </w:pPr>
            <w:r>
              <w:t>Swimming &amp; Other Water Recreation</w:t>
            </w:r>
          </w:p>
        </w:tc>
      </w:tr>
      <w:tr w:rsidR="008B4F1B" w14:paraId="76F6421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9A699E" w14:textId="77777777" w:rsidR="008B4F1B" w:rsidRDefault="008B4F1B" w:rsidP="008B4F1B">
            <w:pPr>
              <w:pStyle w:val="Body"/>
            </w:pPr>
            <w:r>
              <w:t>N68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D2904B" w14:textId="77777777" w:rsidR="008B4F1B" w:rsidRDefault="008B4F1B" w:rsidP="008B4F1B">
            <w:pPr>
              <w:pStyle w:val="Body"/>
            </w:pPr>
            <w:r>
              <w:t>Winter Sports</w:t>
            </w:r>
          </w:p>
        </w:tc>
      </w:tr>
      <w:tr w:rsidR="008B4F1B" w14:paraId="4B65AAD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051888D" w14:textId="77777777" w:rsidR="008B4F1B" w:rsidRDefault="008B4F1B" w:rsidP="008B4F1B">
            <w:pPr>
              <w:pStyle w:val="Body"/>
            </w:pPr>
            <w:r>
              <w:t>N69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2F06529" w14:textId="77777777" w:rsidR="008B4F1B" w:rsidRDefault="008B4F1B" w:rsidP="008B4F1B">
            <w:pPr>
              <w:pStyle w:val="Body"/>
            </w:pPr>
            <w:r>
              <w:t>Equestrian</w:t>
            </w:r>
          </w:p>
        </w:tc>
      </w:tr>
      <w:tr w:rsidR="008B4F1B" w14:paraId="12082D1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58B961" w14:textId="77777777" w:rsidR="008B4F1B" w:rsidRDefault="008B4F1B" w:rsidP="008B4F1B">
            <w:pPr>
              <w:pStyle w:val="Body"/>
            </w:pPr>
            <w:r>
              <w:lastRenderedPageBreak/>
              <w:t>N6A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4CC7097" w14:textId="77777777" w:rsidR="008B4F1B" w:rsidRDefault="008B4F1B" w:rsidP="008B4F1B">
            <w:pPr>
              <w:pStyle w:val="Body"/>
            </w:pPr>
            <w:r>
              <w:t>Golf</w:t>
            </w:r>
          </w:p>
        </w:tc>
      </w:tr>
      <w:tr w:rsidR="008B4F1B" w14:paraId="03F12792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B6BC32" w14:textId="77777777" w:rsidR="008B4F1B" w:rsidRDefault="008B4F1B" w:rsidP="008B4F1B">
            <w:pPr>
              <w:pStyle w:val="Body"/>
            </w:pPr>
            <w:r>
              <w:t>N70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5EB923" w14:textId="77777777" w:rsidR="008B4F1B" w:rsidRDefault="008B4F1B" w:rsidP="008B4F1B">
            <w:pPr>
              <w:pStyle w:val="Body"/>
            </w:pPr>
            <w:r>
              <w:t>Amateur Sports Competitions</w:t>
            </w:r>
          </w:p>
        </w:tc>
      </w:tr>
      <w:tr w:rsidR="008B4F1B" w14:paraId="7A61D89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587B3D3" w14:textId="77777777" w:rsidR="008B4F1B" w:rsidRDefault="008B4F1B" w:rsidP="008B4F1B">
            <w:pPr>
              <w:pStyle w:val="Body"/>
            </w:pPr>
            <w:r>
              <w:t>N71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20A90CD" w14:textId="77777777" w:rsidR="008B4F1B" w:rsidRDefault="008B4F1B" w:rsidP="008B4F1B">
            <w:pPr>
              <w:pStyle w:val="Body"/>
            </w:pPr>
            <w:r>
              <w:t>Olympics</w:t>
            </w:r>
          </w:p>
        </w:tc>
      </w:tr>
      <w:tr w:rsidR="008B4F1B" w14:paraId="4E146CC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BE398D" w14:textId="77777777" w:rsidR="008B4F1B" w:rsidRDefault="008B4F1B" w:rsidP="008B4F1B">
            <w:pPr>
              <w:pStyle w:val="Body"/>
            </w:pPr>
            <w:r>
              <w:t>N72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AB287E7" w14:textId="77777777" w:rsidR="008B4F1B" w:rsidRDefault="008B4F1B" w:rsidP="008B4F1B">
            <w:pPr>
              <w:pStyle w:val="Body"/>
            </w:pPr>
            <w:r>
              <w:t>Special Olympics</w:t>
            </w:r>
          </w:p>
        </w:tc>
      </w:tr>
      <w:tr w:rsidR="008B4F1B" w14:paraId="7A498DF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9EE40C" w14:textId="77777777" w:rsidR="008B4F1B" w:rsidRDefault="008B4F1B" w:rsidP="008B4F1B">
            <w:pPr>
              <w:pStyle w:val="Body"/>
            </w:pPr>
            <w:r>
              <w:t>N80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9F3F3A" w14:textId="77777777" w:rsidR="008B4F1B" w:rsidRDefault="008B4F1B" w:rsidP="008B4F1B">
            <w:pPr>
              <w:pStyle w:val="Body"/>
            </w:pPr>
            <w:r>
              <w:t>Professional Athletic Leagues</w:t>
            </w:r>
          </w:p>
        </w:tc>
      </w:tr>
      <w:tr w:rsidR="008B4F1B" w14:paraId="0633A92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D8A96D" w14:textId="77777777" w:rsidR="008B4F1B" w:rsidRDefault="008B4F1B" w:rsidP="008B4F1B">
            <w:pPr>
              <w:pStyle w:val="Body"/>
            </w:pPr>
            <w:r>
              <w:t>N99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CE8B34E" w14:textId="77777777" w:rsidR="008B4F1B" w:rsidRDefault="008B4F1B" w:rsidP="008B4F1B">
            <w:pPr>
              <w:pStyle w:val="Body"/>
            </w:pPr>
            <w:r>
              <w:t>Recreation &amp; Sports N.E.C.</w:t>
            </w:r>
          </w:p>
        </w:tc>
      </w:tr>
      <w:tr w:rsidR="008B4F1B" w14:paraId="5019FF17" w14:textId="77777777" w:rsidTr="008B4F1B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06ED13B7" w14:textId="77777777" w:rsidR="008B4F1B" w:rsidRDefault="008B4F1B" w:rsidP="00F908E9">
            <w:pPr>
              <w:pStyle w:val="Heading2"/>
            </w:pPr>
            <w:r>
              <w:t>Youth Development</w:t>
            </w:r>
          </w:p>
        </w:tc>
      </w:tr>
      <w:tr w:rsidR="008B4F1B" w14:paraId="305075B8" w14:textId="77777777" w:rsidTr="008B4F1B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105BE442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6024E0A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9C0E119" w14:textId="77777777" w:rsidR="008B4F1B" w:rsidRDefault="008B4F1B" w:rsidP="008B4F1B">
            <w:pPr>
              <w:pStyle w:val="Body"/>
            </w:pPr>
            <w:r>
              <w:t>O01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78839FA" w14:textId="77777777" w:rsidR="008B4F1B" w:rsidRDefault="008B4F1B" w:rsidP="008B4F1B">
            <w:pPr>
              <w:pStyle w:val="Body"/>
            </w:pPr>
            <w:r>
              <w:t>Alliances &amp; Advocacy</w:t>
            </w:r>
          </w:p>
        </w:tc>
      </w:tr>
      <w:tr w:rsidR="008B4F1B" w14:paraId="5C5A9BBC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CAF5F5" w14:textId="77777777" w:rsidR="008B4F1B" w:rsidRDefault="008B4F1B" w:rsidP="008B4F1B">
            <w:pPr>
              <w:pStyle w:val="Body"/>
            </w:pPr>
            <w:r>
              <w:t>O02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24A6D93" w14:textId="77777777" w:rsidR="008B4F1B" w:rsidRDefault="008B4F1B" w:rsidP="008B4F1B">
            <w:pPr>
              <w:pStyle w:val="Body"/>
            </w:pPr>
            <w:r>
              <w:t>Management &amp; Technical Assistance</w:t>
            </w:r>
          </w:p>
        </w:tc>
      </w:tr>
      <w:tr w:rsidR="008B4F1B" w14:paraId="7D3D15E1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156B64" w14:textId="77777777" w:rsidR="008B4F1B" w:rsidRDefault="008B4F1B" w:rsidP="008B4F1B">
            <w:pPr>
              <w:pStyle w:val="Body"/>
            </w:pPr>
            <w:r>
              <w:lastRenderedPageBreak/>
              <w:t>O03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FC5AAFB" w14:textId="77777777" w:rsidR="008B4F1B" w:rsidRDefault="008B4F1B" w:rsidP="008B4F1B">
            <w:pPr>
              <w:pStyle w:val="Body"/>
            </w:pPr>
            <w:r>
              <w:t>Professional Societies &amp; Associations</w:t>
            </w:r>
          </w:p>
        </w:tc>
      </w:tr>
      <w:tr w:rsidR="008B4F1B" w14:paraId="5A11F97D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B7D4982" w14:textId="77777777" w:rsidR="008B4F1B" w:rsidRDefault="008B4F1B" w:rsidP="008B4F1B">
            <w:pPr>
              <w:pStyle w:val="Body"/>
            </w:pPr>
            <w:r>
              <w:t>O05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79C1F1" w14:textId="77777777" w:rsidR="008B4F1B" w:rsidRDefault="008B4F1B" w:rsidP="008B4F1B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1895150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E9D206D" w14:textId="77777777" w:rsidR="008B4F1B" w:rsidRDefault="008B4F1B" w:rsidP="008B4F1B">
            <w:pPr>
              <w:pStyle w:val="Body"/>
            </w:pPr>
            <w:r>
              <w:t>O11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CF1F01A" w14:textId="77777777" w:rsidR="008B4F1B" w:rsidRDefault="008B4F1B" w:rsidP="008B4F1B">
            <w:pPr>
              <w:pStyle w:val="Body"/>
            </w:pPr>
            <w:r>
              <w:t>Single Organization Support</w:t>
            </w:r>
          </w:p>
        </w:tc>
      </w:tr>
      <w:tr w:rsidR="008B4F1B" w14:paraId="1ACB518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BEA2837" w14:textId="77777777" w:rsidR="008B4F1B" w:rsidRDefault="008B4F1B" w:rsidP="00F908E9">
            <w:pPr>
              <w:pStyle w:val="Body"/>
            </w:pPr>
            <w:r>
              <w:t>O12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15C249" w14:textId="77777777" w:rsidR="008B4F1B" w:rsidRDefault="008B4F1B" w:rsidP="00F908E9">
            <w:pPr>
              <w:pStyle w:val="Body"/>
            </w:pPr>
            <w:r>
              <w:t>Fundraising &amp; Fund Distribution</w:t>
            </w:r>
          </w:p>
        </w:tc>
      </w:tr>
      <w:tr w:rsidR="008B4F1B" w14:paraId="15D8951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043856" w14:textId="77777777" w:rsidR="008B4F1B" w:rsidRDefault="008B4F1B" w:rsidP="00F908E9">
            <w:pPr>
              <w:pStyle w:val="Body"/>
            </w:pPr>
            <w:r>
              <w:t>O19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DF1F1DE" w14:textId="77777777" w:rsidR="008B4F1B" w:rsidRDefault="008B4F1B" w:rsidP="00F908E9">
            <w:pPr>
              <w:pStyle w:val="Body"/>
            </w:pPr>
            <w:r>
              <w:t>Support N.E.C.</w:t>
            </w:r>
          </w:p>
        </w:tc>
      </w:tr>
      <w:tr w:rsidR="008B4F1B" w14:paraId="6347906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0DC32C0" w14:textId="77777777" w:rsidR="008B4F1B" w:rsidRDefault="008B4F1B" w:rsidP="00F908E9">
            <w:pPr>
              <w:pStyle w:val="Body"/>
            </w:pPr>
            <w:r>
              <w:t>O20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A93CDB7" w14:textId="77777777" w:rsidR="008B4F1B" w:rsidRDefault="008B4F1B" w:rsidP="00F908E9">
            <w:pPr>
              <w:pStyle w:val="Body"/>
            </w:pPr>
            <w:r>
              <w:t>Youth Centers &amp; Clubs</w:t>
            </w:r>
          </w:p>
        </w:tc>
      </w:tr>
      <w:tr w:rsidR="008B4F1B" w14:paraId="4C05E94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B7C0F6B" w14:textId="77777777" w:rsidR="008B4F1B" w:rsidRDefault="008B4F1B" w:rsidP="00F908E9">
            <w:pPr>
              <w:pStyle w:val="Body"/>
            </w:pPr>
            <w:r>
              <w:t>O21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685EB3" w14:textId="77777777" w:rsidR="008B4F1B" w:rsidRDefault="008B4F1B" w:rsidP="00F908E9">
            <w:pPr>
              <w:pStyle w:val="Body"/>
            </w:pPr>
            <w:r>
              <w:t>Boys Clubs</w:t>
            </w:r>
          </w:p>
        </w:tc>
      </w:tr>
      <w:tr w:rsidR="008B4F1B" w14:paraId="4AB04A5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9D2D9CE" w14:textId="77777777" w:rsidR="008B4F1B" w:rsidRDefault="008B4F1B" w:rsidP="00F908E9">
            <w:pPr>
              <w:pStyle w:val="Body"/>
            </w:pPr>
            <w:r>
              <w:t>O22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FA703A" w14:textId="77777777" w:rsidR="008B4F1B" w:rsidRDefault="008B4F1B" w:rsidP="00F908E9">
            <w:pPr>
              <w:pStyle w:val="Body"/>
            </w:pPr>
            <w:r>
              <w:t>Girls Clubs</w:t>
            </w:r>
          </w:p>
        </w:tc>
      </w:tr>
      <w:tr w:rsidR="008B4F1B" w14:paraId="1B17F3E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820F3AC" w14:textId="77777777" w:rsidR="008B4F1B" w:rsidRDefault="008B4F1B" w:rsidP="00F908E9">
            <w:pPr>
              <w:pStyle w:val="Body"/>
            </w:pPr>
            <w:r>
              <w:t>O23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331084A" w14:textId="77777777" w:rsidR="008B4F1B" w:rsidRDefault="008B4F1B" w:rsidP="00F908E9">
            <w:pPr>
              <w:pStyle w:val="Body"/>
            </w:pPr>
            <w:r>
              <w:t>Boys &amp; Girls Clubs</w:t>
            </w:r>
          </w:p>
        </w:tc>
      </w:tr>
      <w:tr w:rsidR="008B4F1B" w14:paraId="78A5B8D1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F573F0" w14:textId="77777777" w:rsidR="008B4F1B" w:rsidRDefault="008B4F1B" w:rsidP="00F908E9">
            <w:pPr>
              <w:pStyle w:val="Body"/>
            </w:pPr>
            <w:r>
              <w:t>O30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6D7170" w14:textId="77777777" w:rsidR="008B4F1B" w:rsidRDefault="008B4F1B" w:rsidP="00F908E9">
            <w:pPr>
              <w:pStyle w:val="Body"/>
            </w:pPr>
            <w:r>
              <w:t>Adult &amp; Child - Matching Programs</w:t>
            </w:r>
          </w:p>
        </w:tc>
      </w:tr>
      <w:tr w:rsidR="008B4F1B" w14:paraId="23DF238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8B01B25" w14:textId="77777777" w:rsidR="008B4F1B" w:rsidRDefault="008B4F1B" w:rsidP="00F908E9">
            <w:pPr>
              <w:pStyle w:val="Body"/>
            </w:pPr>
            <w:r>
              <w:lastRenderedPageBreak/>
              <w:t>O31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70E1F99" w14:textId="77777777" w:rsidR="008B4F1B" w:rsidRDefault="008B4F1B" w:rsidP="00F908E9">
            <w:pPr>
              <w:pStyle w:val="Body"/>
            </w:pPr>
            <w:r>
              <w:t>Big Brothers &amp; Big Sisters</w:t>
            </w:r>
          </w:p>
        </w:tc>
      </w:tr>
      <w:tr w:rsidR="008B4F1B" w14:paraId="418DC3A3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2629795" w14:textId="77777777" w:rsidR="008B4F1B" w:rsidRDefault="008B4F1B" w:rsidP="00F908E9">
            <w:pPr>
              <w:pStyle w:val="Body"/>
            </w:pPr>
            <w:r>
              <w:t>O40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B5E090B" w14:textId="77777777" w:rsidR="008B4F1B" w:rsidRDefault="008B4F1B" w:rsidP="00F908E9">
            <w:pPr>
              <w:pStyle w:val="Body"/>
            </w:pPr>
            <w:r>
              <w:t>Scouting</w:t>
            </w:r>
          </w:p>
        </w:tc>
      </w:tr>
      <w:tr w:rsidR="008B4F1B" w14:paraId="6F56409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697197B" w14:textId="77777777" w:rsidR="008B4F1B" w:rsidRDefault="008B4F1B" w:rsidP="00F908E9">
            <w:pPr>
              <w:pStyle w:val="Body"/>
            </w:pPr>
            <w:r>
              <w:t>O41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B978A6" w14:textId="77777777" w:rsidR="008B4F1B" w:rsidRDefault="008B4F1B" w:rsidP="00F908E9">
            <w:pPr>
              <w:pStyle w:val="Body"/>
            </w:pPr>
            <w:r>
              <w:t>Boy Scouts of America</w:t>
            </w:r>
          </w:p>
        </w:tc>
      </w:tr>
      <w:tr w:rsidR="008B4F1B" w14:paraId="5FC76EE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F98560" w14:textId="77777777" w:rsidR="008B4F1B" w:rsidRDefault="008B4F1B" w:rsidP="00F908E9">
            <w:pPr>
              <w:pStyle w:val="Body"/>
            </w:pPr>
            <w:r>
              <w:t>O42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17E9283" w14:textId="77777777" w:rsidR="008B4F1B" w:rsidRDefault="008B4F1B" w:rsidP="00F908E9">
            <w:pPr>
              <w:pStyle w:val="Body"/>
            </w:pPr>
            <w:r>
              <w:t>Girl Scouts of the U.S.A.</w:t>
            </w:r>
          </w:p>
        </w:tc>
      </w:tr>
      <w:tr w:rsidR="008B4F1B" w14:paraId="564079B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F56590" w14:textId="77777777" w:rsidR="008B4F1B" w:rsidRDefault="008B4F1B" w:rsidP="00F908E9">
            <w:pPr>
              <w:pStyle w:val="Body"/>
            </w:pPr>
            <w:r>
              <w:t>O43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460526" w14:textId="77777777" w:rsidR="008B4F1B" w:rsidRDefault="008B4F1B" w:rsidP="00F908E9">
            <w:pPr>
              <w:pStyle w:val="Body"/>
            </w:pPr>
            <w:r>
              <w:t>Camp Fire</w:t>
            </w:r>
          </w:p>
        </w:tc>
      </w:tr>
      <w:tr w:rsidR="008B4F1B" w14:paraId="4D8DCAC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28A50E7" w14:textId="77777777" w:rsidR="008B4F1B" w:rsidRDefault="008B4F1B" w:rsidP="00F908E9">
            <w:pPr>
              <w:pStyle w:val="Body"/>
            </w:pPr>
            <w:r>
              <w:t>O50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F4E6538" w14:textId="77777777" w:rsidR="008B4F1B" w:rsidRDefault="008B4F1B" w:rsidP="00F908E9">
            <w:pPr>
              <w:pStyle w:val="Body"/>
            </w:pPr>
            <w:r>
              <w:t>Youth Development Programs</w:t>
            </w:r>
          </w:p>
        </w:tc>
      </w:tr>
      <w:tr w:rsidR="008B4F1B" w14:paraId="101D596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A8C59A" w14:textId="77777777" w:rsidR="008B4F1B" w:rsidRDefault="008B4F1B" w:rsidP="00F908E9">
            <w:pPr>
              <w:pStyle w:val="Body"/>
            </w:pPr>
            <w:r>
              <w:t>O51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CB17D37" w14:textId="77777777" w:rsidR="008B4F1B" w:rsidRDefault="008B4F1B" w:rsidP="00F908E9">
            <w:pPr>
              <w:pStyle w:val="Body"/>
            </w:pPr>
            <w:r>
              <w:t>Youth Community Service Clubs</w:t>
            </w:r>
          </w:p>
        </w:tc>
      </w:tr>
      <w:tr w:rsidR="008B4F1B" w14:paraId="71AE050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0FBCDFC" w14:textId="77777777" w:rsidR="008B4F1B" w:rsidRDefault="008B4F1B" w:rsidP="00F908E9">
            <w:pPr>
              <w:pStyle w:val="Body"/>
            </w:pPr>
            <w:r>
              <w:t>O52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71A2944" w14:textId="77777777" w:rsidR="008B4F1B" w:rsidRDefault="008B4F1B" w:rsidP="00F908E9">
            <w:pPr>
              <w:pStyle w:val="Body"/>
            </w:pPr>
            <w:r>
              <w:t>Youth Development - Agricultural</w:t>
            </w:r>
          </w:p>
        </w:tc>
      </w:tr>
      <w:tr w:rsidR="008B4F1B" w14:paraId="17D94B62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C04740D" w14:textId="77777777" w:rsidR="008B4F1B" w:rsidRDefault="008B4F1B" w:rsidP="00F908E9">
            <w:pPr>
              <w:pStyle w:val="Body"/>
            </w:pPr>
            <w:r>
              <w:t>O53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1E4F6B5" w14:textId="77777777" w:rsidR="008B4F1B" w:rsidRDefault="008B4F1B" w:rsidP="00F908E9">
            <w:pPr>
              <w:pStyle w:val="Body"/>
            </w:pPr>
            <w:r>
              <w:t>Youth Development - Business</w:t>
            </w:r>
          </w:p>
        </w:tc>
      </w:tr>
      <w:tr w:rsidR="008B4F1B" w14:paraId="528BA08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62DA8F9" w14:textId="77777777" w:rsidR="008B4F1B" w:rsidRDefault="008B4F1B" w:rsidP="00F908E9">
            <w:pPr>
              <w:pStyle w:val="Body"/>
            </w:pPr>
            <w:r>
              <w:t>O54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0B81F0B" w14:textId="77777777" w:rsidR="008B4F1B" w:rsidRDefault="008B4F1B" w:rsidP="00F908E9">
            <w:pPr>
              <w:pStyle w:val="Body"/>
            </w:pPr>
            <w:r>
              <w:t>Youth Development - Citizenship</w:t>
            </w:r>
          </w:p>
        </w:tc>
      </w:tr>
      <w:tr w:rsidR="008B4F1B" w14:paraId="5AF9BCE9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199D8A5" w14:textId="77777777" w:rsidR="008B4F1B" w:rsidRDefault="008B4F1B" w:rsidP="00F908E9">
            <w:pPr>
              <w:pStyle w:val="Body"/>
            </w:pPr>
            <w:r>
              <w:lastRenderedPageBreak/>
              <w:t>O55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1912FA" w14:textId="77777777" w:rsidR="008B4F1B" w:rsidRDefault="008B4F1B" w:rsidP="00F908E9">
            <w:pPr>
              <w:pStyle w:val="Body"/>
            </w:pPr>
            <w:r>
              <w:t>Youth Development - Religious Leadership</w:t>
            </w:r>
          </w:p>
        </w:tc>
      </w:tr>
      <w:tr w:rsidR="008B4F1B" w14:paraId="57D5286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D12A69" w14:textId="77777777" w:rsidR="008B4F1B" w:rsidRDefault="008B4F1B" w:rsidP="00F908E9">
            <w:pPr>
              <w:pStyle w:val="Body"/>
            </w:pPr>
            <w:r>
              <w:t>O99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54C9F9" w14:textId="77777777" w:rsidR="008B4F1B" w:rsidRDefault="008B4F1B" w:rsidP="00F908E9">
            <w:pPr>
              <w:pStyle w:val="Body"/>
            </w:pPr>
            <w:r>
              <w:t>Youth Development N.E.C.</w:t>
            </w:r>
          </w:p>
        </w:tc>
      </w:tr>
      <w:tr w:rsidR="008B4F1B" w14:paraId="5487BD9B" w14:textId="77777777" w:rsidTr="00F908E9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277BD42E" w14:textId="77777777" w:rsidR="008B4F1B" w:rsidRDefault="008B4F1B" w:rsidP="00F908E9">
            <w:pPr>
              <w:pStyle w:val="Heading2"/>
            </w:pPr>
            <w:r>
              <w:t>Human Services</w:t>
            </w:r>
          </w:p>
        </w:tc>
      </w:tr>
      <w:tr w:rsidR="008B4F1B" w14:paraId="691A19C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7681B56D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1EA9C79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95C830C" w14:textId="77777777" w:rsidR="008B4F1B" w:rsidRDefault="008B4F1B" w:rsidP="00F908E9">
            <w:pPr>
              <w:pStyle w:val="Body"/>
            </w:pPr>
            <w:r>
              <w:t>P01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D1C3854" w14:textId="77777777" w:rsidR="008B4F1B" w:rsidRDefault="008B4F1B" w:rsidP="00F908E9">
            <w:pPr>
              <w:pStyle w:val="Body"/>
            </w:pPr>
            <w:r>
              <w:t>Alliances &amp; Advocacy</w:t>
            </w:r>
          </w:p>
        </w:tc>
      </w:tr>
      <w:tr w:rsidR="008B4F1B" w14:paraId="5A0B1B6C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5B5E05" w14:textId="77777777" w:rsidR="008B4F1B" w:rsidRDefault="008B4F1B" w:rsidP="00F908E9">
            <w:pPr>
              <w:pStyle w:val="Body"/>
            </w:pPr>
            <w:r>
              <w:t>P02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32E86B" w14:textId="77777777" w:rsidR="008B4F1B" w:rsidRDefault="008B4F1B" w:rsidP="00F908E9">
            <w:pPr>
              <w:pStyle w:val="Body"/>
            </w:pPr>
            <w:r>
              <w:t>Management &amp; Technical Assistance</w:t>
            </w:r>
          </w:p>
        </w:tc>
      </w:tr>
      <w:tr w:rsidR="008B4F1B" w14:paraId="6CF557DD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27F42B" w14:textId="77777777" w:rsidR="008B4F1B" w:rsidRDefault="008B4F1B" w:rsidP="00F908E9">
            <w:pPr>
              <w:pStyle w:val="Body"/>
            </w:pPr>
            <w:r>
              <w:t>P03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2CF1213" w14:textId="77777777" w:rsidR="008B4F1B" w:rsidRDefault="008B4F1B" w:rsidP="00F908E9">
            <w:pPr>
              <w:pStyle w:val="Body"/>
            </w:pPr>
            <w:r>
              <w:t>Professional Societies &amp; Associations</w:t>
            </w:r>
          </w:p>
        </w:tc>
      </w:tr>
      <w:tr w:rsidR="008B4F1B" w14:paraId="30EF44B7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38A7E2" w14:textId="77777777" w:rsidR="008B4F1B" w:rsidRDefault="008B4F1B" w:rsidP="00F908E9">
            <w:pPr>
              <w:pStyle w:val="Body"/>
            </w:pPr>
            <w:r>
              <w:t>P05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78D4079" w14:textId="77777777" w:rsidR="008B4F1B" w:rsidRDefault="008B4F1B" w:rsidP="00F908E9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132E0EB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62BE364" w14:textId="77777777" w:rsidR="008B4F1B" w:rsidRDefault="008B4F1B" w:rsidP="00F908E9">
            <w:pPr>
              <w:pStyle w:val="Body"/>
            </w:pPr>
            <w:r>
              <w:t>P11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CBF5509" w14:textId="77777777" w:rsidR="008B4F1B" w:rsidRDefault="008B4F1B" w:rsidP="00F908E9">
            <w:pPr>
              <w:pStyle w:val="Body"/>
            </w:pPr>
            <w:r>
              <w:t>Single Organization Support</w:t>
            </w:r>
          </w:p>
        </w:tc>
      </w:tr>
      <w:tr w:rsidR="008B4F1B" w14:paraId="2B66F18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8F75127" w14:textId="77777777" w:rsidR="008B4F1B" w:rsidRDefault="008B4F1B" w:rsidP="00F908E9">
            <w:pPr>
              <w:pStyle w:val="Body"/>
            </w:pPr>
            <w:r>
              <w:lastRenderedPageBreak/>
              <w:t>P12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2F13ABA" w14:textId="77777777" w:rsidR="008B4F1B" w:rsidRDefault="008B4F1B" w:rsidP="00F908E9">
            <w:pPr>
              <w:pStyle w:val="Body"/>
            </w:pPr>
            <w:r>
              <w:t>Fundraising &amp; Fund Distribution</w:t>
            </w:r>
          </w:p>
        </w:tc>
      </w:tr>
      <w:tr w:rsidR="008B4F1B" w14:paraId="205FB3D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74D6AFE" w14:textId="77777777" w:rsidR="008B4F1B" w:rsidRDefault="008B4F1B" w:rsidP="00F908E9">
            <w:pPr>
              <w:pStyle w:val="Body"/>
            </w:pPr>
            <w:r>
              <w:t>P19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00E51A9" w14:textId="77777777" w:rsidR="008B4F1B" w:rsidRDefault="008B4F1B" w:rsidP="00F908E9">
            <w:pPr>
              <w:pStyle w:val="Body"/>
            </w:pPr>
            <w:r>
              <w:t>Support N.E.C.</w:t>
            </w:r>
          </w:p>
        </w:tc>
      </w:tr>
      <w:tr w:rsidR="008B4F1B" w14:paraId="7FF1441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283D53E" w14:textId="77777777" w:rsidR="008B4F1B" w:rsidRDefault="008B4F1B" w:rsidP="00F908E9">
            <w:pPr>
              <w:pStyle w:val="Body"/>
            </w:pPr>
            <w:r>
              <w:t>P20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986897" w14:textId="77777777" w:rsidR="008B4F1B" w:rsidRDefault="008B4F1B" w:rsidP="00F908E9">
            <w:pPr>
              <w:pStyle w:val="Body"/>
            </w:pPr>
            <w:r>
              <w:t>Human Service Organizations</w:t>
            </w:r>
          </w:p>
        </w:tc>
      </w:tr>
      <w:tr w:rsidR="008B4F1B" w14:paraId="61616CC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CF15E0" w14:textId="77777777" w:rsidR="008B4F1B" w:rsidRDefault="008B4F1B" w:rsidP="00F908E9">
            <w:pPr>
              <w:pStyle w:val="Body"/>
            </w:pPr>
            <w:r>
              <w:t>P21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8730A1" w14:textId="77777777" w:rsidR="008B4F1B" w:rsidRDefault="008B4F1B" w:rsidP="00F908E9">
            <w:pPr>
              <w:pStyle w:val="Body"/>
            </w:pPr>
            <w:r>
              <w:t>American Red Cross</w:t>
            </w:r>
          </w:p>
        </w:tc>
      </w:tr>
      <w:tr w:rsidR="008B4F1B" w14:paraId="5838461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197C5EB" w14:textId="77777777" w:rsidR="008B4F1B" w:rsidRDefault="008B4F1B" w:rsidP="00F908E9">
            <w:pPr>
              <w:pStyle w:val="Body"/>
            </w:pPr>
            <w:r>
              <w:t>P22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90B338" w14:textId="77777777" w:rsidR="008B4F1B" w:rsidRDefault="008B4F1B" w:rsidP="00F908E9">
            <w:pPr>
              <w:pStyle w:val="Body"/>
            </w:pPr>
            <w:r>
              <w:t>Urban League</w:t>
            </w:r>
          </w:p>
        </w:tc>
      </w:tr>
      <w:tr w:rsidR="008B4F1B" w14:paraId="66A40FF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E56C33" w14:textId="77777777" w:rsidR="008B4F1B" w:rsidRDefault="008B4F1B" w:rsidP="00F908E9">
            <w:pPr>
              <w:pStyle w:val="Body"/>
            </w:pPr>
            <w:r>
              <w:t>P24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748877" w14:textId="77777777" w:rsidR="008B4F1B" w:rsidRDefault="008B4F1B" w:rsidP="00F908E9">
            <w:pPr>
              <w:pStyle w:val="Body"/>
            </w:pPr>
            <w:r>
              <w:t>Salvation Army</w:t>
            </w:r>
          </w:p>
        </w:tc>
      </w:tr>
      <w:tr w:rsidR="008B4F1B" w14:paraId="6A5CF81F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04E280" w14:textId="77777777" w:rsidR="008B4F1B" w:rsidRDefault="008B4F1B" w:rsidP="00F908E9">
            <w:pPr>
              <w:pStyle w:val="Body"/>
            </w:pPr>
            <w:r>
              <w:t>P26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97220B1" w14:textId="77777777" w:rsidR="008B4F1B" w:rsidRDefault="008B4F1B" w:rsidP="00F908E9">
            <w:pPr>
              <w:pStyle w:val="Body"/>
            </w:pPr>
            <w:r>
              <w:t>Volunteers of America</w:t>
            </w:r>
          </w:p>
        </w:tc>
      </w:tr>
      <w:tr w:rsidR="008B4F1B" w14:paraId="7EE0D69B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A7A497" w14:textId="77777777" w:rsidR="008B4F1B" w:rsidRDefault="008B4F1B" w:rsidP="00F908E9">
            <w:pPr>
              <w:pStyle w:val="Body"/>
            </w:pPr>
            <w:r>
              <w:t>P27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961FAD7" w14:textId="77777777" w:rsidR="008B4F1B" w:rsidRDefault="008B4F1B" w:rsidP="00F908E9">
            <w:pPr>
              <w:pStyle w:val="Body"/>
            </w:pPr>
            <w:r>
              <w:t>Young Men’s or Women Associations</w:t>
            </w:r>
          </w:p>
        </w:tc>
      </w:tr>
      <w:tr w:rsidR="008B4F1B" w14:paraId="700CFB3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295E39C" w14:textId="77777777" w:rsidR="008B4F1B" w:rsidRDefault="008B4F1B" w:rsidP="00F908E9">
            <w:pPr>
              <w:pStyle w:val="Body"/>
            </w:pPr>
            <w:r>
              <w:t>P28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B498F59" w14:textId="77777777" w:rsidR="008B4F1B" w:rsidRDefault="008B4F1B" w:rsidP="00F908E9">
            <w:pPr>
              <w:pStyle w:val="Body"/>
            </w:pPr>
            <w:r>
              <w:t>Neighborhood Centers</w:t>
            </w:r>
          </w:p>
        </w:tc>
      </w:tr>
      <w:tr w:rsidR="008B4F1B" w14:paraId="794D2F4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D0F0596" w14:textId="77777777" w:rsidR="008B4F1B" w:rsidRDefault="008B4F1B" w:rsidP="00F908E9">
            <w:pPr>
              <w:pStyle w:val="Body"/>
            </w:pPr>
            <w:r>
              <w:t>P29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562EC7" w14:textId="77777777" w:rsidR="008B4F1B" w:rsidRDefault="008B4F1B" w:rsidP="00F908E9">
            <w:pPr>
              <w:pStyle w:val="Body"/>
            </w:pPr>
            <w:r>
              <w:t>Thrift Shops</w:t>
            </w:r>
          </w:p>
        </w:tc>
      </w:tr>
      <w:tr w:rsidR="008B4F1B" w14:paraId="63FADC7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1ABBD6" w14:textId="77777777" w:rsidR="008B4F1B" w:rsidRDefault="008B4F1B" w:rsidP="00F908E9">
            <w:pPr>
              <w:pStyle w:val="Body"/>
            </w:pPr>
            <w:r>
              <w:lastRenderedPageBreak/>
              <w:t>P30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9A4D7E3" w14:textId="77777777" w:rsidR="008B4F1B" w:rsidRDefault="008B4F1B" w:rsidP="00F908E9">
            <w:pPr>
              <w:pStyle w:val="Body"/>
            </w:pPr>
            <w:r>
              <w:t>Children &amp; Youth Services</w:t>
            </w:r>
          </w:p>
        </w:tc>
      </w:tr>
      <w:tr w:rsidR="008B4F1B" w14:paraId="0A5E6C1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9E848CD" w14:textId="77777777" w:rsidR="008B4F1B" w:rsidRDefault="008B4F1B" w:rsidP="00F908E9">
            <w:pPr>
              <w:pStyle w:val="Body"/>
            </w:pPr>
            <w:r>
              <w:t>P31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F3DA136" w14:textId="77777777" w:rsidR="008B4F1B" w:rsidRDefault="008B4F1B" w:rsidP="00F908E9">
            <w:pPr>
              <w:pStyle w:val="Body"/>
            </w:pPr>
            <w:r>
              <w:t>Adoption</w:t>
            </w:r>
          </w:p>
        </w:tc>
      </w:tr>
      <w:tr w:rsidR="008B4F1B" w14:paraId="6D35C56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3645450" w14:textId="77777777" w:rsidR="008B4F1B" w:rsidRDefault="008B4F1B" w:rsidP="00F908E9">
            <w:pPr>
              <w:pStyle w:val="Body"/>
            </w:pPr>
            <w:r>
              <w:t>P32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B036B3D" w14:textId="77777777" w:rsidR="008B4F1B" w:rsidRDefault="008B4F1B" w:rsidP="00F908E9">
            <w:pPr>
              <w:pStyle w:val="Body"/>
            </w:pPr>
            <w:r>
              <w:t>Foster Care</w:t>
            </w:r>
          </w:p>
        </w:tc>
      </w:tr>
      <w:tr w:rsidR="008B4F1B" w14:paraId="24FEBC9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2E2A369" w14:textId="77777777" w:rsidR="008B4F1B" w:rsidRDefault="008B4F1B" w:rsidP="00F908E9">
            <w:pPr>
              <w:pStyle w:val="Body"/>
            </w:pPr>
            <w:r>
              <w:t>P33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A3C665" w14:textId="77777777" w:rsidR="008B4F1B" w:rsidRDefault="008B4F1B" w:rsidP="00F908E9">
            <w:pPr>
              <w:pStyle w:val="Body"/>
            </w:pPr>
            <w:r>
              <w:t>Child Day Care</w:t>
            </w:r>
          </w:p>
        </w:tc>
      </w:tr>
      <w:tr w:rsidR="008B4F1B" w14:paraId="7EBE03F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B96245A" w14:textId="77777777" w:rsidR="008B4F1B" w:rsidRDefault="008B4F1B" w:rsidP="00F908E9">
            <w:pPr>
              <w:pStyle w:val="Body"/>
            </w:pPr>
            <w:r>
              <w:t>P40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FD8AAE" w14:textId="77777777" w:rsidR="008B4F1B" w:rsidRDefault="008B4F1B" w:rsidP="00F908E9">
            <w:pPr>
              <w:pStyle w:val="Body"/>
            </w:pPr>
            <w:r>
              <w:t>Family Services</w:t>
            </w:r>
          </w:p>
        </w:tc>
      </w:tr>
      <w:tr w:rsidR="008B4F1B" w14:paraId="6744109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AACA89" w14:textId="77777777" w:rsidR="008B4F1B" w:rsidRDefault="008B4F1B" w:rsidP="00F908E9">
            <w:pPr>
              <w:pStyle w:val="Body"/>
            </w:pPr>
            <w:r>
              <w:t>P42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528BF69" w14:textId="77777777" w:rsidR="008B4F1B" w:rsidRDefault="008B4F1B" w:rsidP="00F908E9">
            <w:pPr>
              <w:pStyle w:val="Body"/>
            </w:pPr>
            <w:r>
              <w:t>Single Parent Agencies</w:t>
            </w:r>
          </w:p>
        </w:tc>
      </w:tr>
      <w:tr w:rsidR="008B4F1B" w14:paraId="0BA0A866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3D247B" w14:textId="77777777" w:rsidR="008B4F1B" w:rsidRDefault="008B4F1B" w:rsidP="00F908E9">
            <w:pPr>
              <w:pStyle w:val="Body"/>
            </w:pPr>
            <w:r>
              <w:t>P43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9AD624A" w14:textId="77777777" w:rsidR="008B4F1B" w:rsidRDefault="008B4F1B" w:rsidP="00F908E9">
            <w:pPr>
              <w:pStyle w:val="Body"/>
            </w:pPr>
            <w:r>
              <w:t>Family Violence Shelters, Services</w:t>
            </w:r>
          </w:p>
        </w:tc>
      </w:tr>
      <w:tr w:rsidR="008B4F1B" w14:paraId="077DF36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68F9BE" w14:textId="77777777" w:rsidR="008B4F1B" w:rsidRDefault="008B4F1B" w:rsidP="00F908E9">
            <w:pPr>
              <w:pStyle w:val="Body"/>
            </w:pPr>
            <w:r>
              <w:t>P44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41B9B4" w14:textId="77777777" w:rsidR="008B4F1B" w:rsidRDefault="008B4F1B" w:rsidP="00F908E9">
            <w:pPr>
              <w:pStyle w:val="Body"/>
            </w:pPr>
            <w:r>
              <w:t>In-Home Assistance</w:t>
            </w:r>
          </w:p>
        </w:tc>
      </w:tr>
      <w:tr w:rsidR="008B4F1B" w14:paraId="69D36462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EF7510" w14:textId="77777777" w:rsidR="008B4F1B" w:rsidRDefault="008B4F1B" w:rsidP="00F908E9">
            <w:pPr>
              <w:pStyle w:val="Body"/>
            </w:pPr>
            <w:r>
              <w:t>P45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E6A9498" w14:textId="77777777" w:rsidR="008B4F1B" w:rsidRDefault="008B4F1B" w:rsidP="00F908E9">
            <w:pPr>
              <w:pStyle w:val="Body"/>
            </w:pPr>
            <w:r>
              <w:t>Family Services for Adolescent Parents</w:t>
            </w:r>
          </w:p>
        </w:tc>
      </w:tr>
      <w:tr w:rsidR="008B4F1B" w14:paraId="6FF01B1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DBEE348" w14:textId="77777777" w:rsidR="008B4F1B" w:rsidRDefault="008B4F1B" w:rsidP="00F908E9">
            <w:pPr>
              <w:pStyle w:val="Body"/>
            </w:pPr>
            <w:r>
              <w:t>P46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F223FA2" w14:textId="77777777" w:rsidR="008B4F1B" w:rsidRDefault="008B4F1B" w:rsidP="00F908E9">
            <w:pPr>
              <w:pStyle w:val="Body"/>
            </w:pPr>
            <w:r>
              <w:t>Family Counseling</w:t>
            </w:r>
          </w:p>
        </w:tc>
      </w:tr>
      <w:tr w:rsidR="008B4F1B" w14:paraId="64AA150F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94B469F" w14:textId="77777777" w:rsidR="008B4F1B" w:rsidRDefault="008B4F1B" w:rsidP="00F908E9">
            <w:pPr>
              <w:pStyle w:val="Body"/>
            </w:pPr>
            <w:r>
              <w:lastRenderedPageBreak/>
              <w:t>P47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7E12DE3" w14:textId="77777777" w:rsidR="008B4F1B" w:rsidRDefault="008B4F1B" w:rsidP="00F908E9">
            <w:pPr>
              <w:pStyle w:val="Body"/>
            </w:pPr>
            <w:r>
              <w:t>Pregnancy Centers</w:t>
            </w:r>
          </w:p>
        </w:tc>
      </w:tr>
      <w:tr w:rsidR="008B4F1B" w14:paraId="22C4137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BF6D81B" w14:textId="77777777" w:rsidR="008B4F1B" w:rsidRDefault="008B4F1B" w:rsidP="00F908E9">
            <w:pPr>
              <w:pStyle w:val="Body"/>
            </w:pPr>
            <w:r>
              <w:t>P50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7CD8714" w14:textId="77777777" w:rsidR="008B4F1B" w:rsidRDefault="008B4F1B" w:rsidP="00F908E9">
            <w:pPr>
              <w:pStyle w:val="Body"/>
            </w:pPr>
            <w:r>
              <w:t>Personal Social Services</w:t>
            </w:r>
          </w:p>
        </w:tc>
      </w:tr>
      <w:tr w:rsidR="008B4F1B" w14:paraId="6723322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2B5FD2" w14:textId="77777777" w:rsidR="008B4F1B" w:rsidRDefault="008B4F1B" w:rsidP="00F908E9">
            <w:pPr>
              <w:pStyle w:val="Body"/>
            </w:pPr>
            <w:r>
              <w:t>P51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07DFD8" w14:textId="77777777" w:rsidR="008B4F1B" w:rsidRDefault="008B4F1B" w:rsidP="00F908E9">
            <w:pPr>
              <w:pStyle w:val="Body"/>
            </w:pPr>
            <w:r>
              <w:t>Financial Counseling</w:t>
            </w:r>
          </w:p>
        </w:tc>
      </w:tr>
      <w:tr w:rsidR="008B4F1B" w14:paraId="63F1E36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C486726" w14:textId="77777777" w:rsidR="008B4F1B" w:rsidRDefault="008B4F1B" w:rsidP="00F908E9">
            <w:pPr>
              <w:pStyle w:val="Body"/>
            </w:pPr>
            <w:r>
              <w:t>P52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0A9FA3E" w14:textId="77777777" w:rsidR="008B4F1B" w:rsidRDefault="008B4F1B" w:rsidP="00F908E9">
            <w:pPr>
              <w:pStyle w:val="Body"/>
            </w:pPr>
            <w:r>
              <w:t>Transportation Assistance</w:t>
            </w:r>
          </w:p>
        </w:tc>
      </w:tr>
      <w:tr w:rsidR="008B4F1B" w14:paraId="7A9B701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1ADE02D" w14:textId="77777777" w:rsidR="008B4F1B" w:rsidRDefault="008B4F1B" w:rsidP="00F908E9">
            <w:pPr>
              <w:pStyle w:val="Body"/>
            </w:pPr>
            <w:r>
              <w:t>P58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7DFE8F" w14:textId="77777777" w:rsidR="008B4F1B" w:rsidRDefault="008B4F1B" w:rsidP="00F908E9">
            <w:pPr>
              <w:pStyle w:val="Body"/>
            </w:pPr>
            <w:r>
              <w:t>Gift Distribution</w:t>
            </w:r>
          </w:p>
        </w:tc>
      </w:tr>
      <w:tr w:rsidR="008B4F1B" w14:paraId="7D747FF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8290345" w14:textId="77777777" w:rsidR="008B4F1B" w:rsidRDefault="008B4F1B" w:rsidP="00F908E9">
            <w:pPr>
              <w:pStyle w:val="Body"/>
            </w:pPr>
            <w:r>
              <w:t>P60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86F35ED" w14:textId="77777777" w:rsidR="008B4F1B" w:rsidRDefault="008B4F1B" w:rsidP="00F908E9">
            <w:pPr>
              <w:pStyle w:val="Body"/>
            </w:pPr>
            <w:r>
              <w:t>Emergency Assistance</w:t>
            </w:r>
          </w:p>
        </w:tc>
      </w:tr>
      <w:tr w:rsidR="008B4F1B" w14:paraId="5355527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5F0445" w14:textId="77777777" w:rsidR="008B4F1B" w:rsidRDefault="008B4F1B" w:rsidP="00F908E9">
            <w:pPr>
              <w:pStyle w:val="Body"/>
            </w:pPr>
            <w:r>
              <w:t>P61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D33B28B" w14:textId="77777777" w:rsidR="008B4F1B" w:rsidRDefault="008B4F1B" w:rsidP="00F908E9">
            <w:pPr>
              <w:pStyle w:val="Body"/>
            </w:pPr>
            <w:r>
              <w:t>Travelers’ Aid</w:t>
            </w:r>
          </w:p>
        </w:tc>
      </w:tr>
      <w:tr w:rsidR="008B4F1B" w14:paraId="797CB57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4A7701" w14:textId="77777777" w:rsidR="008B4F1B" w:rsidRDefault="008B4F1B" w:rsidP="00F908E9">
            <w:pPr>
              <w:pStyle w:val="Body"/>
            </w:pPr>
            <w:r>
              <w:t>P62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2C422ED" w14:textId="77777777" w:rsidR="008B4F1B" w:rsidRDefault="008B4F1B" w:rsidP="00F908E9">
            <w:pPr>
              <w:pStyle w:val="Body"/>
            </w:pPr>
            <w:r>
              <w:t>Victims’ Services</w:t>
            </w:r>
          </w:p>
        </w:tc>
      </w:tr>
      <w:tr w:rsidR="008B4F1B" w14:paraId="134CDC78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04A6821" w14:textId="77777777" w:rsidR="008B4F1B" w:rsidRDefault="008B4F1B" w:rsidP="00F908E9">
            <w:pPr>
              <w:pStyle w:val="Body"/>
            </w:pPr>
            <w:r>
              <w:t>P70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1898200" w14:textId="77777777" w:rsidR="008B4F1B" w:rsidRDefault="008B4F1B" w:rsidP="00F908E9">
            <w:pPr>
              <w:pStyle w:val="Body"/>
            </w:pPr>
            <w:r>
              <w:t>Residential Care &amp; Adult Day Programs</w:t>
            </w:r>
          </w:p>
        </w:tc>
      </w:tr>
      <w:tr w:rsidR="008B4F1B" w14:paraId="58D14D1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6B2B05B" w14:textId="77777777" w:rsidR="008B4F1B" w:rsidRDefault="008B4F1B" w:rsidP="00F908E9">
            <w:pPr>
              <w:pStyle w:val="Body"/>
            </w:pPr>
            <w:r>
              <w:t>P71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02439FD" w14:textId="77777777" w:rsidR="008B4F1B" w:rsidRDefault="008B4F1B" w:rsidP="00F908E9">
            <w:pPr>
              <w:pStyle w:val="Body"/>
            </w:pPr>
            <w:r>
              <w:t>Adult Day Care</w:t>
            </w:r>
          </w:p>
        </w:tc>
      </w:tr>
      <w:tr w:rsidR="008B4F1B" w14:paraId="7DB4A973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087CAC0" w14:textId="77777777" w:rsidR="008B4F1B" w:rsidRDefault="008B4F1B" w:rsidP="00F908E9">
            <w:pPr>
              <w:pStyle w:val="Body"/>
            </w:pPr>
            <w:r>
              <w:lastRenderedPageBreak/>
              <w:t>P73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47A2A47" w14:textId="77777777" w:rsidR="008B4F1B" w:rsidRDefault="008B4F1B" w:rsidP="00F908E9">
            <w:pPr>
              <w:pStyle w:val="Body"/>
            </w:pPr>
            <w:r>
              <w:t>Group Homes</w:t>
            </w:r>
          </w:p>
        </w:tc>
      </w:tr>
      <w:tr w:rsidR="008B4F1B" w14:paraId="3ABA8D7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D5A1CF" w14:textId="77777777" w:rsidR="008B4F1B" w:rsidRDefault="008B4F1B" w:rsidP="00F908E9">
            <w:pPr>
              <w:pStyle w:val="Body"/>
            </w:pPr>
            <w:r>
              <w:t>P74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CAD2D96" w14:textId="77777777" w:rsidR="008B4F1B" w:rsidRDefault="008B4F1B" w:rsidP="00F908E9">
            <w:pPr>
              <w:pStyle w:val="Body"/>
            </w:pPr>
            <w:r>
              <w:t>Hospices</w:t>
            </w:r>
          </w:p>
        </w:tc>
      </w:tr>
      <w:tr w:rsidR="008B4F1B" w14:paraId="329AE016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D2BE84" w14:textId="77777777" w:rsidR="008B4F1B" w:rsidRDefault="008B4F1B" w:rsidP="00F908E9">
            <w:pPr>
              <w:pStyle w:val="Body"/>
            </w:pPr>
            <w:r>
              <w:t>P75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CE39A15" w14:textId="77777777" w:rsidR="008B4F1B" w:rsidRDefault="008B4F1B" w:rsidP="00F908E9">
            <w:pPr>
              <w:pStyle w:val="Body"/>
            </w:pPr>
            <w:r>
              <w:t>Supportive Housing for Older Adults</w:t>
            </w:r>
          </w:p>
        </w:tc>
      </w:tr>
      <w:tr w:rsidR="008B4F1B" w14:paraId="089903FB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A937844" w14:textId="77777777" w:rsidR="008B4F1B" w:rsidRDefault="008B4F1B" w:rsidP="00F908E9">
            <w:pPr>
              <w:pStyle w:val="Body"/>
            </w:pPr>
            <w:r>
              <w:t>P76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79C576" w14:textId="77777777" w:rsidR="008B4F1B" w:rsidRDefault="008B4F1B" w:rsidP="00F908E9">
            <w:pPr>
              <w:pStyle w:val="Body"/>
            </w:pPr>
            <w:r>
              <w:t>Homes for Children &amp; Adolescents</w:t>
            </w:r>
          </w:p>
        </w:tc>
      </w:tr>
      <w:tr w:rsidR="008B4F1B" w14:paraId="0CFC4969" w14:textId="77777777" w:rsidTr="00F908E9">
        <w:tblPrEx>
          <w:tblCellMar>
            <w:top w:w="0" w:type="dxa"/>
            <w:bottom w:w="0" w:type="dxa"/>
          </w:tblCellMar>
        </w:tblPrEx>
        <w:trPr>
          <w:trHeight w:val="366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13A6BED" w14:textId="77777777" w:rsidR="008B4F1B" w:rsidRDefault="008B4F1B" w:rsidP="00F908E9">
            <w:pPr>
              <w:pStyle w:val="Body"/>
            </w:pPr>
            <w:r>
              <w:t>P7A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94B68B1" w14:textId="77777777" w:rsidR="008B4F1B" w:rsidRDefault="008B4F1B" w:rsidP="00F908E9">
            <w:pPr>
              <w:pStyle w:val="Body"/>
            </w:pPr>
            <w:r>
              <w:t>Residential Intellectual &amp; Developmental Disability Facilities (Group Homes, Intermediate Care Facilities &amp; Hospitals)</w:t>
            </w:r>
          </w:p>
        </w:tc>
      </w:tr>
      <w:tr w:rsidR="008B4F1B" w14:paraId="147D3E56" w14:textId="77777777" w:rsidTr="00F908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990554" w14:textId="77777777" w:rsidR="008B4F1B" w:rsidRDefault="008B4F1B" w:rsidP="00F908E9">
            <w:pPr>
              <w:pStyle w:val="Body"/>
            </w:pPr>
            <w:r>
              <w:t>P80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A6E4C99" w14:textId="77777777" w:rsidR="008B4F1B" w:rsidRDefault="008B4F1B" w:rsidP="00F908E9">
            <w:pPr>
              <w:pStyle w:val="Body"/>
            </w:pPr>
            <w:r>
              <w:t>Centers to Support the Independence of Specific Populations</w:t>
            </w:r>
          </w:p>
        </w:tc>
      </w:tr>
      <w:tr w:rsidR="008B4F1B" w14:paraId="53C1785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3CD17ED" w14:textId="77777777" w:rsidR="008B4F1B" w:rsidRDefault="008B4F1B" w:rsidP="00F908E9">
            <w:pPr>
              <w:pStyle w:val="Body"/>
            </w:pPr>
            <w:r>
              <w:t>P81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E1B98CC" w14:textId="77777777" w:rsidR="008B4F1B" w:rsidRDefault="008B4F1B" w:rsidP="00F908E9">
            <w:pPr>
              <w:pStyle w:val="Body"/>
            </w:pPr>
            <w:r>
              <w:t>Senior Centers</w:t>
            </w:r>
          </w:p>
        </w:tc>
      </w:tr>
      <w:tr w:rsidR="008B4F1B" w14:paraId="46D5F156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0327E38" w14:textId="77777777" w:rsidR="008B4F1B" w:rsidRDefault="008B4F1B" w:rsidP="00F908E9">
            <w:pPr>
              <w:pStyle w:val="Body"/>
            </w:pPr>
            <w:r>
              <w:t>P82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C20F14C" w14:textId="77777777" w:rsidR="008B4F1B" w:rsidRDefault="008B4F1B" w:rsidP="00F908E9">
            <w:pPr>
              <w:pStyle w:val="Body"/>
            </w:pPr>
            <w:r>
              <w:t>Developmentally Disabled Centers</w:t>
            </w:r>
          </w:p>
        </w:tc>
      </w:tr>
      <w:tr w:rsidR="008B4F1B" w14:paraId="0B9074DE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984C7B" w14:textId="77777777" w:rsidR="008B4F1B" w:rsidRDefault="008B4F1B" w:rsidP="00F908E9">
            <w:pPr>
              <w:pStyle w:val="Body"/>
            </w:pPr>
            <w:r>
              <w:lastRenderedPageBreak/>
              <w:t>P83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BAD52A" w14:textId="77777777" w:rsidR="008B4F1B" w:rsidRDefault="008B4F1B" w:rsidP="00F908E9">
            <w:pPr>
              <w:pStyle w:val="Body"/>
            </w:pPr>
            <w:proofErr w:type="spellStart"/>
            <w:r>
              <w:t>Womens</w:t>
            </w:r>
            <w:proofErr w:type="spellEnd"/>
            <w:r>
              <w:t>’ Centers</w:t>
            </w:r>
          </w:p>
        </w:tc>
      </w:tr>
      <w:tr w:rsidR="008B4F1B" w14:paraId="34CE537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E01C80" w14:textId="77777777" w:rsidR="008B4F1B" w:rsidRDefault="008B4F1B" w:rsidP="00F908E9">
            <w:pPr>
              <w:pStyle w:val="Body"/>
            </w:pPr>
            <w:r>
              <w:t>P84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B228A7" w14:textId="77777777" w:rsidR="008B4F1B" w:rsidRDefault="008B4F1B" w:rsidP="00F908E9">
            <w:pPr>
              <w:pStyle w:val="Body"/>
            </w:pPr>
            <w:r>
              <w:t>Ethnic &amp; Immigrant Centers</w:t>
            </w:r>
          </w:p>
        </w:tc>
      </w:tr>
      <w:tr w:rsidR="008B4F1B" w14:paraId="3C3CCD2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A64593D" w14:textId="77777777" w:rsidR="008B4F1B" w:rsidRDefault="008B4F1B" w:rsidP="00F908E9">
            <w:pPr>
              <w:pStyle w:val="Body"/>
            </w:pPr>
            <w:r>
              <w:t>P85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C059AB" w14:textId="77777777" w:rsidR="008B4F1B" w:rsidRDefault="008B4F1B" w:rsidP="00F908E9">
            <w:pPr>
              <w:pStyle w:val="Body"/>
            </w:pPr>
            <w:r>
              <w:t>Homeless Centers</w:t>
            </w:r>
          </w:p>
        </w:tc>
      </w:tr>
      <w:tr w:rsidR="008B4F1B" w14:paraId="52A7F18A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3978826" w14:textId="77777777" w:rsidR="008B4F1B" w:rsidRDefault="008B4F1B" w:rsidP="00F908E9">
            <w:pPr>
              <w:pStyle w:val="Body"/>
            </w:pPr>
            <w:r>
              <w:t>P86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74EBCA5" w14:textId="77777777" w:rsidR="008B4F1B" w:rsidRDefault="008B4F1B" w:rsidP="00F908E9">
            <w:pPr>
              <w:pStyle w:val="Body"/>
            </w:pPr>
            <w:r>
              <w:t>Blind &amp; Visually Impaired Centers</w:t>
            </w:r>
          </w:p>
        </w:tc>
      </w:tr>
      <w:tr w:rsidR="008B4F1B" w14:paraId="79C71A8F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EA0EAE" w14:textId="77777777" w:rsidR="008B4F1B" w:rsidRDefault="008B4F1B" w:rsidP="00F908E9">
            <w:pPr>
              <w:pStyle w:val="Body"/>
            </w:pPr>
            <w:r>
              <w:t>P87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141F0FF" w14:textId="77777777" w:rsidR="008B4F1B" w:rsidRDefault="008B4F1B" w:rsidP="00F908E9">
            <w:pPr>
              <w:pStyle w:val="Body"/>
            </w:pPr>
            <w:r>
              <w:t xml:space="preserve">Deaf &amp; </w:t>
            </w:r>
            <w:proofErr w:type="gramStart"/>
            <w:r>
              <w:t>Hearing Impaired</w:t>
            </w:r>
            <w:proofErr w:type="gramEnd"/>
            <w:r>
              <w:t xml:space="preserve"> Centers</w:t>
            </w:r>
          </w:p>
        </w:tc>
      </w:tr>
      <w:tr w:rsidR="008B4F1B" w14:paraId="39284762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652DB6E" w14:textId="77777777" w:rsidR="008B4F1B" w:rsidRDefault="008B4F1B" w:rsidP="00F908E9">
            <w:pPr>
              <w:pStyle w:val="Body"/>
            </w:pPr>
            <w:r>
              <w:t>P88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B8F1FE" w14:textId="77777777" w:rsidR="008B4F1B" w:rsidRDefault="008B4F1B" w:rsidP="00F908E9">
            <w:pPr>
              <w:pStyle w:val="Body"/>
            </w:pPr>
            <w:r>
              <w:t>LGBT Centers</w:t>
            </w:r>
          </w:p>
        </w:tc>
      </w:tr>
      <w:tr w:rsidR="008B4F1B" w14:paraId="6509A60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475796" w14:textId="77777777" w:rsidR="008B4F1B" w:rsidRDefault="008B4F1B" w:rsidP="00F908E9">
            <w:pPr>
              <w:pStyle w:val="Body"/>
            </w:pPr>
            <w:r>
              <w:t>P99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0F7FF4B" w14:textId="77777777" w:rsidR="008B4F1B" w:rsidRDefault="008B4F1B" w:rsidP="00F908E9">
            <w:pPr>
              <w:pStyle w:val="Body"/>
            </w:pPr>
            <w:r>
              <w:t>Human Services N.E.C.</w:t>
            </w:r>
          </w:p>
        </w:tc>
      </w:tr>
      <w:tr w:rsidR="008B4F1B" w14:paraId="20BD6F97" w14:textId="77777777" w:rsidTr="00F908E9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45A331E1" w14:textId="77777777" w:rsidR="008B4F1B" w:rsidRDefault="008B4F1B" w:rsidP="00F908E9">
            <w:pPr>
              <w:pStyle w:val="Heading2"/>
            </w:pPr>
            <w:r>
              <w:t>International, Foreign Affairs &amp; National Security</w:t>
            </w:r>
          </w:p>
        </w:tc>
      </w:tr>
      <w:tr w:rsidR="008B4F1B" w14:paraId="1632F843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1E6EA815" w14:textId="77777777" w:rsidR="008B4F1B" w:rsidRDefault="008B4F1B" w:rsidP="00F908E9">
            <w:pPr>
              <w:pStyle w:val="Heading2"/>
            </w:pPr>
            <w:r>
              <w:t>Code</w:t>
            </w:r>
          </w:p>
        </w:tc>
      </w:tr>
      <w:tr w:rsidR="008B4F1B" w14:paraId="4D6687C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C6AD285" w14:textId="77777777" w:rsidR="008B4F1B" w:rsidRDefault="008B4F1B" w:rsidP="00F908E9">
            <w:pPr>
              <w:pStyle w:val="Body"/>
            </w:pPr>
            <w:r>
              <w:t>Q01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91B0A49" w14:textId="77777777" w:rsidR="008B4F1B" w:rsidRDefault="008B4F1B" w:rsidP="00F908E9">
            <w:pPr>
              <w:pStyle w:val="Body"/>
            </w:pPr>
            <w:r>
              <w:t>Alliances &amp; Advocacy</w:t>
            </w:r>
          </w:p>
        </w:tc>
      </w:tr>
      <w:tr w:rsidR="008B4F1B" w14:paraId="34C3E3AF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173E7C2" w14:textId="77777777" w:rsidR="008B4F1B" w:rsidRDefault="008B4F1B" w:rsidP="00F908E9">
            <w:pPr>
              <w:pStyle w:val="Body"/>
            </w:pPr>
            <w:r>
              <w:lastRenderedPageBreak/>
              <w:t>Q02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8EF118" w14:textId="77777777" w:rsidR="008B4F1B" w:rsidRDefault="008B4F1B" w:rsidP="00F908E9">
            <w:pPr>
              <w:pStyle w:val="Body"/>
            </w:pPr>
            <w:r>
              <w:t>Management &amp; Technical Assistance</w:t>
            </w:r>
          </w:p>
        </w:tc>
      </w:tr>
      <w:tr w:rsidR="008B4F1B" w14:paraId="09A165F8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A0292BB" w14:textId="77777777" w:rsidR="008B4F1B" w:rsidRDefault="008B4F1B" w:rsidP="00F908E9">
            <w:pPr>
              <w:pStyle w:val="Body"/>
            </w:pPr>
            <w:r>
              <w:t>Q03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C3E7D3" w14:textId="77777777" w:rsidR="008B4F1B" w:rsidRDefault="008B4F1B" w:rsidP="00F908E9">
            <w:pPr>
              <w:pStyle w:val="Body"/>
            </w:pPr>
            <w:r>
              <w:t>Professional Societies &amp; Associations</w:t>
            </w:r>
          </w:p>
        </w:tc>
      </w:tr>
      <w:tr w:rsidR="008B4F1B" w14:paraId="71BEF3C0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D1862E" w14:textId="77777777" w:rsidR="008B4F1B" w:rsidRDefault="008B4F1B" w:rsidP="00F908E9">
            <w:pPr>
              <w:pStyle w:val="Body"/>
            </w:pPr>
            <w:r>
              <w:t>Q05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155731" w14:textId="77777777" w:rsidR="008B4F1B" w:rsidRDefault="008B4F1B" w:rsidP="00F908E9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21D82E6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99FDD1" w14:textId="77777777" w:rsidR="008B4F1B" w:rsidRDefault="008B4F1B" w:rsidP="00F908E9">
            <w:pPr>
              <w:pStyle w:val="Body"/>
            </w:pPr>
            <w:r>
              <w:t>Q11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AB1883" w14:textId="77777777" w:rsidR="008B4F1B" w:rsidRDefault="008B4F1B" w:rsidP="00F908E9">
            <w:pPr>
              <w:pStyle w:val="Body"/>
            </w:pPr>
            <w:r>
              <w:t>Single Organization Support</w:t>
            </w:r>
          </w:p>
        </w:tc>
      </w:tr>
      <w:tr w:rsidR="008B4F1B" w14:paraId="16452F5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D793D4B" w14:textId="77777777" w:rsidR="008B4F1B" w:rsidRDefault="008B4F1B" w:rsidP="00F908E9">
            <w:pPr>
              <w:pStyle w:val="Body"/>
            </w:pPr>
            <w:r>
              <w:t>Q12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316D91" w14:textId="77777777" w:rsidR="008B4F1B" w:rsidRDefault="008B4F1B" w:rsidP="00F908E9">
            <w:pPr>
              <w:pStyle w:val="Body"/>
            </w:pPr>
            <w:r>
              <w:t>Fundraising &amp; Fund Distribution</w:t>
            </w:r>
          </w:p>
        </w:tc>
      </w:tr>
      <w:tr w:rsidR="008B4F1B" w14:paraId="5409C41E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34EF85" w14:textId="77777777" w:rsidR="008B4F1B" w:rsidRDefault="008B4F1B" w:rsidP="00F908E9">
            <w:pPr>
              <w:pStyle w:val="Body"/>
            </w:pPr>
            <w:r>
              <w:t>Q19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D5AAE4" w14:textId="77777777" w:rsidR="008B4F1B" w:rsidRDefault="008B4F1B" w:rsidP="00F908E9">
            <w:pPr>
              <w:pStyle w:val="Body"/>
            </w:pPr>
            <w:r>
              <w:t>Support N.E.C.</w:t>
            </w:r>
          </w:p>
        </w:tc>
      </w:tr>
      <w:tr w:rsidR="008B4F1B" w14:paraId="70620E0B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B5A431" w14:textId="77777777" w:rsidR="008B4F1B" w:rsidRDefault="008B4F1B" w:rsidP="00F908E9">
            <w:pPr>
              <w:pStyle w:val="Body"/>
            </w:pPr>
            <w:r>
              <w:t>Q20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468B7DA" w14:textId="77777777" w:rsidR="008B4F1B" w:rsidRDefault="008B4F1B" w:rsidP="00F908E9">
            <w:pPr>
              <w:pStyle w:val="Body"/>
            </w:pPr>
            <w:r>
              <w:t>Promotion of International Understanding</w:t>
            </w:r>
          </w:p>
        </w:tc>
      </w:tr>
      <w:tr w:rsidR="008B4F1B" w14:paraId="50D78D6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CC1B2E7" w14:textId="77777777" w:rsidR="008B4F1B" w:rsidRDefault="008B4F1B" w:rsidP="00F908E9">
            <w:pPr>
              <w:pStyle w:val="Body"/>
            </w:pPr>
            <w:r>
              <w:t>Q21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DF95250" w14:textId="77777777" w:rsidR="008B4F1B" w:rsidRDefault="008B4F1B" w:rsidP="00F908E9">
            <w:pPr>
              <w:pStyle w:val="Body"/>
            </w:pPr>
            <w:r>
              <w:t>International Cultural Exchange</w:t>
            </w:r>
          </w:p>
        </w:tc>
      </w:tr>
      <w:tr w:rsidR="008B4F1B" w14:paraId="78FB6377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593136" w14:textId="77777777" w:rsidR="008B4F1B" w:rsidRDefault="008B4F1B" w:rsidP="00F908E9">
            <w:pPr>
              <w:pStyle w:val="Body"/>
            </w:pPr>
            <w:r>
              <w:t>Q22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0C1E1AD" w14:textId="77777777" w:rsidR="008B4F1B" w:rsidRDefault="008B4F1B" w:rsidP="00F908E9">
            <w:pPr>
              <w:pStyle w:val="Body"/>
            </w:pPr>
            <w:r>
              <w:t>International Academic Exchange</w:t>
            </w:r>
          </w:p>
        </w:tc>
      </w:tr>
      <w:tr w:rsidR="008B4F1B" w14:paraId="71D996D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F23C038" w14:textId="77777777" w:rsidR="008B4F1B" w:rsidRDefault="008B4F1B" w:rsidP="00F908E9">
            <w:pPr>
              <w:pStyle w:val="Body"/>
            </w:pPr>
            <w:r>
              <w:lastRenderedPageBreak/>
              <w:t>Q23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9920513" w14:textId="77777777" w:rsidR="008B4F1B" w:rsidRDefault="008B4F1B" w:rsidP="00F908E9">
            <w:pPr>
              <w:pStyle w:val="Body"/>
            </w:pPr>
            <w:r>
              <w:t>International Exchange N.E.C.</w:t>
            </w:r>
          </w:p>
        </w:tc>
      </w:tr>
      <w:tr w:rsidR="008B4F1B" w14:paraId="2186D5A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7CE0DE" w14:textId="77777777" w:rsidR="008B4F1B" w:rsidRDefault="008B4F1B" w:rsidP="00F908E9">
            <w:pPr>
              <w:pStyle w:val="Body"/>
            </w:pPr>
            <w:r>
              <w:t>Q30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CB7CFE" w14:textId="77777777" w:rsidR="008B4F1B" w:rsidRDefault="008B4F1B" w:rsidP="00F908E9">
            <w:pPr>
              <w:pStyle w:val="Body"/>
            </w:pPr>
            <w:r>
              <w:t>International Development</w:t>
            </w:r>
          </w:p>
        </w:tc>
      </w:tr>
      <w:tr w:rsidR="008B4F1B" w14:paraId="0FEA0A5F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CBFE034" w14:textId="77777777" w:rsidR="008B4F1B" w:rsidRDefault="008B4F1B" w:rsidP="00F908E9">
            <w:pPr>
              <w:pStyle w:val="Body"/>
            </w:pPr>
            <w:r>
              <w:t>Q31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80917FC" w14:textId="77777777" w:rsidR="008B4F1B" w:rsidRDefault="008B4F1B" w:rsidP="00F908E9">
            <w:pPr>
              <w:pStyle w:val="Body"/>
            </w:pPr>
            <w:r>
              <w:t>International Agricultural Development</w:t>
            </w:r>
          </w:p>
        </w:tc>
      </w:tr>
      <w:tr w:rsidR="008B4F1B" w14:paraId="53370816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09CA0AD" w14:textId="77777777" w:rsidR="008B4F1B" w:rsidRDefault="008B4F1B" w:rsidP="00F908E9">
            <w:pPr>
              <w:pStyle w:val="Body"/>
            </w:pPr>
            <w:r>
              <w:t>Q32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3CCCF3C" w14:textId="77777777" w:rsidR="008B4F1B" w:rsidRDefault="008B4F1B" w:rsidP="00F908E9">
            <w:pPr>
              <w:pStyle w:val="Body"/>
            </w:pPr>
            <w:r>
              <w:t>International Economic Development</w:t>
            </w:r>
          </w:p>
        </w:tc>
      </w:tr>
      <w:tr w:rsidR="008B4F1B" w14:paraId="6EC621E3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3E254A" w14:textId="77777777" w:rsidR="008B4F1B" w:rsidRDefault="008B4F1B" w:rsidP="00F908E9">
            <w:pPr>
              <w:pStyle w:val="Body"/>
            </w:pPr>
            <w:r>
              <w:t>Q33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292D92" w14:textId="77777777" w:rsidR="008B4F1B" w:rsidRDefault="008B4F1B" w:rsidP="00F908E9">
            <w:pPr>
              <w:pStyle w:val="Body"/>
            </w:pPr>
            <w:r>
              <w:t>International Relief</w:t>
            </w:r>
          </w:p>
        </w:tc>
      </w:tr>
      <w:tr w:rsidR="008B4F1B" w14:paraId="7EE005EC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20F03B1" w14:textId="77777777" w:rsidR="008B4F1B" w:rsidRDefault="008B4F1B" w:rsidP="00F908E9">
            <w:pPr>
              <w:pStyle w:val="Body"/>
            </w:pPr>
            <w:r>
              <w:t>Q35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0D6B73" w14:textId="77777777" w:rsidR="008B4F1B" w:rsidRDefault="008B4F1B" w:rsidP="00F908E9">
            <w:pPr>
              <w:pStyle w:val="Body"/>
            </w:pPr>
            <w:r>
              <w:t>International Democracy &amp; Civil Society Development</w:t>
            </w:r>
          </w:p>
        </w:tc>
      </w:tr>
      <w:tr w:rsidR="008B4F1B" w14:paraId="47C1B17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3502531" w14:textId="77777777" w:rsidR="008B4F1B" w:rsidRDefault="008B4F1B" w:rsidP="00F908E9">
            <w:pPr>
              <w:pStyle w:val="Body"/>
            </w:pPr>
            <w:r>
              <w:t>Q40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4AFCFBF" w14:textId="77777777" w:rsidR="008B4F1B" w:rsidRDefault="008B4F1B" w:rsidP="00F908E9">
            <w:pPr>
              <w:pStyle w:val="Body"/>
            </w:pPr>
            <w:r>
              <w:t>International Peace &amp; Security</w:t>
            </w:r>
          </w:p>
        </w:tc>
      </w:tr>
      <w:tr w:rsidR="008B4F1B" w14:paraId="1E2ED70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CC235B0" w14:textId="77777777" w:rsidR="008B4F1B" w:rsidRDefault="008B4F1B" w:rsidP="00F908E9">
            <w:pPr>
              <w:pStyle w:val="Body"/>
            </w:pPr>
            <w:r>
              <w:t>Q41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1928CC2" w14:textId="77777777" w:rsidR="008B4F1B" w:rsidRDefault="008B4F1B" w:rsidP="00F908E9">
            <w:pPr>
              <w:pStyle w:val="Body"/>
            </w:pPr>
            <w:r>
              <w:t>Arms Control &amp; Peace</w:t>
            </w:r>
          </w:p>
        </w:tc>
      </w:tr>
      <w:tr w:rsidR="008B4F1B" w14:paraId="550D3ED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5FB03D4" w14:textId="77777777" w:rsidR="008B4F1B" w:rsidRDefault="008B4F1B" w:rsidP="00F908E9">
            <w:pPr>
              <w:pStyle w:val="Body"/>
            </w:pPr>
            <w:r>
              <w:t>Q42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9CE93EA" w14:textId="77777777" w:rsidR="008B4F1B" w:rsidRDefault="008B4F1B" w:rsidP="00F908E9">
            <w:pPr>
              <w:pStyle w:val="Body"/>
            </w:pPr>
            <w:r>
              <w:t>United Nations Associations</w:t>
            </w:r>
          </w:p>
        </w:tc>
      </w:tr>
      <w:tr w:rsidR="008B4F1B" w14:paraId="4384C96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2FA459" w14:textId="77777777" w:rsidR="008B4F1B" w:rsidRDefault="008B4F1B" w:rsidP="00F908E9">
            <w:pPr>
              <w:pStyle w:val="Body"/>
            </w:pPr>
            <w:r>
              <w:lastRenderedPageBreak/>
              <w:t>Q43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C0F506" w14:textId="77777777" w:rsidR="008B4F1B" w:rsidRDefault="008B4F1B" w:rsidP="00F908E9">
            <w:pPr>
              <w:pStyle w:val="Body"/>
            </w:pPr>
            <w:r>
              <w:t>National Security</w:t>
            </w:r>
          </w:p>
        </w:tc>
      </w:tr>
      <w:tr w:rsidR="008B4F1B" w14:paraId="2312FF69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2FA001" w14:textId="77777777" w:rsidR="008B4F1B" w:rsidRDefault="008B4F1B" w:rsidP="00F908E9">
            <w:pPr>
              <w:pStyle w:val="Body"/>
            </w:pPr>
            <w:r>
              <w:t>Q50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1A1E8E" w14:textId="77777777" w:rsidR="008B4F1B" w:rsidRDefault="008B4F1B" w:rsidP="00F908E9">
            <w:pPr>
              <w:pStyle w:val="Body"/>
            </w:pPr>
            <w:r>
              <w:t>International Affairs, Foreign Policy &amp; Globalization</w:t>
            </w:r>
          </w:p>
        </w:tc>
      </w:tr>
      <w:tr w:rsidR="008B4F1B" w14:paraId="3D4B0309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ADD201C" w14:textId="77777777" w:rsidR="008B4F1B" w:rsidRDefault="008B4F1B" w:rsidP="00F908E9">
            <w:pPr>
              <w:pStyle w:val="Body"/>
            </w:pPr>
            <w:r>
              <w:t>Q51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259829" w14:textId="77777777" w:rsidR="008B4F1B" w:rsidRDefault="008B4F1B" w:rsidP="00F908E9">
            <w:pPr>
              <w:pStyle w:val="Body"/>
            </w:pPr>
            <w:r>
              <w:t>International Economic &amp; Trade Policy</w:t>
            </w:r>
          </w:p>
        </w:tc>
      </w:tr>
      <w:tr w:rsidR="008B4F1B" w14:paraId="56D3E88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C03536" w14:textId="77777777" w:rsidR="008B4F1B" w:rsidRDefault="008B4F1B" w:rsidP="00F908E9">
            <w:pPr>
              <w:pStyle w:val="Body"/>
            </w:pPr>
            <w:r>
              <w:t>Q70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C5F850" w14:textId="77777777" w:rsidR="008B4F1B" w:rsidRDefault="008B4F1B" w:rsidP="00F908E9">
            <w:pPr>
              <w:pStyle w:val="Body"/>
            </w:pPr>
            <w:r>
              <w:t>International Human Rights</w:t>
            </w:r>
          </w:p>
        </w:tc>
      </w:tr>
      <w:tr w:rsidR="008B4F1B" w14:paraId="7D74B94F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A8CA797" w14:textId="77777777" w:rsidR="008B4F1B" w:rsidRDefault="008B4F1B" w:rsidP="00F908E9">
            <w:pPr>
              <w:pStyle w:val="Body"/>
            </w:pPr>
            <w:r>
              <w:t>Q71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105FAD6" w14:textId="77777777" w:rsidR="008B4F1B" w:rsidRDefault="008B4F1B" w:rsidP="00F908E9">
            <w:pPr>
              <w:pStyle w:val="Body"/>
            </w:pPr>
            <w:r>
              <w:t>International Migration &amp; Refugee Issues</w:t>
            </w:r>
          </w:p>
        </w:tc>
      </w:tr>
      <w:tr w:rsidR="008B4F1B" w14:paraId="7F655BD2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F5F62D" w14:textId="77777777" w:rsidR="008B4F1B" w:rsidRDefault="008B4F1B" w:rsidP="00F908E9">
            <w:pPr>
              <w:pStyle w:val="Body"/>
            </w:pPr>
            <w:r>
              <w:t>Q99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3F1D42B" w14:textId="77777777" w:rsidR="008B4F1B" w:rsidRDefault="008B4F1B" w:rsidP="00F908E9">
            <w:pPr>
              <w:pStyle w:val="Body"/>
            </w:pPr>
            <w:r>
              <w:t>International, Foreign Affairs &amp; National Security N.E.C.</w:t>
            </w:r>
          </w:p>
        </w:tc>
      </w:tr>
      <w:tr w:rsidR="008B4F1B" w14:paraId="55E8C6ED" w14:textId="77777777" w:rsidTr="00F908E9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6E809533" w14:textId="77777777" w:rsidR="008B4F1B" w:rsidRDefault="008B4F1B" w:rsidP="00F908E9">
            <w:pPr>
              <w:pStyle w:val="Heading2"/>
            </w:pPr>
            <w:r>
              <w:lastRenderedPageBreak/>
              <w:t>Civil Rights, Social Action &amp; Advocacy</w:t>
            </w:r>
          </w:p>
        </w:tc>
      </w:tr>
      <w:tr w:rsidR="008B4F1B" w14:paraId="358159D2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5E24669C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442F5CFF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E5F9D63" w14:textId="77777777" w:rsidR="008B4F1B" w:rsidRDefault="008B4F1B" w:rsidP="00F908E9">
            <w:pPr>
              <w:pStyle w:val="Body"/>
            </w:pPr>
            <w:r>
              <w:t>R01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25BF78" w14:textId="77777777" w:rsidR="008B4F1B" w:rsidRDefault="008B4F1B" w:rsidP="00F908E9">
            <w:pPr>
              <w:pStyle w:val="Body"/>
            </w:pPr>
            <w:r>
              <w:t>Alliances &amp; Advocacy Organizations</w:t>
            </w:r>
          </w:p>
        </w:tc>
      </w:tr>
      <w:tr w:rsidR="008B4F1B" w14:paraId="7E6C5A9B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80F8CF5" w14:textId="77777777" w:rsidR="008B4F1B" w:rsidRDefault="008B4F1B" w:rsidP="00F908E9">
            <w:pPr>
              <w:pStyle w:val="Body"/>
            </w:pPr>
            <w:r>
              <w:t>R02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79F898B" w14:textId="77777777" w:rsidR="008B4F1B" w:rsidRDefault="008B4F1B" w:rsidP="00F908E9">
            <w:pPr>
              <w:pStyle w:val="Body"/>
            </w:pPr>
            <w:r>
              <w:t>Management &amp; Technical Assistance</w:t>
            </w:r>
          </w:p>
        </w:tc>
      </w:tr>
      <w:tr w:rsidR="008B4F1B" w14:paraId="5FE9495E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DDCE698" w14:textId="77777777" w:rsidR="008B4F1B" w:rsidRDefault="008B4F1B" w:rsidP="00F908E9">
            <w:pPr>
              <w:pStyle w:val="Body"/>
            </w:pPr>
            <w:r>
              <w:t>R03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E87197B" w14:textId="77777777" w:rsidR="008B4F1B" w:rsidRDefault="008B4F1B" w:rsidP="00F908E9">
            <w:pPr>
              <w:pStyle w:val="Body"/>
            </w:pPr>
            <w:r>
              <w:t>Professional Societies &amp; Associations</w:t>
            </w:r>
          </w:p>
        </w:tc>
      </w:tr>
      <w:tr w:rsidR="008B4F1B" w14:paraId="6D0E78AC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3B07225" w14:textId="77777777" w:rsidR="008B4F1B" w:rsidRDefault="008B4F1B" w:rsidP="00F908E9">
            <w:pPr>
              <w:pStyle w:val="Body"/>
            </w:pPr>
            <w:r>
              <w:t>R05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17A47E" w14:textId="77777777" w:rsidR="008B4F1B" w:rsidRDefault="008B4F1B" w:rsidP="00F908E9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1DB36A8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F3844E9" w14:textId="77777777" w:rsidR="008B4F1B" w:rsidRDefault="008B4F1B" w:rsidP="00F908E9">
            <w:pPr>
              <w:pStyle w:val="Body"/>
            </w:pPr>
            <w:r>
              <w:t>R11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CB8842D" w14:textId="77777777" w:rsidR="008B4F1B" w:rsidRDefault="008B4F1B" w:rsidP="00F908E9">
            <w:pPr>
              <w:pStyle w:val="Body"/>
            </w:pPr>
            <w:r>
              <w:t>Single Organization Support</w:t>
            </w:r>
          </w:p>
        </w:tc>
      </w:tr>
      <w:tr w:rsidR="008B4F1B" w14:paraId="32EBCD7F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70B392E" w14:textId="77777777" w:rsidR="008B4F1B" w:rsidRDefault="008B4F1B" w:rsidP="00F908E9">
            <w:pPr>
              <w:pStyle w:val="Body"/>
            </w:pPr>
            <w:r>
              <w:t>R12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9D55A7" w14:textId="77777777" w:rsidR="008B4F1B" w:rsidRDefault="008B4F1B" w:rsidP="00F908E9">
            <w:pPr>
              <w:pStyle w:val="Body"/>
            </w:pPr>
            <w:r>
              <w:t>Fundraising &amp; Fund Distribution</w:t>
            </w:r>
          </w:p>
        </w:tc>
      </w:tr>
      <w:tr w:rsidR="008B4F1B" w14:paraId="29CDB39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375535" w14:textId="77777777" w:rsidR="008B4F1B" w:rsidRDefault="008B4F1B" w:rsidP="00F908E9">
            <w:pPr>
              <w:pStyle w:val="Body"/>
            </w:pPr>
            <w:r>
              <w:lastRenderedPageBreak/>
              <w:t>R19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4CCA474" w14:textId="77777777" w:rsidR="008B4F1B" w:rsidRDefault="008B4F1B" w:rsidP="00F908E9">
            <w:pPr>
              <w:pStyle w:val="Body"/>
            </w:pPr>
            <w:r>
              <w:t>Support N.E.C.</w:t>
            </w:r>
          </w:p>
        </w:tc>
      </w:tr>
      <w:tr w:rsidR="008B4F1B" w14:paraId="3F94A6A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6F32DE" w14:textId="77777777" w:rsidR="008B4F1B" w:rsidRDefault="008B4F1B" w:rsidP="00F908E9">
            <w:pPr>
              <w:pStyle w:val="Body"/>
            </w:pPr>
            <w:r>
              <w:t>R20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FF6362" w14:textId="77777777" w:rsidR="008B4F1B" w:rsidRDefault="008B4F1B" w:rsidP="00F908E9">
            <w:pPr>
              <w:pStyle w:val="Body"/>
            </w:pPr>
            <w:r>
              <w:t>Civil Rights</w:t>
            </w:r>
          </w:p>
        </w:tc>
      </w:tr>
      <w:tr w:rsidR="008B4F1B" w14:paraId="41DD371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4CA3ED7" w14:textId="77777777" w:rsidR="008B4F1B" w:rsidRDefault="008B4F1B" w:rsidP="00F908E9">
            <w:pPr>
              <w:pStyle w:val="Body"/>
            </w:pPr>
            <w:r>
              <w:t>R22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D9A6B5" w14:textId="77777777" w:rsidR="008B4F1B" w:rsidRDefault="008B4F1B" w:rsidP="00F908E9">
            <w:pPr>
              <w:pStyle w:val="Body"/>
            </w:pPr>
            <w:r>
              <w:t>Minority Rights</w:t>
            </w:r>
          </w:p>
        </w:tc>
      </w:tr>
      <w:tr w:rsidR="008B4F1B" w14:paraId="4C2174F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E980057" w14:textId="77777777" w:rsidR="008B4F1B" w:rsidRDefault="008B4F1B" w:rsidP="00F908E9">
            <w:pPr>
              <w:pStyle w:val="Body"/>
            </w:pPr>
            <w:r>
              <w:t>R23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851FB47" w14:textId="77777777" w:rsidR="008B4F1B" w:rsidRDefault="008B4F1B" w:rsidP="00F908E9">
            <w:pPr>
              <w:pStyle w:val="Body"/>
            </w:pPr>
            <w:r>
              <w:t>Disabled Persons’ Rights</w:t>
            </w:r>
          </w:p>
        </w:tc>
      </w:tr>
      <w:tr w:rsidR="008B4F1B" w14:paraId="70BD641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90D49D" w14:textId="77777777" w:rsidR="008B4F1B" w:rsidRDefault="008B4F1B" w:rsidP="00F908E9">
            <w:pPr>
              <w:pStyle w:val="Body"/>
            </w:pPr>
            <w:r>
              <w:t>R24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395D4E" w14:textId="77777777" w:rsidR="008B4F1B" w:rsidRDefault="008B4F1B" w:rsidP="00F908E9">
            <w:pPr>
              <w:pStyle w:val="Body"/>
            </w:pPr>
            <w:proofErr w:type="spellStart"/>
            <w:r>
              <w:t>Womens</w:t>
            </w:r>
            <w:proofErr w:type="spellEnd"/>
            <w:r>
              <w:t>’ Rights</w:t>
            </w:r>
          </w:p>
        </w:tc>
      </w:tr>
      <w:tr w:rsidR="008B4F1B" w14:paraId="0650D14F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B659CB" w14:textId="77777777" w:rsidR="008B4F1B" w:rsidRDefault="008B4F1B" w:rsidP="00F908E9">
            <w:pPr>
              <w:pStyle w:val="Body"/>
            </w:pPr>
            <w:r>
              <w:t>R25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9F8F7E" w14:textId="77777777" w:rsidR="008B4F1B" w:rsidRDefault="008B4F1B" w:rsidP="00F908E9">
            <w:pPr>
              <w:pStyle w:val="Body"/>
            </w:pPr>
            <w:r>
              <w:t>Seniors’ Rights</w:t>
            </w:r>
          </w:p>
        </w:tc>
      </w:tr>
      <w:tr w:rsidR="008B4F1B" w14:paraId="3C975A8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7A72D4" w14:textId="77777777" w:rsidR="008B4F1B" w:rsidRDefault="008B4F1B" w:rsidP="00F908E9">
            <w:pPr>
              <w:pStyle w:val="Body"/>
            </w:pPr>
            <w:r>
              <w:t>R26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941286" w14:textId="77777777" w:rsidR="008B4F1B" w:rsidRDefault="008B4F1B" w:rsidP="00F908E9">
            <w:pPr>
              <w:pStyle w:val="Body"/>
            </w:pPr>
            <w:r>
              <w:t>Lesbian &amp; Gay Rights</w:t>
            </w:r>
          </w:p>
        </w:tc>
      </w:tr>
      <w:tr w:rsidR="008B4F1B" w14:paraId="45AC2D1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5798BB9" w14:textId="77777777" w:rsidR="008B4F1B" w:rsidRDefault="008B4F1B" w:rsidP="00F908E9">
            <w:pPr>
              <w:pStyle w:val="Body"/>
            </w:pPr>
            <w:r>
              <w:t>R28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2F1EA08" w14:textId="77777777" w:rsidR="008B4F1B" w:rsidRDefault="008B4F1B" w:rsidP="00F908E9">
            <w:pPr>
              <w:pStyle w:val="Body"/>
            </w:pPr>
            <w:r>
              <w:t>Childrens’ Rights</w:t>
            </w:r>
          </w:p>
        </w:tc>
      </w:tr>
      <w:tr w:rsidR="008B4F1B" w14:paraId="71369F9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4AB2AE" w14:textId="77777777" w:rsidR="008B4F1B" w:rsidRDefault="008B4F1B" w:rsidP="00F908E9">
            <w:pPr>
              <w:pStyle w:val="Body"/>
            </w:pPr>
            <w:r>
              <w:t>R30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1B5A98F" w14:textId="77777777" w:rsidR="008B4F1B" w:rsidRDefault="008B4F1B" w:rsidP="00F908E9">
            <w:pPr>
              <w:pStyle w:val="Body"/>
            </w:pPr>
            <w:r>
              <w:t>Intergroup &amp; Race Relations</w:t>
            </w:r>
          </w:p>
        </w:tc>
      </w:tr>
      <w:tr w:rsidR="008B4F1B" w14:paraId="6149079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795A9D1" w14:textId="77777777" w:rsidR="008B4F1B" w:rsidRDefault="008B4F1B" w:rsidP="00F908E9">
            <w:pPr>
              <w:pStyle w:val="Body"/>
            </w:pPr>
            <w:r>
              <w:t>R40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A08CDF" w14:textId="77777777" w:rsidR="008B4F1B" w:rsidRDefault="008B4F1B" w:rsidP="00F908E9">
            <w:pPr>
              <w:pStyle w:val="Body"/>
            </w:pPr>
            <w:r>
              <w:t>Voter Education &amp; Registration</w:t>
            </w:r>
          </w:p>
        </w:tc>
      </w:tr>
      <w:tr w:rsidR="008B4F1B" w14:paraId="527D9B8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9B56873" w14:textId="77777777" w:rsidR="008B4F1B" w:rsidRDefault="008B4F1B" w:rsidP="00F908E9">
            <w:pPr>
              <w:pStyle w:val="Body"/>
            </w:pPr>
            <w:r>
              <w:t>R60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F74E4E2" w14:textId="77777777" w:rsidR="008B4F1B" w:rsidRDefault="008B4F1B" w:rsidP="00F908E9">
            <w:pPr>
              <w:pStyle w:val="Body"/>
            </w:pPr>
            <w:r>
              <w:t>Civil Liberties</w:t>
            </w:r>
          </w:p>
        </w:tc>
      </w:tr>
      <w:tr w:rsidR="008B4F1B" w14:paraId="5999697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7C45353" w14:textId="77777777" w:rsidR="008B4F1B" w:rsidRDefault="008B4F1B" w:rsidP="00F908E9">
            <w:pPr>
              <w:pStyle w:val="Body"/>
            </w:pPr>
            <w:r>
              <w:lastRenderedPageBreak/>
              <w:t>R61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1BD635C" w14:textId="77777777" w:rsidR="008B4F1B" w:rsidRDefault="008B4F1B" w:rsidP="00F908E9">
            <w:pPr>
              <w:pStyle w:val="Body"/>
            </w:pPr>
            <w:r>
              <w:t>Reproductive Rights</w:t>
            </w:r>
          </w:p>
        </w:tc>
      </w:tr>
      <w:tr w:rsidR="008B4F1B" w14:paraId="004D1B4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D708234" w14:textId="77777777" w:rsidR="008B4F1B" w:rsidRDefault="008B4F1B" w:rsidP="00F908E9">
            <w:pPr>
              <w:pStyle w:val="Body"/>
            </w:pPr>
            <w:r>
              <w:t>R62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03FF2AA" w14:textId="77777777" w:rsidR="008B4F1B" w:rsidRDefault="008B4F1B" w:rsidP="00F908E9">
            <w:pPr>
              <w:pStyle w:val="Body"/>
            </w:pPr>
            <w:r>
              <w:t>Right to Life</w:t>
            </w:r>
          </w:p>
        </w:tc>
      </w:tr>
      <w:tr w:rsidR="008B4F1B" w14:paraId="3A62891C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91C637D" w14:textId="77777777" w:rsidR="008B4F1B" w:rsidRDefault="008B4F1B" w:rsidP="00F908E9">
            <w:pPr>
              <w:pStyle w:val="Body"/>
            </w:pPr>
            <w:r>
              <w:t>R63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1216D15" w14:textId="77777777" w:rsidR="008B4F1B" w:rsidRDefault="008B4F1B" w:rsidP="00F908E9">
            <w:pPr>
              <w:pStyle w:val="Body"/>
            </w:pPr>
            <w:r>
              <w:t>Censorship, Freedom of Speech &amp; Press</w:t>
            </w:r>
          </w:p>
        </w:tc>
      </w:tr>
      <w:tr w:rsidR="008B4F1B" w14:paraId="2803BC6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132BFC6" w14:textId="77777777" w:rsidR="008B4F1B" w:rsidRDefault="008B4F1B" w:rsidP="00F908E9">
            <w:pPr>
              <w:pStyle w:val="Body"/>
            </w:pPr>
            <w:r>
              <w:t>R67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2F40F82" w14:textId="77777777" w:rsidR="008B4F1B" w:rsidRDefault="008B4F1B" w:rsidP="00F908E9">
            <w:pPr>
              <w:pStyle w:val="Body"/>
            </w:pPr>
            <w:r>
              <w:t>Right to Die &amp; Euthanasia</w:t>
            </w:r>
          </w:p>
        </w:tc>
      </w:tr>
      <w:tr w:rsidR="008B4F1B" w14:paraId="420F8C4D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5E9A06" w14:textId="77777777" w:rsidR="008B4F1B" w:rsidRDefault="008B4F1B" w:rsidP="00F908E9">
            <w:pPr>
              <w:pStyle w:val="Body"/>
            </w:pPr>
            <w:r>
              <w:t>R99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247A846" w14:textId="77777777" w:rsidR="008B4F1B" w:rsidRDefault="008B4F1B" w:rsidP="00F908E9">
            <w:pPr>
              <w:pStyle w:val="Body"/>
            </w:pPr>
            <w:r>
              <w:t>Civil Rights, Social Action &amp; Advocacy N.E.C.</w:t>
            </w:r>
          </w:p>
        </w:tc>
      </w:tr>
      <w:tr w:rsidR="008B4F1B" w14:paraId="5E05E356" w14:textId="77777777" w:rsidTr="00F908E9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69863E03" w14:textId="77777777" w:rsidR="008B4F1B" w:rsidRDefault="008B4F1B" w:rsidP="00F908E9">
            <w:pPr>
              <w:pStyle w:val="Heading2"/>
            </w:pPr>
            <w:r>
              <w:t>Community Improvement &amp; Capacity Building</w:t>
            </w:r>
          </w:p>
        </w:tc>
      </w:tr>
      <w:tr w:rsidR="008B4F1B" w14:paraId="50EF75C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22EF49D0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6AE63FD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D86E6A8" w14:textId="77777777" w:rsidR="008B4F1B" w:rsidRDefault="008B4F1B" w:rsidP="00F908E9">
            <w:pPr>
              <w:pStyle w:val="Body"/>
            </w:pPr>
            <w:r>
              <w:t>S01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4B82D1" w14:textId="77777777" w:rsidR="008B4F1B" w:rsidRDefault="008B4F1B" w:rsidP="00F908E9">
            <w:pPr>
              <w:pStyle w:val="Body"/>
            </w:pPr>
            <w:r>
              <w:t>Alliances &amp; Advocacy</w:t>
            </w:r>
          </w:p>
        </w:tc>
      </w:tr>
      <w:tr w:rsidR="008B4F1B" w14:paraId="77E3D1D3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E2C6351" w14:textId="77777777" w:rsidR="008B4F1B" w:rsidRDefault="008B4F1B" w:rsidP="00F908E9">
            <w:pPr>
              <w:pStyle w:val="Body"/>
            </w:pPr>
            <w:r>
              <w:lastRenderedPageBreak/>
              <w:t>S02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7EADB17" w14:textId="77777777" w:rsidR="008B4F1B" w:rsidRDefault="008B4F1B" w:rsidP="00F908E9">
            <w:pPr>
              <w:pStyle w:val="Body"/>
            </w:pPr>
            <w:r>
              <w:t>Management &amp; Technical Assistance</w:t>
            </w:r>
          </w:p>
        </w:tc>
      </w:tr>
      <w:tr w:rsidR="008B4F1B" w14:paraId="16D54A2E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9F58F00" w14:textId="77777777" w:rsidR="008B4F1B" w:rsidRDefault="008B4F1B" w:rsidP="00F908E9">
            <w:pPr>
              <w:pStyle w:val="Body"/>
            </w:pPr>
            <w:r>
              <w:t>S03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C7BDCDF" w14:textId="77777777" w:rsidR="008B4F1B" w:rsidRDefault="008B4F1B" w:rsidP="00F908E9">
            <w:pPr>
              <w:pStyle w:val="Body"/>
            </w:pPr>
            <w:r>
              <w:t>Professional Societies &amp; Associations</w:t>
            </w:r>
          </w:p>
        </w:tc>
      </w:tr>
      <w:tr w:rsidR="008B4F1B" w14:paraId="2CF16465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8B8129" w14:textId="77777777" w:rsidR="008B4F1B" w:rsidRDefault="008B4F1B" w:rsidP="00F908E9">
            <w:pPr>
              <w:pStyle w:val="Body"/>
            </w:pPr>
            <w:r>
              <w:t>S05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E6A914" w14:textId="77777777" w:rsidR="008B4F1B" w:rsidRDefault="008B4F1B" w:rsidP="00F908E9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158A758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A5418B" w14:textId="77777777" w:rsidR="008B4F1B" w:rsidRDefault="008B4F1B" w:rsidP="00F908E9">
            <w:pPr>
              <w:pStyle w:val="Body"/>
            </w:pPr>
            <w:r>
              <w:t>S11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5D05CF2" w14:textId="77777777" w:rsidR="008B4F1B" w:rsidRDefault="008B4F1B" w:rsidP="00F908E9">
            <w:pPr>
              <w:pStyle w:val="Body"/>
            </w:pPr>
            <w:r>
              <w:t>Single Organization Support</w:t>
            </w:r>
          </w:p>
        </w:tc>
      </w:tr>
      <w:tr w:rsidR="008B4F1B" w14:paraId="19171DB3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BCB65B3" w14:textId="77777777" w:rsidR="008B4F1B" w:rsidRDefault="008B4F1B" w:rsidP="00F908E9">
            <w:pPr>
              <w:pStyle w:val="Body"/>
            </w:pPr>
            <w:r>
              <w:t>S12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0983EE" w14:textId="77777777" w:rsidR="008B4F1B" w:rsidRDefault="008B4F1B" w:rsidP="00F908E9">
            <w:pPr>
              <w:pStyle w:val="Body"/>
            </w:pPr>
            <w:r>
              <w:t>Fund Raising &amp; Fund Distribution</w:t>
            </w:r>
          </w:p>
        </w:tc>
      </w:tr>
      <w:tr w:rsidR="008B4F1B" w14:paraId="66F5F29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6DB2682" w14:textId="77777777" w:rsidR="008B4F1B" w:rsidRDefault="008B4F1B" w:rsidP="00F908E9">
            <w:pPr>
              <w:pStyle w:val="Body"/>
            </w:pPr>
            <w:r>
              <w:t>S19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06111D5" w14:textId="77777777" w:rsidR="008B4F1B" w:rsidRDefault="008B4F1B" w:rsidP="00F908E9">
            <w:pPr>
              <w:pStyle w:val="Body"/>
            </w:pPr>
            <w:r>
              <w:t>Support N.E.C.</w:t>
            </w:r>
          </w:p>
        </w:tc>
      </w:tr>
      <w:tr w:rsidR="008B4F1B" w14:paraId="52DC47B5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4687F5F" w14:textId="77777777" w:rsidR="008B4F1B" w:rsidRDefault="008B4F1B" w:rsidP="00F908E9">
            <w:pPr>
              <w:pStyle w:val="Body"/>
            </w:pPr>
            <w:r>
              <w:t>S20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7EB244C" w14:textId="77777777" w:rsidR="008B4F1B" w:rsidRDefault="008B4F1B" w:rsidP="00F908E9">
            <w:pPr>
              <w:pStyle w:val="Body"/>
            </w:pPr>
            <w:r>
              <w:t>Community &amp; Neighborhood Development</w:t>
            </w:r>
          </w:p>
        </w:tc>
      </w:tr>
      <w:tr w:rsidR="008B4F1B" w14:paraId="6D24F07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7B7CB42" w14:textId="77777777" w:rsidR="008B4F1B" w:rsidRDefault="008B4F1B" w:rsidP="00F908E9">
            <w:pPr>
              <w:pStyle w:val="Body"/>
            </w:pPr>
            <w:r>
              <w:t>S21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0FDA162" w14:textId="77777777" w:rsidR="008B4F1B" w:rsidRDefault="008B4F1B" w:rsidP="00F908E9">
            <w:pPr>
              <w:pStyle w:val="Body"/>
            </w:pPr>
            <w:r>
              <w:t>Community Coalitions</w:t>
            </w:r>
          </w:p>
        </w:tc>
      </w:tr>
      <w:tr w:rsidR="008B4F1B" w14:paraId="39BCB845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D2AB49E" w14:textId="77777777" w:rsidR="008B4F1B" w:rsidRDefault="008B4F1B" w:rsidP="00F908E9">
            <w:pPr>
              <w:pStyle w:val="Body"/>
            </w:pPr>
            <w:r>
              <w:t>S22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A5FD6B5" w14:textId="77777777" w:rsidR="008B4F1B" w:rsidRDefault="008B4F1B" w:rsidP="00F908E9">
            <w:pPr>
              <w:pStyle w:val="Body"/>
            </w:pPr>
            <w:r>
              <w:t xml:space="preserve">Neighborhood &amp; Block Associations </w:t>
            </w:r>
          </w:p>
        </w:tc>
      </w:tr>
      <w:tr w:rsidR="008B4F1B" w14:paraId="0C32947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8187A2" w14:textId="77777777" w:rsidR="008B4F1B" w:rsidRDefault="008B4F1B" w:rsidP="00F908E9">
            <w:pPr>
              <w:pStyle w:val="Body"/>
            </w:pPr>
            <w:r>
              <w:lastRenderedPageBreak/>
              <w:t>S30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D3D1A9B" w14:textId="77777777" w:rsidR="008B4F1B" w:rsidRDefault="008B4F1B" w:rsidP="00F908E9">
            <w:pPr>
              <w:pStyle w:val="Body"/>
            </w:pPr>
            <w:r>
              <w:t>Economic Development</w:t>
            </w:r>
          </w:p>
        </w:tc>
      </w:tr>
      <w:tr w:rsidR="008B4F1B" w14:paraId="5B396112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7638C7" w14:textId="77777777" w:rsidR="008B4F1B" w:rsidRDefault="008B4F1B" w:rsidP="00F908E9">
            <w:pPr>
              <w:pStyle w:val="Body"/>
            </w:pPr>
            <w:r>
              <w:t>S31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16CEFD3" w14:textId="77777777" w:rsidR="008B4F1B" w:rsidRDefault="008B4F1B" w:rsidP="00F908E9">
            <w:pPr>
              <w:pStyle w:val="Body"/>
            </w:pPr>
            <w:r>
              <w:t>Urban &amp; Community Economic Development</w:t>
            </w:r>
          </w:p>
        </w:tc>
      </w:tr>
      <w:tr w:rsidR="008B4F1B" w14:paraId="37FA5F7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4DCD33" w14:textId="77777777" w:rsidR="008B4F1B" w:rsidRDefault="008B4F1B" w:rsidP="00F908E9">
            <w:pPr>
              <w:pStyle w:val="Body"/>
            </w:pPr>
            <w:r>
              <w:t>S32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AC5F951" w14:textId="77777777" w:rsidR="008B4F1B" w:rsidRDefault="008B4F1B" w:rsidP="00F908E9">
            <w:pPr>
              <w:pStyle w:val="Body"/>
            </w:pPr>
            <w:r>
              <w:t>Rural Economic Development</w:t>
            </w:r>
          </w:p>
        </w:tc>
      </w:tr>
      <w:tr w:rsidR="008B4F1B" w14:paraId="398FF40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2CECD7" w14:textId="77777777" w:rsidR="008B4F1B" w:rsidRDefault="008B4F1B" w:rsidP="00F908E9">
            <w:pPr>
              <w:pStyle w:val="Body"/>
            </w:pPr>
            <w:r>
              <w:t>S40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86A5B6" w14:textId="77777777" w:rsidR="008B4F1B" w:rsidRDefault="008B4F1B" w:rsidP="00F908E9">
            <w:pPr>
              <w:pStyle w:val="Body"/>
            </w:pPr>
            <w:r>
              <w:t>Business &amp; Industry</w:t>
            </w:r>
          </w:p>
        </w:tc>
      </w:tr>
      <w:tr w:rsidR="008B4F1B" w14:paraId="001B0A1F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291CA98" w14:textId="77777777" w:rsidR="008B4F1B" w:rsidRDefault="008B4F1B" w:rsidP="00F908E9">
            <w:pPr>
              <w:pStyle w:val="Body"/>
            </w:pPr>
            <w:r>
              <w:t>S41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E161472" w14:textId="77777777" w:rsidR="008B4F1B" w:rsidRDefault="008B4F1B" w:rsidP="00F908E9">
            <w:pPr>
              <w:pStyle w:val="Body"/>
            </w:pPr>
            <w:r>
              <w:t>Chambers of Commerce &amp; Business Leagues</w:t>
            </w:r>
          </w:p>
        </w:tc>
      </w:tr>
      <w:tr w:rsidR="008B4F1B" w14:paraId="4EAB12F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85FFD49" w14:textId="77777777" w:rsidR="008B4F1B" w:rsidRDefault="008B4F1B" w:rsidP="00F908E9">
            <w:pPr>
              <w:pStyle w:val="Body"/>
            </w:pPr>
            <w:r>
              <w:t>S43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584B1F1" w14:textId="77777777" w:rsidR="008B4F1B" w:rsidRDefault="008B4F1B" w:rsidP="00F908E9">
            <w:pPr>
              <w:pStyle w:val="Body"/>
            </w:pPr>
            <w:r>
              <w:t>Small Business Development</w:t>
            </w:r>
          </w:p>
        </w:tc>
      </w:tr>
      <w:tr w:rsidR="008B4F1B" w14:paraId="3AA0EBB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402575C" w14:textId="77777777" w:rsidR="008B4F1B" w:rsidRDefault="008B4F1B" w:rsidP="00F908E9">
            <w:pPr>
              <w:pStyle w:val="Body"/>
            </w:pPr>
            <w:r>
              <w:t>S46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8DE138D" w14:textId="77777777" w:rsidR="008B4F1B" w:rsidRDefault="008B4F1B" w:rsidP="00F908E9">
            <w:pPr>
              <w:pStyle w:val="Body"/>
            </w:pPr>
            <w:r>
              <w:t>Boards of Trade</w:t>
            </w:r>
          </w:p>
        </w:tc>
      </w:tr>
      <w:tr w:rsidR="008B4F1B" w14:paraId="6892901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8020CD" w14:textId="77777777" w:rsidR="008B4F1B" w:rsidRDefault="008B4F1B" w:rsidP="00F908E9">
            <w:pPr>
              <w:pStyle w:val="Body"/>
            </w:pPr>
            <w:r>
              <w:t>S47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773755" w14:textId="77777777" w:rsidR="008B4F1B" w:rsidRDefault="008B4F1B" w:rsidP="00F908E9">
            <w:pPr>
              <w:pStyle w:val="Body"/>
            </w:pPr>
            <w:r>
              <w:t>Real Estate Associations</w:t>
            </w:r>
          </w:p>
        </w:tc>
      </w:tr>
      <w:tr w:rsidR="008B4F1B" w14:paraId="54FAEFB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9ADD45C" w14:textId="77777777" w:rsidR="008B4F1B" w:rsidRDefault="008B4F1B" w:rsidP="00F908E9">
            <w:pPr>
              <w:pStyle w:val="Body"/>
            </w:pPr>
            <w:r>
              <w:t>S50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CB8B4BF" w14:textId="77777777" w:rsidR="008B4F1B" w:rsidRDefault="008B4F1B" w:rsidP="00F908E9">
            <w:pPr>
              <w:pStyle w:val="Body"/>
            </w:pPr>
            <w:r>
              <w:t>Nonprofit Management</w:t>
            </w:r>
          </w:p>
        </w:tc>
      </w:tr>
      <w:tr w:rsidR="008B4F1B" w14:paraId="15E5139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CBCBF3" w14:textId="77777777" w:rsidR="008B4F1B" w:rsidRDefault="008B4F1B" w:rsidP="00F908E9">
            <w:pPr>
              <w:pStyle w:val="Body"/>
            </w:pPr>
            <w:r>
              <w:t>S80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5BFC26" w14:textId="77777777" w:rsidR="008B4F1B" w:rsidRDefault="008B4F1B" w:rsidP="00F908E9">
            <w:pPr>
              <w:pStyle w:val="Body"/>
            </w:pPr>
            <w:r>
              <w:t>Community Service Clubs</w:t>
            </w:r>
          </w:p>
        </w:tc>
      </w:tr>
      <w:tr w:rsidR="008B4F1B" w14:paraId="4505AEE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02DAD9A" w14:textId="77777777" w:rsidR="008B4F1B" w:rsidRDefault="008B4F1B" w:rsidP="00F908E9">
            <w:pPr>
              <w:pStyle w:val="Body"/>
            </w:pPr>
            <w:r>
              <w:lastRenderedPageBreak/>
              <w:t>S81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3699854" w14:textId="77777777" w:rsidR="008B4F1B" w:rsidRDefault="008B4F1B" w:rsidP="00F908E9">
            <w:pPr>
              <w:pStyle w:val="Body"/>
            </w:pPr>
            <w:proofErr w:type="spellStart"/>
            <w:r>
              <w:t>Womens</w:t>
            </w:r>
            <w:proofErr w:type="spellEnd"/>
            <w:r>
              <w:t>’ Service Clubs</w:t>
            </w:r>
          </w:p>
        </w:tc>
      </w:tr>
      <w:tr w:rsidR="008B4F1B" w14:paraId="40C0DF0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612917C" w14:textId="77777777" w:rsidR="008B4F1B" w:rsidRDefault="008B4F1B" w:rsidP="00F908E9">
            <w:pPr>
              <w:pStyle w:val="Body"/>
            </w:pPr>
            <w:r>
              <w:t>S82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163E7D0" w14:textId="77777777" w:rsidR="008B4F1B" w:rsidRDefault="008B4F1B" w:rsidP="00F908E9">
            <w:pPr>
              <w:pStyle w:val="Body"/>
            </w:pPr>
            <w:proofErr w:type="spellStart"/>
            <w:r>
              <w:t>Mens’</w:t>
            </w:r>
            <w:proofErr w:type="spellEnd"/>
            <w:r>
              <w:t xml:space="preserve"> Service Clubs</w:t>
            </w:r>
          </w:p>
        </w:tc>
      </w:tr>
      <w:tr w:rsidR="008B4F1B" w14:paraId="517EB692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2388F18" w14:textId="77777777" w:rsidR="008B4F1B" w:rsidRDefault="008B4F1B" w:rsidP="00F908E9">
            <w:pPr>
              <w:pStyle w:val="Body"/>
            </w:pPr>
            <w:r>
              <w:t>S99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ED6621D" w14:textId="77777777" w:rsidR="008B4F1B" w:rsidRDefault="008B4F1B" w:rsidP="00F908E9">
            <w:pPr>
              <w:pStyle w:val="Body"/>
            </w:pPr>
            <w:r>
              <w:t>Community Improvement &amp; Capacity Building N.E.C.</w:t>
            </w:r>
          </w:p>
        </w:tc>
      </w:tr>
      <w:tr w:rsidR="008B4F1B" w14:paraId="70DB8610" w14:textId="77777777" w:rsidTr="00F908E9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052ED62F" w14:textId="77777777" w:rsidR="008B4F1B" w:rsidRDefault="008B4F1B" w:rsidP="00F908E9">
            <w:pPr>
              <w:pStyle w:val="Heading2"/>
            </w:pPr>
            <w:r>
              <w:t>Philanthropy, Volunteerism &amp; Grantmaking Foundations</w:t>
            </w:r>
          </w:p>
        </w:tc>
      </w:tr>
      <w:tr w:rsidR="008B4F1B" w14:paraId="603EF8C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30B30E79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6AE350EF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ADA7BF9" w14:textId="77777777" w:rsidR="008B4F1B" w:rsidRDefault="008B4F1B" w:rsidP="00F908E9">
            <w:pPr>
              <w:pStyle w:val="Body"/>
            </w:pPr>
            <w:r>
              <w:t>T01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D2FA90" w14:textId="77777777" w:rsidR="008B4F1B" w:rsidRDefault="008B4F1B" w:rsidP="00F908E9">
            <w:pPr>
              <w:pStyle w:val="Body"/>
            </w:pPr>
            <w:r>
              <w:t>Alliances &amp; Advocacy</w:t>
            </w:r>
          </w:p>
        </w:tc>
      </w:tr>
      <w:tr w:rsidR="008B4F1B" w14:paraId="0DACE187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A4CCDF" w14:textId="77777777" w:rsidR="008B4F1B" w:rsidRDefault="008B4F1B" w:rsidP="00F908E9">
            <w:pPr>
              <w:pStyle w:val="Body"/>
            </w:pPr>
            <w:r>
              <w:t>T02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545E28" w14:textId="77777777" w:rsidR="008B4F1B" w:rsidRDefault="008B4F1B" w:rsidP="00F908E9">
            <w:pPr>
              <w:pStyle w:val="Body"/>
            </w:pPr>
            <w:r>
              <w:t>Management &amp; Technical Assistance</w:t>
            </w:r>
          </w:p>
        </w:tc>
      </w:tr>
      <w:tr w:rsidR="008B4F1B" w14:paraId="67D0CD63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C54A5F9" w14:textId="77777777" w:rsidR="008B4F1B" w:rsidRDefault="008B4F1B" w:rsidP="00F908E9">
            <w:pPr>
              <w:pStyle w:val="Body"/>
            </w:pPr>
            <w:r>
              <w:t>T03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702890" w14:textId="77777777" w:rsidR="008B4F1B" w:rsidRDefault="008B4F1B" w:rsidP="00F908E9">
            <w:pPr>
              <w:pStyle w:val="Body"/>
            </w:pPr>
            <w:r>
              <w:t>Professional Societies &amp; Associations</w:t>
            </w:r>
          </w:p>
        </w:tc>
      </w:tr>
      <w:tr w:rsidR="008B4F1B" w14:paraId="518B140E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0644E31" w14:textId="77777777" w:rsidR="008B4F1B" w:rsidRDefault="008B4F1B" w:rsidP="00F908E9">
            <w:pPr>
              <w:pStyle w:val="Body"/>
            </w:pPr>
            <w:r>
              <w:lastRenderedPageBreak/>
              <w:t>T05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31897FA" w14:textId="77777777" w:rsidR="008B4F1B" w:rsidRDefault="008B4F1B" w:rsidP="00F908E9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01656E0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F8D4CCD" w14:textId="77777777" w:rsidR="008B4F1B" w:rsidRDefault="008B4F1B" w:rsidP="00F908E9">
            <w:pPr>
              <w:pStyle w:val="Body"/>
            </w:pPr>
            <w:r>
              <w:t>T11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AC84E02" w14:textId="77777777" w:rsidR="008B4F1B" w:rsidRDefault="008B4F1B" w:rsidP="00F908E9">
            <w:pPr>
              <w:pStyle w:val="Body"/>
            </w:pPr>
            <w:r>
              <w:t>Single Organization Support</w:t>
            </w:r>
          </w:p>
        </w:tc>
      </w:tr>
      <w:tr w:rsidR="008B4F1B" w14:paraId="1E28369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B3AF170" w14:textId="77777777" w:rsidR="008B4F1B" w:rsidRDefault="008B4F1B" w:rsidP="00F908E9">
            <w:pPr>
              <w:pStyle w:val="Body"/>
            </w:pPr>
            <w:r>
              <w:t>T12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F4D28F0" w14:textId="77777777" w:rsidR="008B4F1B" w:rsidRDefault="008B4F1B" w:rsidP="00F908E9">
            <w:pPr>
              <w:pStyle w:val="Body"/>
            </w:pPr>
            <w:r>
              <w:t>Fundraising &amp; Fund Distribution</w:t>
            </w:r>
          </w:p>
        </w:tc>
      </w:tr>
      <w:tr w:rsidR="008B4F1B" w14:paraId="7BCF7B9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7C35EA5" w14:textId="77777777" w:rsidR="008B4F1B" w:rsidRDefault="008B4F1B" w:rsidP="00F908E9">
            <w:pPr>
              <w:pStyle w:val="Body"/>
            </w:pPr>
            <w:r>
              <w:t>T19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D128D9C" w14:textId="77777777" w:rsidR="008B4F1B" w:rsidRDefault="008B4F1B" w:rsidP="00F908E9">
            <w:pPr>
              <w:pStyle w:val="Body"/>
            </w:pPr>
            <w:r>
              <w:t>Support N.E.C.</w:t>
            </w:r>
          </w:p>
        </w:tc>
      </w:tr>
      <w:tr w:rsidR="008B4F1B" w14:paraId="746A01A9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C43C78" w14:textId="77777777" w:rsidR="008B4F1B" w:rsidRDefault="008B4F1B" w:rsidP="00F908E9">
            <w:pPr>
              <w:pStyle w:val="Body"/>
            </w:pPr>
            <w:r>
              <w:t>T20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050BCDB" w14:textId="77777777" w:rsidR="008B4F1B" w:rsidRDefault="008B4F1B" w:rsidP="00F908E9">
            <w:pPr>
              <w:pStyle w:val="Body"/>
            </w:pPr>
            <w:r>
              <w:t>Private Grantmaking Foundations</w:t>
            </w:r>
          </w:p>
        </w:tc>
      </w:tr>
      <w:tr w:rsidR="008B4F1B" w14:paraId="5A728C3E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CEA403" w14:textId="77777777" w:rsidR="008B4F1B" w:rsidRDefault="008B4F1B" w:rsidP="00F908E9">
            <w:pPr>
              <w:pStyle w:val="Body"/>
            </w:pPr>
            <w:r>
              <w:t>T21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F76C50F" w14:textId="77777777" w:rsidR="008B4F1B" w:rsidRDefault="008B4F1B" w:rsidP="00F908E9">
            <w:pPr>
              <w:pStyle w:val="Body"/>
            </w:pPr>
            <w:r>
              <w:t>Corporate Foundations</w:t>
            </w:r>
          </w:p>
        </w:tc>
      </w:tr>
      <w:tr w:rsidR="008B4F1B" w14:paraId="57E8BDB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7AFE69" w14:textId="77777777" w:rsidR="008B4F1B" w:rsidRDefault="008B4F1B" w:rsidP="00F908E9">
            <w:pPr>
              <w:pStyle w:val="Body"/>
            </w:pPr>
            <w:r>
              <w:t>T22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7F04D2" w14:textId="77777777" w:rsidR="008B4F1B" w:rsidRDefault="008B4F1B" w:rsidP="00F908E9">
            <w:pPr>
              <w:pStyle w:val="Body"/>
            </w:pPr>
            <w:r>
              <w:t>Private Independent Foundations</w:t>
            </w:r>
          </w:p>
        </w:tc>
      </w:tr>
      <w:tr w:rsidR="008B4F1B" w14:paraId="5052CB8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C3C026" w14:textId="77777777" w:rsidR="008B4F1B" w:rsidRDefault="008B4F1B" w:rsidP="00F908E9">
            <w:pPr>
              <w:pStyle w:val="Body"/>
            </w:pPr>
            <w:r>
              <w:t>T23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EAF2607" w14:textId="77777777" w:rsidR="008B4F1B" w:rsidRDefault="008B4F1B" w:rsidP="00F908E9">
            <w:pPr>
              <w:pStyle w:val="Body"/>
            </w:pPr>
            <w:r>
              <w:t>Private Operating Foundations</w:t>
            </w:r>
          </w:p>
        </w:tc>
      </w:tr>
      <w:tr w:rsidR="008B4F1B" w14:paraId="449A202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3571D51" w14:textId="77777777" w:rsidR="008B4F1B" w:rsidRDefault="008B4F1B" w:rsidP="00F908E9">
            <w:pPr>
              <w:pStyle w:val="Body"/>
            </w:pPr>
            <w:r>
              <w:t>T30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00C580A" w14:textId="77777777" w:rsidR="008B4F1B" w:rsidRDefault="008B4F1B" w:rsidP="00F908E9">
            <w:pPr>
              <w:pStyle w:val="Body"/>
            </w:pPr>
            <w:r>
              <w:t>Public Foundations</w:t>
            </w:r>
          </w:p>
        </w:tc>
      </w:tr>
      <w:tr w:rsidR="008B4F1B" w14:paraId="156C358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7D0F5B9" w14:textId="77777777" w:rsidR="008B4F1B" w:rsidRDefault="008B4F1B" w:rsidP="00F908E9">
            <w:pPr>
              <w:pStyle w:val="Body"/>
            </w:pPr>
            <w:r>
              <w:t>T31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66FADD2" w14:textId="77777777" w:rsidR="008B4F1B" w:rsidRDefault="008B4F1B" w:rsidP="00F908E9">
            <w:pPr>
              <w:pStyle w:val="Body"/>
            </w:pPr>
            <w:r>
              <w:t>Community Foundations</w:t>
            </w:r>
          </w:p>
        </w:tc>
      </w:tr>
      <w:tr w:rsidR="008B4F1B" w14:paraId="259E676E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34EF0AE" w14:textId="77777777" w:rsidR="008B4F1B" w:rsidRDefault="008B4F1B" w:rsidP="00F908E9">
            <w:pPr>
              <w:pStyle w:val="Body"/>
            </w:pPr>
            <w:r>
              <w:lastRenderedPageBreak/>
              <w:t>T40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744596" w14:textId="77777777" w:rsidR="008B4F1B" w:rsidRDefault="008B4F1B" w:rsidP="00F908E9">
            <w:pPr>
              <w:pStyle w:val="Body"/>
            </w:pPr>
            <w:r>
              <w:t>Volunteerism Promotion</w:t>
            </w:r>
          </w:p>
        </w:tc>
      </w:tr>
      <w:tr w:rsidR="008B4F1B" w14:paraId="2ED763F0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8F2BBEE" w14:textId="77777777" w:rsidR="008B4F1B" w:rsidRDefault="008B4F1B" w:rsidP="00F908E9">
            <w:pPr>
              <w:pStyle w:val="Body"/>
            </w:pPr>
            <w:r>
              <w:t>T50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20728E" w14:textId="77777777" w:rsidR="008B4F1B" w:rsidRDefault="008B4F1B" w:rsidP="00F908E9">
            <w:pPr>
              <w:pStyle w:val="Body"/>
            </w:pPr>
            <w:r>
              <w:t>Philanthropy, Charity &amp; Volunteerism Promotion</w:t>
            </w:r>
          </w:p>
        </w:tc>
      </w:tr>
      <w:tr w:rsidR="008B4F1B" w14:paraId="620E01DF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21CA6D" w14:textId="77777777" w:rsidR="008B4F1B" w:rsidRDefault="008B4F1B" w:rsidP="00F908E9">
            <w:pPr>
              <w:pStyle w:val="Body"/>
            </w:pPr>
            <w:r>
              <w:t>T70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5F8213" w14:textId="77777777" w:rsidR="008B4F1B" w:rsidRDefault="008B4F1B" w:rsidP="00F908E9">
            <w:pPr>
              <w:pStyle w:val="Body"/>
            </w:pPr>
            <w:r>
              <w:t>Federated Giving Programs</w:t>
            </w:r>
          </w:p>
        </w:tc>
      </w:tr>
      <w:tr w:rsidR="008B4F1B" w14:paraId="4C11A47E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E6AA23A" w14:textId="77777777" w:rsidR="008B4F1B" w:rsidRDefault="008B4F1B" w:rsidP="00F908E9">
            <w:pPr>
              <w:pStyle w:val="Body"/>
            </w:pPr>
            <w:r>
              <w:t>T90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DE5938" w14:textId="77777777" w:rsidR="008B4F1B" w:rsidRDefault="008B4F1B" w:rsidP="00F908E9">
            <w:pPr>
              <w:pStyle w:val="Body"/>
            </w:pPr>
            <w:r>
              <w:t>Named Trusts N.E.C.</w:t>
            </w:r>
          </w:p>
        </w:tc>
      </w:tr>
      <w:tr w:rsidR="008B4F1B" w14:paraId="67A80623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BE04605" w14:textId="77777777" w:rsidR="008B4F1B" w:rsidRDefault="008B4F1B" w:rsidP="00F908E9">
            <w:pPr>
              <w:pStyle w:val="Body"/>
            </w:pPr>
            <w:r>
              <w:t>T99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EB1C43" w14:textId="77777777" w:rsidR="008B4F1B" w:rsidRDefault="008B4F1B" w:rsidP="00F908E9">
            <w:pPr>
              <w:pStyle w:val="Body"/>
            </w:pPr>
            <w:r>
              <w:t>Philanthropy, Voluntarism &amp; Grantmaking Foundations N.E.C.</w:t>
            </w:r>
          </w:p>
        </w:tc>
      </w:tr>
      <w:tr w:rsidR="008B4F1B" w14:paraId="0C31C9A5" w14:textId="77777777" w:rsidTr="00F908E9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340057B7" w14:textId="77777777" w:rsidR="008B4F1B" w:rsidRDefault="008B4F1B" w:rsidP="00F908E9">
            <w:pPr>
              <w:pStyle w:val="Heading2"/>
            </w:pPr>
            <w:r>
              <w:t>Science &amp; Technology</w:t>
            </w:r>
          </w:p>
        </w:tc>
      </w:tr>
      <w:tr w:rsidR="008B4F1B" w14:paraId="539B4ACE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6D118153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50C9996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791B235" w14:textId="77777777" w:rsidR="008B4F1B" w:rsidRDefault="008B4F1B" w:rsidP="00F908E9">
            <w:pPr>
              <w:pStyle w:val="Body"/>
            </w:pPr>
            <w:r>
              <w:t>U01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B6E47E8" w14:textId="77777777" w:rsidR="008B4F1B" w:rsidRDefault="008B4F1B" w:rsidP="00F908E9">
            <w:pPr>
              <w:pStyle w:val="Body"/>
            </w:pPr>
            <w:r>
              <w:t>Alliances &amp; Advocacy</w:t>
            </w:r>
          </w:p>
        </w:tc>
      </w:tr>
      <w:tr w:rsidR="008B4F1B" w14:paraId="1709ADAE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0DC8B9" w14:textId="77777777" w:rsidR="008B4F1B" w:rsidRDefault="008B4F1B" w:rsidP="00F908E9">
            <w:pPr>
              <w:pStyle w:val="Body"/>
            </w:pPr>
            <w:r>
              <w:t>U02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DA3AAB" w14:textId="77777777" w:rsidR="008B4F1B" w:rsidRDefault="008B4F1B" w:rsidP="00F908E9">
            <w:pPr>
              <w:pStyle w:val="Body"/>
            </w:pPr>
            <w:r>
              <w:t>Management &amp; Technical Assistance</w:t>
            </w:r>
          </w:p>
        </w:tc>
      </w:tr>
      <w:tr w:rsidR="008B4F1B" w14:paraId="4F51FB0C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FEECCC8" w14:textId="77777777" w:rsidR="008B4F1B" w:rsidRDefault="008B4F1B" w:rsidP="00F908E9">
            <w:pPr>
              <w:pStyle w:val="Body"/>
            </w:pPr>
            <w:r>
              <w:lastRenderedPageBreak/>
              <w:t>U03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7331FA7" w14:textId="77777777" w:rsidR="008B4F1B" w:rsidRDefault="008B4F1B" w:rsidP="00F908E9">
            <w:pPr>
              <w:pStyle w:val="Body"/>
            </w:pPr>
            <w:r>
              <w:t>Professional Societies &amp; Associations</w:t>
            </w:r>
          </w:p>
        </w:tc>
      </w:tr>
      <w:tr w:rsidR="008B4F1B" w14:paraId="75B24FA4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18C9BD" w14:textId="77777777" w:rsidR="008B4F1B" w:rsidRDefault="008B4F1B" w:rsidP="00F908E9">
            <w:pPr>
              <w:pStyle w:val="Body"/>
            </w:pPr>
            <w:r>
              <w:t>U05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D000AFD" w14:textId="77777777" w:rsidR="008B4F1B" w:rsidRDefault="008B4F1B" w:rsidP="00F908E9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1279AC6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4A64E92" w14:textId="77777777" w:rsidR="008B4F1B" w:rsidRDefault="008B4F1B" w:rsidP="00F908E9">
            <w:pPr>
              <w:pStyle w:val="Body"/>
            </w:pPr>
            <w:r>
              <w:t>U11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B212AF5" w14:textId="77777777" w:rsidR="008B4F1B" w:rsidRDefault="008B4F1B" w:rsidP="00F908E9">
            <w:pPr>
              <w:pStyle w:val="Body"/>
            </w:pPr>
            <w:r>
              <w:t>Single Organization Support</w:t>
            </w:r>
          </w:p>
        </w:tc>
      </w:tr>
      <w:tr w:rsidR="008B4F1B" w14:paraId="2B6261C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0D7DC7C" w14:textId="77777777" w:rsidR="008B4F1B" w:rsidRDefault="008B4F1B" w:rsidP="00F908E9">
            <w:pPr>
              <w:pStyle w:val="Body"/>
            </w:pPr>
            <w:r>
              <w:t>U12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325E8E" w14:textId="77777777" w:rsidR="008B4F1B" w:rsidRDefault="008B4F1B" w:rsidP="00F908E9">
            <w:pPr>
              <w:pStyle w:val="Body"/>
            </w:pPr>
            <w:r>
              <w:t>Fundraising &amp; Fund Distribution</w:t>
            </w:r>
          </w:p>
        </w:tc>
      </w:tr>
      <w:tr w:rsidR="008B4F1B" w14:paraId="7AAB102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4EC4BE" w14:textId="77777777" w:rsidR="008B4F1B" w:rsidRDefault="008B4F1B" w:rsidP="00F908E9">
            <w:pPr>
              <w:pStyle w:val="Body"/>
            </w:pPr>
            <w:r>
              <w:t>U19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DEB3F9" w14:textId="77777777" w:rsidR="008B4F1B" w:rsidRDefault="008B4F1B" w:rsidP="00F908E9">
            <w:pPr>
              <w:pStyle w:val="Body"/>
            </w:pPr>
            <w:r>
              <w:t>Support N.E.C.</w:t>
            </w:r>
          </w:p>
        </w:tc>
      </w:tr>
      <w:tr w:rsidR="008B4F1B" w14:paraId="7BA4C48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987B73" w14:textId="77777777" w:rsidR="008B4F1B" w:rsidRDefault="008B4F1B" w:rsidP="00F908E9">
            <w:pPr>
              <w:pStyle w:val="Body"/>
            </w:pPr>
            <w:r>
              <w:t>U20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7C49569" w14:textId="77777777" w:rsidR="008B4F1B" w:rsidRDefault="008B4F1B" w:rsidP="00F908E9">
            <w:pPr>
              <w:pStyle w:val="Body"/>
            </w:pPr>
            <w:r>
              <w:t>General Science</w:t>
            </w:r>
          </w:p>
        </w:tc>
      </w:tr>
      <w:tr w:rsidR="008B4F1B" w14:paraId="6605432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B14FBCF" w14:textId="77777777" w:rsidR="008B4F1B" w:rsidRDefault="008B4F1B" w:rsidP="00F908E9">
            <w:pPr>
              <w:pStyle w:val="Body"/>
            </w:pPr>
            <w:r>
              <w:t>U21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F0D2304" w14:textId="77777777" w:rsidR="008B4F1B" w:rsidRDefault="008B4F1B" w:rsidP="00F908E9">
            <w:pPr>
              <w:pStyle w:val="Body"/>
            </w:pPr>
            <w:r>
              <w:t>Marine Science &amp; Oceanography</w:t>
            </w:r>
          </w:p>
        </w:tc>
      </w:tr>
      <w:tr w:rsidR="008B4F1B" w14:paraId="7261146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EEA60E" w14:textId="77777777" w:rsidR="008B4F1B" w:rsidRDefault="008B4F1B" w:rsidP="00F908E9">
            <w:pPr>
              <w:pStyle w:val="Body"/>
            </w:pPr>
            <w:r>
              <w:t>U30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655455" w14:textId="77777777" w:rsidR="008B4F1B" w:rsidRDefault="008B4F1B" w:rsidP="00F908E9">
            <w:pPr>
              <w:pStyle w:val="Body"/>
            </w:pPr>
            <w:r>
              <w:t>Physical &amp; Earth Sciences</w:t>
            </w:r>
          </w:p>
        </w:tc>
      </w:tr>
      <w:tr w:rsidR="008B4F1B" w14:paraId="7F95EFE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1596162" w14:textId="77777777" w:rsidR="008B4F1B" w:rsidRDefault="008B4F1B" w:rsidP="00F908E9">
            <w:pPr>
              <w:pStyle w:val="Body"/>
            </w:pPr>
            <w:r>
              <w:t>U31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CF9A0AE" w14:textId="77777777" w:rsidR="008B4F1B" w:rsidRDefault="008B4F1B" w:rsidP="00F908E9">
            <w:pPr>
              <w:pStyle w:val="Body"/>
            </w:pPr>
            <w:r>
              <w:t>Astronomy</w:t>
            </w:r>
          </w:p>
        </w:tc>
      </w:tr>
      <w:tr w:rsidR="008B4F1B" w14:paraId="6911A5D9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6214FB4" w14:textId="77777777" w:rsidR="008B4F1B" w:rsidRDefault="008B4F1B" w:rsidP="00F908E9">
            <w:pPr>
              <w:pStyle w:val="Body"/>
            </w:pPr>
            <w:r>
              <w:t>U33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FB7DB0" w14:textId="77777777" w:rsidR="008B4F1B" w:rsidRDefault="008B4F1B" w:rsidP="00F908E9">
            <w:pPr>
              <w:pStyle w:val="Body"/>
            </w:pPr>
            <w:r>
              <w:t>Chemistry &amp; Chemical Engineering</w:t>
            </w:r>
          </w:p>
        </w:tc>
      </w:tr>
      <w:tr w:rsidR="008B4F1B" w14:paraId="2FEEB9C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51458A9" w14:textId="77777777" w:rsidR="008B4F1B" w:rsidRDefault="008B4F1B" w:rsidP="00F908E9">
            <w:pPr>
              <w:pStyle w:val="Body"/>
            </w:pPr>
            <w:r>
              <w:lastRenderedPageBreak/>
              <w:t>U34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89A3BA3" w14:textId="77777777" w:rsidR="008B4F1B" w:rsidRDefault="008B4F1B" w:rsidP="00F908E9">
            <w:pPr>
              <w:pStyle w:val="Body"/>
            </w:pPr>
            <w:r>
              <w:t>Mathematics</w:t>
            </w:r>
          </w:p>
        </w:tc>
      </w:tr>
      <w:tr w:rsidR="008B4F1B" w14:paraId="1E83641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45AC24A" w14:textId="77777777" w:rsidR="008B4F1B" w:rsidRDefault="008B4F1B" w:rsidP="00F908E9">
            <w:pPr>
              <w:pStyle w:val="Body"/>
            </w:pPr>
            <w:r>
              <w:t>U36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8DC8266" w14:textId="77777777" w:rsidR="008B4F1B" w:rsidRDefault="008B4F1B" w:rsidP="00F908E9">
            <w:pPr>
              <w:pStyle w:val="Body"/>
            </w:pPr>
            <w:r>
              <w:t>Geology</w:t>
            </w:r>
          </w:p>
        </w:tc>
      </w:tr>
      <w:tr w:rsidR="008B4F1B" w14:paraId="18AE078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1A38273" w14:textId="77777777" w:rsidR="008B4F1B" w:rsidRDefault="008B4F1B" w:rsidP="00F908E9">
            <w:pPr>
              <w:pStyle w:val="Body"/>
            </w:pPr>
            <w:r>
              <w:t>U40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D0432D" w14:textId="77777777" w:rsidR="008B4F1B" w:rsidRDefault="008B4F1B" w:rsidP="00F908E9">
            <w:pPr>
              <w:pStyle w:val="Body"/>
            </w:pPr>
            <w:r>
              <w:t>Engineering &amp; Technology</w:t>
            </w:r>
          </w:p>
        </w:tc>
      </w:tr>
      <w:tr w:rsidR="008B4F1B" w14:paraId="48E2397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7640C14" w14:textId="77777777" w:rsidR="008B4F1B" w:rsidRDefault="008B4F1B" w:rsidP="00F908E9">
            <w:pPr>
              <w:pStyle w:val="Body"/>
            </w:pPr>
            <w:r>
              <w:t>U41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303808" w14:textId="77777777" w:rsidR="008B4F1B" w:rsidRDefault="008B4F1B" w:rsidP="00F908E9">
            <w:pPr>
              <w:pStyle w:val="Body"/>
            </w:pPr>
            <w:r>
              <w:t>Computer Science</w:t>
            </w:r>
          </w:p>
        </w:tc>
      </w:tr>
      <w:tr w:rsidR="008B4F1B" w14:paraId="2C6E5622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9C24FD0" w14:textId="77777777" w:rsidR="008B4F1B" w:rsidRDefault="008B4F1B" w:rsidP="00F908E9">
            <w:pPr>
              <w:pStyle w:val="Body"/>
            </w:pPr>
            <w:r>
              <w:t>U42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E7C950A" w14:textId="77777777" w:rsidR="008B4F1B" w:rsidRDefault="008B4F1B" w:rsidP="00F908E9">
            <w:pPr>
              <w:pStyle w:val="Body"/>
            </w:pPr>
            <w:r>
              <w:t>Engineering</w:t>
            </w:r>
          </w:p>
        </w:tc>
      </w:tr>
      <w:tr w:rsidR="008B4F1B" w14:paraId="622B359F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FEB245B" w14:textId="77777777" w:rsidR="008B4F1B" w:rsidRDefault="008B4F1B" w:rsidP="00F908E9">
            <w:pPr>
              <w:pStyle w:val="Body"/>
            </w:pPr>
            <w:r>
              <w:t>U50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ADE6DE9" w14:textId="77777777" w:rsidR="008B4F1B" w:rsidRDefault="008B4F1B" w:rsidP="00F908E9">
            <w:pPr>
              <w:pStyle w:val="Body"/>
            </w:pPr>
            <w:r>
              <w:t>Biological &amp; Life Sciences Research</w:t>
            </w:r>
          </w:p>
        </w:tc>
      </w:tr>
      <w:tr w:rsidR="008B4F1B" w14:paraId="24AC432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EB4F485" w14:textId="77777777" w:rsidR="008B4F1B" w:rsidRDefault="008B4F1B" w:rsidP="00F908E9">
            <w:pPr>
              <w:pStyle w:val="Body"/>
            </w:pPr>
            <w:r>
              <w:t>U99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F157166" w14:textId="77777777" w:rsidR="008B4F1B" w:rsidRDefault="008B4F1B" w:rsidP="00F908E9">
            <w:pPr>
              <w:pStyle w:val="Body"/>
            </w:pPr>
            <w:r>
              <w:t>Science &amp; Technology N.E.C.</w:t>
            </w:r>
          </w:p>
        </w:tc>
      </w:tr>
      <w:tr w:rsidR="008B4F1B" w14:paraId="29ED8694" w14:textId="77777777" w:rsidTr="00F908E9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7F98F49F" w14:textId="77777777" w:rsidR="008B4F1B" w:rsidRDefault="008B4F1B" w:rsidP="00F908E9">
            <w:pPr>
              <w:pStyle w:val="Heading2"/>
            </w:pPr>
            <w:r>
              <w:t>Social Science</w:t>
            </w:r>
          </w:p>
        </w:tc>
      </w:tr>
      <w:tr w:rsidR="008B4F1B" w14:paraId="66CA813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18509756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06560E2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1CC76C0" w14:textId="77777777" w:rsidR="008B4F1B" w:rsidRDefault="008B4F1B" w:rsidP="00F908E9">
            <w:pPr>
              <w:pStyle w:val="Body"/>
            </w:pPr>
            <w:r>
              <w:t>V01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BF44DB6" w14:textId="77777777" w:rsidR="008B4F1B" w:rsidRDefault="008B4F1B" w:rsidP="00F908E9">
            <w:pPr>
              <w:pStyle w:val="Body"/>
            </w:pPr>
            <w:r>
              <w:t>Alliances &amp; Advocacy</w:t>
            </w:r>
          </w:p>
        </w:tc>
      </w:tr>
      <w:tr w:rsidR="008B4F1B" w14:paraId="2ACDFF9F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E6A6A4E" w14:textId="77777777" w:rsidR="008B4F1B" w:rsidRDefault="008B4F1B" w:rsidP="00F908E9">
            <w:pPr>
              <w:pStyle w:val="Body"/>
            </w:pPr>
            <w:r>
              <w:lastRenderedPageBreak/>
              <w:t>V02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37CEE47" w14:textId="77777777" w:rsidR="008B4F1B" w:rsidRDefault="008B4F1B" w:rsidP="00F908E9">
            <w:pPr>
              <w:pStyle w:val="Body"/>
            </w:pPr>
            <w:r>
              <w:t>Management &amp; Technical Assistance</w:t>
            </w:r>
          </w:p>
        </w:tc>
      </w:tr>
      <w:tr w:rsidR="008B4F1B" w14:paraId="08C1AE36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BD44AD5" w14:textId="77777777" w:rsidR="008B4F1B" w:rsidRDefault="008B4F1B" w:rsidP="00F908E9">
            <w:pPr>
              <w:pStyle w:val="Body"/>
            </w:pPr>
            <w:r>
              <w:t>V03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A479F93" w14:textId="77777777" w:rsidR="008B4F1B" w:rsidRDefault="008B4F1B" w:rsidP="00F908E9">
            <w:pPr>
              <w:pStyle w:val="Body"/>
            </w:pPr>
            <w:r>
              <w:t>Professional Societies &amp; Associations</w:t>
            </w:r>
          </w:p>
        </w:tc>
      </w:tr>
      <w:tr w:rsidR="008B4F1B" w14:paraId="48058BC7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944FF00" w14:textId="77777777" w:rsidR="008B4F1B" w:rsidRDefault="008B4F1B" w:rsidP="00F908E9">
            <w:pPr>
              <w:pStyle w:val="Body"/>
            </w:pPr>
            <w:r>
              <w:t>V05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F74B03" w14:textId="77777777" w:rsidR="008B4F1B" w:rsidRDefault="008B4F1B" w:rsidP="00F908E9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0A2C46D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D03B65" w14:textId="77777777" w:rsidR="008B4F1B" w:rsidRDefault="008B4F1B" w:rsidP="00F908E9">
            <w:pPr>
              <w:pStyle w:val="Body"/>
            </w:pPr>
            <w:r>
              <w:t>V11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A834CF6" w14:textId="77777777" w:rsidR="008B4F1B" w:rsidRDefault="008B4F1B" w:rsidP="00F908E9">
            <w:pPr>
              <w:pStyle w:val="Body"/>
            </w:pPr>
            <w:r>
              <w:t>Single Organization Support</w:t>
            </w:r>
          </w:p>
        </w:tc>
      </w:tr>
      <w:tr w:rsidR="008B4F1B" w14:paraId="1A8B922E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FA69F43" w14:textId="77777777" w:rsidR="008B4F1B" w:rsidRDefault="008B4F1B" w:rsidP="00F908E9">
            <w:pPr>
              <w:pStyle w:val="Body"/>
            </w:pPr>
            <w:r>
              <w:t>V12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38C288" w14:textId="77777777" w:rsidR="008B4F1B" w:rsidRDefault="008B4F1B" w:rsidP="00F908E9">
            <w:pPr>
              <w:pStyle w:val="Body"/>
            </w:pPr>
            <w:r>
              <w:t>Fund Raising &amp; Fund Distribution</w:t>
            </w:r>
          </w:p>
        </w:tc>
      </w:tr>
      <w:tr w:rsidR="008B4F1B" w14:paraId="4FEB5F03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773C014" w14:textId="77777777" w:rsidR="008B4F1B" w:rsidRDefault="008B4F1B" w:rsidP="00F908E9">
            <w:pPr>
              <w:pStyle w:val="Body"/>
            </w:pPr>
            <w:r>
              <w:t>V19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E9CC982" w14:textId="77777777" w:rsidR="008B4F1B" w:rsidRDefault="008B4F1B" w:rsidP="00F908E9">
            <w:pPr>
              <w:pStyle w:val="Body"/>
            </w:pPr>
            <w:r>
              <w:t>Support N.E.C.</w:t>
            </w:r>
          </w:p>
        </w:tc>
      </w:tr>
      <w:tr w:rsidR="008B4F1B" w14:paraId="25D2F35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3A8C751" w14:textId="77777777" w:rsidR="008B4F1B" w:rsidRDefault="008B4F1B" w:rsidP="00F908E9">
            <w:pPr>
              <w:pStyle w:val="Body"/>
            </w:pPr>
            <w:r>
              <w:t>V20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CF31E01" w14:textId="77777777" w:rsidR="008B4F1B" w:rsidRDefault="008B4F1B" w:rsidP="00F908E9">
            <w:pPr>
              <w:pStyle w:val="Body"/>
            </w:pPr>
            <w:r>
              <w:t>Social Science</w:t>
            </w:r>
          </w:p>
        </w:tc>
      </w:tr>
      <w:tr w:rsidR="008B4F1B" w14:paraId="452B2E1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8CD33EF" w14:textId="77777777" w:rsidR="008B4F1B" w:rsidRDefault="008B4F1B" w:rsidP="00F908E9">
            <w:pPr>
              <w:pStyle w:val="Body"/>
            </w:pPr>
            <w:r>
              <w:t>V21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4E1291" w14:textId="77777777" w:rsidR="008B4F1B" w:rsidRDefault="008B4F1B" w:rsidP="00F908E9">
            <w:pPr>
              <w:pStyle w:val="Body"/>
            </w:pPr>
            <w:r>
              <w:t>Anthropology &amp; Sociology</w:t>
            </w:r>
          </w:p>
        </w:tc>
      </w:tr>
      <w:tr w:rsidR="008B4F1B" w14:paraId="64A91E5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49464BA" w14:textId="77777777" w:rsidR="008B4F1B" w:rsidRDefault="008B4F1B" w:rsidP="00F908E9">
            <w:pPr>
              <w:pStyle w:val="Body"/>
            </w:pPr>
            <w:r>
              <w:t>V22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BE8FFC5" w14:textId="77777777" w:rsidR="008B4F1B" w:rsidRDefault="008B4F1B" w:rsidP="00F908E9">
            <w:pPr>
              <w:pStyle w:val="Body"/>
            </w:pPr>
            <w:r>
              <w:t>Economics</w:t>
            </w:r>
          </w:p>
        </w:tc>
      </w:tr>
      <w:tr w:rsidR="008B4F1B" w14:paraId="0144634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6FE5137" w14:textId="77777777" w:rsidR="008B4F1B" w:rsidRDefault="008B4F1B" w:rsidP="00F908E9">
            <w:pPr>
              <w:pStyle w:val="Body"/>
            </w:pPr>
            <w:r>
              <w:lastRenderedPageBreak/>
              <w:t>V23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7E81C0" w14:textId="77777777" w:rsidR="008B4F1B" w:rsidRDefault="008B4F1B" w:rsidP="00F908E9">
            <w:pPr>
              <w:pStyle w:val="Body"/>
            </w:pPr>
            <w:r>
              <w:t>Behavioral Science</w:t>
            </w:r>
          </w:p>
        </w:tc>
      </w:tr>
      <w:tr w:rsidR="008B4F1B" w14:paraId="478CC97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7A0EA3E" w14:textId="77777777" w:rsidR="008B4F1B" w:rsidRDefault="008B4F1B" w:rsidP="00F908E9">
            <w:pPr>
              <w:pStyle w:val="Body"/>
            </w:pPr>
            <w:r>
              <w:t>V24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3470B64" w14:textId="77777777" w:rsidR="008B4F1B" w:rsidRDefault="008B4F1B" w:rsidP="00F908E9">
            <w:pPr>
              <w:pStyle w:val="Body"/>
            </w:pPr>
            <w:r>
              <w:t>Political Science</w:t>
            </w:r>
          </w:p>
        </w:tc>
      </w:tr>
      <w:tr w:rsidR="008B4F1B" w14:paraId="76671DE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F1A3877" w14:textId="77777777" w:rsidR="008B4F1B" w:rsidRDefault="008B4F1B" w:rsidP="00F908E9">
            <w:pPr>
              <w:pStyle w:val="Body"/>
            </w:pPr>
            <w:r>
              <w:t>V25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BF523B2" w14:textId="77777777" w:rsidR="008B4F1B" w:rsidRDefault="008B4F1B" w:rsidP="00F908E9">
            <w:pPr>
              <w:pStyle w:val="Body"/>
            </w:pPr>
            <w:r>
              <w:t>Population Studies</w:t>
            </w:r>
          </w:p>
        </w:tc>
      </w:tr>
      <w:tr w:rsidR="008B4F1B" w14:paraId="1BC501A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CF2461C" w14:textId="77777777" w:rsidR="008B4F1B" w:rsidRDefault="008B4F1B" w:rsidP="00F908E9">
            <w:pPr>
              <w:pStyle w:val="Body"/>
            </w:pPr>
            <w:r>
              <w:t>V26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578864D" w14:textId="77777777" w:rsidR="008B4F1B" w:rsidRDefault="008B4F1B" w:rsidP="00F908E9">
            <w:pPr>
              <w:pStyle w:val="Body"/>
            </w:pPr>
            <w:r>
              <w:t>Law &amp; Jurisprudence</w:t>
            </w:r>
          </w:p>
        </w:tc>
      </w:tr>
      <w:tr w:rsidR="008B4F1B" w14:paraId="7CFD68F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FDC462B" w14:textId="77777777" w:rsidR="008B4F1B" w:rsidRDefault="008B4F1B" w:rsidP="00F908E9">
            <w:pPr>
              <w:pStyle w:val="Body"/>
            </w:pPr>
            <w:r>
              <w:t>V30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07CC0CD" w14:textId="77777777" w:rsidR="008B4F1B" w:rsidRDefault="008B4F1B" w:rsidP="00F908E9">
            <w:pPr>
              <w:pStyle w:val="Body"/>
            </w:pPr>
            <w:r>
              <w:t>Interdisciplinary Research</w:t>
            </w:r>
          </w:p>
        </w:tc>
      </w:tr>
      <w:tr w:rsidR="008B4F1B" w14:paraId="19AE3E2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0AFB1C1" w14:textId="77777777" w:rsidR="008B4F1B" w:rsidRDefault="008B4F1B" w:rsidP="00F908E9">
            <w:pPr>
              <w:pStyle w:val="Body"/>
            </w:pPr>
            <w:r>
              <w:t>V31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F43089E" w14:textId="77777777" w:rsidR="008B4F1B" w:rsidRDefault="008B4F1B" w:rsidP="00F908E9">
            <w:pPr>
              <w:pStyle w:val="Body"/>
            </w:pPr>
            <w:r>
              <w:t>Black Studies</w:t>
            </w:r>
          </w:p>
        </w:tc>
      </w:tr>
      <w:tr w:rsidR="008B4F1B" w14:paraId="3882DAF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C937D8A" w14:textId="77777777" w:rsidR="008B4F1B" w:rsidRDefault="008B4F1B" w:rsidP="00F908E9">
            <w:pPr>
              <w:pStyle w:val="Body"/>
            </w:pPr>
            <w:r>
              <w:t>V32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143FE62" w14:textId="77777777" w:rsidR="008B4F1B" w:rsidRDefault="008B4F1B" w:rsidP="00F908E9">
            <w:pPr>
              <w:pStyle w:val="Body"/>
            </w:pPr>
            <w:r>
              <w:t>Women’s Study</w:t>
            </w:r>
          </w:p>
        </w:tc>
      </w:tr>
      <w:tr w:rsidR="008B4F1B" w14:paraId="64D6D00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179FCF" w14:textId="77777777" w:rsidR="008B4F1B" w:rsidRDefault="008B4F1B" w:rsidP="00F908E9">
            <w:pPr>
              <w:pStyle w:val="Body"/>
            </w:pPr>
            <w:r>
              <w:t>V33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85A8CC3" w14:textId="77777777" w:rsidR="008B4F1B" w:rsidRDefault="008B4F1B" w:rsidP="00F908E9">
            <w:pPr>
              <w:pStyle w:val="Body"/>
            </w:pPr>
            <w:r>
              <w:t>Ethnic Studies</w:t>
            </w:r>
          </w:p>
        </w:tc>
      </w:tr>
      <w:tr w:rsidR="008B4F1B" w14:paraId="5555B21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FF7AFC8" w14:textId="77777777" w:rsidR="008B4F1B" w:rsidRDefault="008B4F1B" w:rsidP="00F908E9">
            <w:pPr>
              <w:pStyle w:val="Body"/>
            </w:pPr>
            <w:r>
              <w:t>V34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C1F3C35" w14:textId="77777777" w:rsidR="008B4F1B" w:rsidRDefault="008B4F1B" w:rsidP="00F908E9">
            <w:pPr>
              <w:pStyle w:val="Body"/>
            </w:pPr>
            <w:r>
              <w:t>Urban Studies</w:t>
            </w:r>
          </w:p>
        </w:tc>
      </w:tr>
      <w:tr w:rsidR="008B4F1B" w14:paraId="194321F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9D16E8" w14:textId="77777777" w:rsidR="008B4F1B" w:rsidRDefault="008B4F1B" w:rsidP="00F908E9">
            <w:pPr>
              <w:pStyle w:val="Body"/>
            </w:pPr>
            <w:r>
              <w:t>V35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C84AF3A" w14:textId="77777777" w:rsidR="008B4F1B" w:rsidRDefault="008B4F1B" w:rsidP="00F908E9">
            <w:pPr>
              <w:pStyle w:val="Body"/>
            </w:pPr>
            <w:r>
              <w:t>International Studies</w:t>
            </w:r>
          </w:p>
        </w:tc>
      </w:tr>
      <w:tr w:rsidR="008B4F1B" w14:paraId="08FEC41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7A7E55" w14:textId="77777777" w:rsidR="008B4F1B" w:rsidRDefault="008B4F1B" w:rsidP="00F908E9">
            <w:pPr>
              <w:pStyle w:val="Body"/>
            </w:pPr>
            <w:r>
              <w:t>V36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94D63E9" w14:textId="77777777" w:rsidR="008B4F1B" w:rsidRDefault="008B4F1B" w:rsidP="00F908E9">
            <w:pPr>
              <w:pStyle w:val="Body"/>
            </w:pPr>
            <w:r>
              <w:t>Gerontology</w:t>
            </w:r>
          </w:p>
        </w:tc>
      </w:tr>
    </w:tbl>
    <w:p w14:paraId="6B00248F" w14:textId="77777777" w:rsidR="008B4F1B" w:rsidRDefault="008B4F1B" w:rsidP="008B4F1B">
      <w:pPr>
        <w:pStyle w:val="Default"/>
      </w:pP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ook w:val="0000" w:firstRow="0" w:lastRow="0" w:firstColumn="0" w:lastColumn="0" w:noHBand="0" w:noVBand="0"/>
      </w:tblPr>
      <w:tblGrid>
        <w:gridCol w:w="1830"/>
        <w:gridCol w:w="7410"/>
      </w:tblGrid>
      <w:tr w:rsidR="008B4F1B" w14:paraId="0FAFAD6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CE3A08E" w14:textId="77777777" w:rsidR="008B4F1B" w:rsidRDefault="008B4F1B" w:rsidP="00F908E9">
            <w:pPr>
              <w:pStyle w:val="Body"/>
            </w:pPr>
            <w:r>
              <w:t>V37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93299A" w14:textId="77777777" w:rsidR="008B4F1B" w:rsidRDefault="008B4F1B" w:rsidP="00F908E9">
            <w:pPr>
              <w:pStyle w:val="Body"/>
            </w:pPr>
            <w:r>
              <w:t>Labor Studies</w:t>
            </w:r>
          </w:p>
        </w:tc>
      </w:tr>
      <w:tr w:rsidR="008B4F1B" w14:paraId="3B340C5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9BDB39" w14:textId="77777777" w:rsidR="008B4F1B" w:rsidRDefault="008B4F1B" w:rsidP="00F908E9">
            <w:pPr>
              <w:pStyle w:val="Body"/>
            </w:pPr>
            <w:r>
              <w:t>V99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3360A40" w14:textId="77777777" w:rsidR="008B4F1B" w:rsidRDefault="008B4F1B" w:rsidP="00F908E9">
            <w:pPr>
              <w:pStyle w:val="Body"/>
            </w:pPr>
            <w:r>
              <w:t>Social Science N.E.C.</w:t>
            </w:r>
          </w:p>
        </w:tc>
      </w:tr>
      <w:tr w:rsidR="008B4F1B" w14:paraId="30374AC6" w14:textId="77777777" w:rsidTr="00F908E9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56CA76AA" w14:textId="77777777" w:rsidR="008B4F1B" w:rsidRDefault="008B4F1B" w:rsidP="00F908E9">
            <w:pPr>
              <w:pStyle w:val="Heading2"/>
            </w:pPr>
            <w:r>
              <w:t>Public &amp; Societal Benefit</w:t>
            </w:r>
          </w:p>
        </w:tc>
      </w:tr>
      <w:tr w:rsidR="008B4F1B" w14:paraId="2B5A6E4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543C60CD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1E170C3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44FFB8" w14:textId="77777777" w:rsidR="008B4F1B" w:rsidRDefault="008B4F1B" w:rsidP="00F908E9">
            <w:pPr>
              <w:pStyle w:val="Body"/>
            </w:pPr>
            <w:r>
              <w:t>W01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D130797" w14:textId="77777777" w:rsidR="008B4F1B" w:rsidRDefault="008B4F1B" w:rsidP="00F908E9">
            <w:pPr>
              <w:pStyle w:val="Body"/>
            </w:pPr>
            <w:r>
              <w:t>Alliances &amp; Advocacy</w:t>
            </w:r>
          </w:p>
        </w:tc>
      </w:tr>
      <w:tr w:rsidR="008B4F1B" w14:paraId="11B8A9B8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53C6415" w14:textId="77777777" w:rsidR="008B4F1B" w:rsidRDefault="008B4F1B" w:rsidP="00F908E9">
            <w:pPr>
              <w:pStyle w:val="Body"/>
            </w:pPr>
            <w:r>
              <w:t>W02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D86C1F" w14:textId="77777777" w:rsidR="008B4F1B" w:rsidRDefault="008B4F1B" w:rsidP="00F908E9">
            <w:pPr>
              <w:pStyle w:val="Body"/>
            </w:pPr>
            <w:r>
              <w:t>Management &amp; Technical Assistance</w:t>
            </w:r>
          </w:p>
        </w:tc>
      </w:tr>
      <w:tr w:rsidR="008B4F1B" w14:paraId="723A8423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453C41E" w14:textId="77777777" w:rsidR="008B4F1B" w:rsidRDefault="008B4F1B" w:rsidP="00F908E9">
            <w:pPr>
              <w:pStyle w:val="Body"/>
            </w:pPr>
            <w:r>
              <w:t>W03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C97AFA7" w14:textId="77777777" w:rsidR="008B4F1B" w:rsidRDefault="008B4F1B" w:rsidP="00F908E9">
            <w:pPr>
              <w:pStyle w:val="Body"/>
            </w:pPr>
            <w:r>
              <w:t>Professional Societies &amp; Associations</w:t>
            </w:r>
          </w:p>
        </w:tc>
      </w:tr>
      <w:tr w:rsidR="008B4F1B" w14:paraId="63E29A27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9EC3730" w14:textId="77777777" w:rsidR="008B4F1B" w:rsidRDefault="008B4F1B" w:rsidP="00F908E9">
            <w:pPr>
              <w:pStyle w:val="Body"/>
            </w:pPr>
            <w:r>
              <w:t>W05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0E0BAD" w14:textId="77777777" w:rsidR="008B4F1B" w:rsidRDefault="008B4F1B" w:rsidP="00F908E9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27EA923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740ADC0" w14:textId="77777777" w:rsidR="008B4F1B" w:rsidRDefault="008B4F1B" w:rsidP="00F908E9">
            <w:pPr>
              <w:pStyle w:val="Body"/>
            </w:pPr>
            <w:r>
              <w:t>W11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7566196" w14:textId="77777777" w:rsidR="008B4F1B" w:rsidRDefault="008B4F1B" w:rsidP="00F908E9">
            <w:pPr>
              <w:pStyle w:val="Body"/>
            </w:pPr>
            <w:r>
              <w:t>Single Organization Support</w:t>
            </w:r>
          </w:p>
        </w:tc>
      </w:tr>
      <w:tr w:rsidR="008B4F1B" w14:paraId="4BEF3CC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CF8B9FF" w14:textId="77777777" w:rsidR="008B4F1B" w:rsidRDefault="008B4F1B" w:rsidP="00F908E9">
            <w:pPr>
              <w:pStyle w:val="Body"/>
            </w:pPr>
            <w:r>
              <w:lastRenderedPageBreak/>
              <w:t>W12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04604D" w14:textId="77777777" w:rsidR="008B4F1B" w:rsidRDefault="008B4F1B" w:rsidP="00F908E9">
            <w:pPr>
              <w:pStyle w:val="Body"/>
            </w:pPr>
            <w:r>
              <w:t>Fundraising &amp; Fund Distribution</w:t>
            </w:r>
          </w:p>
        </w:tc>
      </w:tr>
      <w:tr w:rsidR="008B4F1B" w14:paraId="2D3E9B9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3FB2064" w14:textId="77777777" w:rsidR="008B4F1B" w:rsidRDefault="008B4F1B" w:rsidP="00F908E9">
            <w:pPr>
              <w:pStyle w:val="Body"/>
            </w:pPr>
            <w:r>
              <w:t>W19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167977" w14:textId="77777777" w:rsidR="008B4F1B" w:rsidRDefault="008B4F1B" w:rsidP="00F908E9">
            <w:pPr>
              <w:pStyle w:val="Body"/>
            </w:pPr>
            <w:r>
              <w:t>Support N.E.C.</w:t>
            </w:r>
          </w:p>
        </w:tc>
      </w:tr>
      <w:tr w:rsidR="008B4F1B" w14:paraId="46BB190A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5E446D3" w14:textId="77777777" w:rsidR="008B4F1B" w:rsidRDefault="008B4F1B" w:rsidP="00F908E9">
            <w:pPr>
              <w:pStyle w:val="Body"/>
            </w:pPr>
            <w:r>
              <w:t>W20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17DEB5D" w14:textId="77777777" w:rsidR="008B4F1B" w:rsidRDefault="008B4F1B" w:rsidP="00F908E9">
            <w:pPr>
              <w:pStyle w:val="Body"/>
            </w:pPr>
            <w:r>
              <w:t>Government &amp; Public Administration</w:t>
            </w:r>
          </w:p>
        </w:tc>
      </w:tr>
      <w:tr w:rsidR="008B4F1B" w14:paraId="3D70DC8D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2BC6EB3" w14:textId="77777777" w:rsidR="008B4F1B" w:rsidRDefault="008B4F1B" w:rsidP="00F908E9">
            <w:pPr>
              <w:pStyle w:val="Body"/>
            </w:pPr>
            <w:r>
              <w:t>W22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EF893D" w14:textId="77777777" w:rsidR="008B4F1B" w:rsidRDefault="008B4F1B" w:rsidP="00F908E9">
            <w:pPr>
              <w:pStyle w:val="Body"/>
            </w:pPr>
            <w:r>
              <w:t>Public Finance, Taxation &amp; Monetary Policy</w:t>
            </w:r>
          </w:p>
        </w:tc>
      </w:tr>
      <w:tr w:rsidR="008B4F1B" w14:paraId="3F5FDFBE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DC9DC93" w14:textId="77777777" w:rsidR="008B4F1B" w:rsidRDefault="008B4F1B" w:rsidP="00F908E9">
            <w:pPr>
              <w:pStyle w:val="Body"/>
            </w:pPr>
            <w:r>
              <w:t>W24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41FB497" w14:textId="77777777" w:rsidR="008B4F1B" w:rsidRDefault="008B4F1B" w:rsidP="00F908E9">
            <w:pPr>
              <w:pStyle w:val="Body"/>
            </w:pPr>
            <w:r>
              <w:t>Citizen Participation</w:t>
            </w:r>
          </w:p>
        </w:tc>
      </w:tr>
      <w:tr w:rsidR="008B4F1B" w14:paraId="0BEA07EB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C176286" w14:textId="77777777" w:rsidR="008B4F1B" w:rsidRDefault="008B4F1B" w:rsidP="00F908E9">
            <w:pPr>
              <w:pStyle w:val="Body"/>
            </w:pPr>
            <w:r>
              <w:t>W30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82B9B1B" w14:textId="77777777" w:rsidR="008B4F1B" w:rsidRDefault="008B4F1B" w:rsidP="00F908E9">
            <w:pPr>
              <w:pStyle w:val="Body"/>
            </w:pPr>
            <w:r>
              <w:t>Military &amp; Veterans’ Organizations</w:t>
            </w:r>
          </w:p>
        </w:tc>
      </w:tr>
      <w:tr w:rsidR="008B4F1B" w14:paraId="06BCE9C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3E8330" w14:textId="77777777" w:rsidR="008B4F1B" w:rsidRDefault="008B4F1B" w:rsidP="00F908E9">
            <w:pPr>
              <w:pStyle w:val="Body"/>
            </w:pPr>
            <w:r>
              <w:t>W40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53B807B" w14:textId="77777777" w:rsidR="008B4F1B" w:rsidRDefault="008B4F1B" w:rsidP="00F908E9">
            <w:pPr>
              <w:pStyle w:val="Body"/>
            </w:pPr>
            <w:r>
              <w:t>Public Transportation Systems</w:t>
            </w:r>
          </w:p>
        </w:tc>
      </w:tr>
      <w:tr w:rsidR="008B4F1B" w14:paraId="29995A23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61D502" w14:textId="77777777" w:rsidR="008B4F1B" w:rsidRDefault="008B4F1B" w:rsidP="00F908E9">
            <w:pPr>
              <w:pStyle w:val="Body"/>
            </w:pPr>
            <w:r>
              <w:t>W50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C357368" w14:textId="77777777" w:rsidR="008B4F1B" w:rsidRDefault="008B4F1B" w:rsidP="00F908E9">
            <w:pPr>
              <w:pStyle w:val="Body"/>
            </w:pPr>
            <w:r>
              <w:t>Telecommunications</w:t>
            </w:r>
          </w:p>
        </w:tc>
      </w:tr>
      <w:tr w:rsidR="008B4F1B" w14:paraId="5B776EB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B23C634" w14:textId="77777777" w:rsidR="008B4F1B" w:rsidRDefault="008B4F1B" w:rsidP="00F908E9">
            <w:pPr>
              <w:pStyle w:val="Body"/>
            </w:pPr>
            <w:r>
              <w:t>W60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77C2C3" w14:textId="77777777" w:rsidR="008B4F1B" w:rsidRDefault="008B4F1B" w:rsidP="00F908E9">
            <w:pPr>
              <w:pStyle w:val="Body"/>
            </w:pPr>
            <w:r>
              <w:t>Financial Institutions</w:t>
            </w:r>
          </w:p>
        </w:tc>
      </w:tr>
      <w:tr w:rsidR="008B4F1B" w14:paraId="799799E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DEF49E" w14:textId="77777777" w:rsidR="008B4F1B" w:rsidRDefault="008B4F1B" w:rsidP="00F908E9">
            <w:pPr>
              <w:pStyle w:val="Body"/>
            </w:pPr>
            <w:r>
              <w:t>W61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75B0339" w14:textId="77777777" w:rsidR="008B4F1B" w:rsidRDefault="008B4F1B" w:rsidP="00F908E9">
            <w:pPr>
              <w:pStyle w:val="Body"/>
            </w:pPr>
            <w:r>
              <w:t>Credit Unions</w:t>
            </w:r>
          </w:p>
        </w:tc>
      </w:tr>
      <w:tr w:rsidR="008B4F1B" w14:paraId="2AC9C75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7F7A727" w14:textId="77777777" w:rsidR="008B4F1B" w:rsidRDefault="008B4F1B" w:rsidP="00F908E9">
            <w:pPr>
              <w:pStyle w:val="Body"/>
            </w:pPr>
            <w:r>
              <w:lastRenderedPageBreak/>
              <w:t>W70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2D46F98" w14:textId="77777777" w:rsidR="008B4F1B" w:rsidRDefault="008B4F1B" w:rsidP="00F908E9">
            <w:pPr>
              <w:pStyle w:val="Body"/>
            </w:pPr>
            <w:r>
              <w:t>Leadership Development</w:t>
            </w:r>
          </w:p>
        </w:tc>
      </w:tr>
      <w:tr w:rsidR="008B4F1B" w14:paraId="21A3272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9F0A255" w14:textId="77777777" w:rsidR="008B4F1B" w:rsidRDefault="008B4F1B" w:rsidP="00F908E9">
            <w:pPr>
              <w:pStyle w:val="Body"/>
            </w:pPr>
            <w:r>
              <w:t>W80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F9065EE" w14:textId="77777777" w:rsidR="008B4F1B" w:rsidRDefault="008B4F1B" w:rsidP="00F908E9">
            <w:pPr>
              <w:pStyle w:val="Body"/>
            </w:pPr>
            <w:r>
              <w:t>Public Utilities</w:t>
            </w:r>
          </w:p>
        </w:tc>
      </w:tr>
      <w:tr w:rsidR="008B4F1B" w14:paraId="1B2137C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B215517" w14:textId="77777777" w:rsidR="008B4F1B" w:rsidRDefault="008B4F1B" w:rsidP="00F908E9">
            <w:pPr>
              <w:pStyle w:val="Body"/>
            </w:pPr>
            <w:r>
              <w:t>W90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8CA1200" w14:textId="77777777" w:rsidR="008B4F1B" w:rsidRDefault="008B4F1B" w:rsidP="00F908E9">
            <w:pPr>
              <w:pStyle w:val="Body"/>
            </w:pPr>
            <w:r>
              <w:t>Consumer Protection</w:t>
            </w:r>
          </w:p>
        </w:tc>
      </w:tr>
      <w:tr w:rsidR="008B4F1B" w14:paraId="3EC0EF93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65CCD2" w14:textId="77777777" w:rsidR="008B4F1B" w:rsidRDefault="008B4F1B" w:rsidP="00F908E9">
            <w:pPr>
              <w:pStyle w:val="Body"/>
            </w:pPr>
            <w:r>
              <w:t>W99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06F73F9" w14:textId="77777777" w:rsidR="008B4F1B" w:rsidRDefault="008B4F1B" w:rsidP="00F908E9">
            <w:pPr>
              <w:pStyle w:val="Body"/>
            </w:pPr>
            <w:r>
              <w:t>Public &amp; Societal Benefit N.E.C.</w:t>
            </w:r>
          </w:p>
        </w:tc>
      </w:tr>
      <w:tr w:rsidR="008B4F1B" w14:paraId="28D79A10" w14:textId="77777777" w:rsidTr="00F908E9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0AB3A542" w14:textId="77777777" w:rsidR="008B4F1B" w:rsidRDefault="008B4F1B" w:rsidP="00F908E9">
            <w:pPr>
              <w:pStyle w:val="Heading2"/>
            </w:pPr>
            <w:r>
              <w:t>Religion-Related</w:t>
            </w:r>
          </w:p>
        </w:tc>
      </w:tr>
      <w:tr w:rsidR="008B4F1B" w14:paraId="53FB8842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723E1D6B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1DD1E39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3A72583" w14:textId="77777777" w:rsidR="008B4F1B" w:rsidRDefault="008B4F1B" w:rsidP="00F908E9">
            <w:pPr>
              <w:pStyle w:val="Body"/>
            </w:pPr>
            <w:r>
              <w:t>X01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E57151D" w14:textId="77777777" w:rsidR="008B4F1B" w:rsidRDefault="008B4F1B" w:rsidP="00F908E9">
            <w:pPr>
              <w:pStyle w:val="Body"/>
            </w:pPr>
            <w:r>
              <w:t>Alliances &amp; Advocacy</w:t>
            </w:r>
          </w:p>
        </w:tc>
      </w:tr>
      <w:tr w:rsidR="008B4F1B" w14:paraId="4733722A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813BFB1" w14:textId="77777777" w:rsidR="008B4F1B" w:rsidRDefault="008B4F1B" w:rsidP="00F908E9">
            <w:pPr>
              <w:pStyle w:val="Body"/>
            </w:pPr>
            <w:r>
              <w:t>X02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AD9B81" w14:textId="77777777" w:rsidR="008B4F1B" w:rsidRDefault="008B4F1B" w:rsidP="00F908E9">
            <w:pPr>
              <w:pStyle w:val="Body"/>
            </w:pPr>
            <w:r>
              <w:t>Management &amp; Technical Assistance</w:t>
            </w:r>
          </w:p>
        </w:tc>
      </w:tr>
      <w:tr w:rsidR="008B4F1B" w14:paraId="03D710E5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AF87FB" w14:textId="77777777" w:rsidR="008B4F1B" w:rsidRDefault="008B4F1B" w:rsidP="00F908E9">
            <w:pPr>
              <w:pStyle w:val="Body"/>
            </w:pPr>
            <w:r>
              <w:t>X03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800700A" w14:textId="77777777" w:rsidR="008B4F1B" w:rsidRDefault="008B4F1B" w:rsidP="00F908E9">
            <w:pPr>
              <w:pStyle w:val="Body"/>
            </w:pPr>
            <w:r>
              <w:t>Professional Societies &amp; Associations</w:t>
            </w:r>
          </w:p>
        </w:tc>
      </w:tr>
      <w:tr w:rsidR="008B4F1B" w14:paraId="2A04F70A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CAFCBD3" w14:textId="77777777" w:rsidR="008B4F1B" w:rsidRDefault="008B4F1B" w:rsidP="00F908E9">
            <w:pPr>
              <w:pStyle w:val="Body"/>
            </w:pPr>
            <w:r>
              <w:lastRenderedPageBreak/>
              <w:t>X05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F2B450E" w14:textId="77777777" w:rsidR="008B4F1B" w:rsidRDefault="008B4F1B" w:rsidP="00F908E9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3468945B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860304" w14:textId="77777777" w:rsidR="008B4F1B" w:rsidRDefault="008B4F1B" w:rsidP="00F908E9">
            <w:pPr>
              <w:pStyle w:val="Body"/>
            </w:pPr>
            <w:r>
              <w:t>X11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F2E75C2" w14:textId="77777777" w:rsidR="008B4F1B" w:rsidRDefault="008B4F1B" w:rsidP="00F908E9">
            <w:pPr>
              <w:pStyle w:val="Body"/>
            </w:pPr>
            <w:r>
              <w:t>Single Organization Support</w:t>
            </w:r>
          </w:p>
        </w:tc>
      </w:tr>
      <w:tr w:rsidR="008B4F1B" w14:paraId="0DB0DFD4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B102AB8" w14:textId="77777777" w:rsidR="008B4F1B" w:rsidRDefault="008B4F1B" w:rsidP="00F908E9">
            <w:pPr>
              <w:pStyle w:val="Body"/>
            </w:pPr>
            <w:r>
              <w:t>X12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43AF82" w14:textId="77777777" w:rsidR="008B4F1B" w:rsidRDefault="008B4F1B" w:rsidP="00F908E9">
            <w:pPr>
              <w:pStyle w:val="Body"/>
            </w:pPr>
            <w:r>
              <w:t>Fundraising &amp; Fund Distribution</w:t>
            </w:r>
          </w:p>
        </w:tc>
      </w:tr>
      <w:tr w:rsidR="008B4F1B" w14:paraId="772795A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5877413" w14:textId="77777777" w:rsidR="008B4F1B" w:rsidRDefault="008B4F1B" w:rsidP="00F908E9">
            <w:pPr>
              <w:pStyle w:val="Body"/>
            </w:pPr>
            <w:r>
              <w:t>X19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7CCF40" w14:textId="77777777" w:rsidR="008B4F1B" w:rsidRDefault="008B4F1B" w:rsidP="00F908E9">
            <w:pPr>
              <w:pStyle w:val="Body"/>
            </w:pPr>
            <w:r>
              <w:t>Support N.E.C.</w:t>
            </w:r>
          </w:p>
        </w:tc>
      </w:tr>
      <w:tr w:rsidR="008B4F1B" w14:paraId="7894D0C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4A410FD" w14:textId="77777777" w:rsidR="008B4F1B" w:rsidRDefault="008B4F1B" w:rsidP="00F908E9">
            <w:pPr>
              <w:pStyle w:val="Body"/>
            </w:pPr>
            <w:r>
              <w:t>X20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52C891B" w14:textId="77777777" w:rsidR="008B4F1B" w:rsidRDefault="008B4F1B" w:rsidP="00F908E9">
            <w:pPr>
              <w:pStyle w:val="Body"/>
            </w:pPr>
            <w:r>
              <w:t>Christianity</w:t>
            </w:r>
          </w:p>
        </w:tc>
      </w:tr>
      <w:tr w:rsidR="008B4F1B" w14:paraId="53F697E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01A9227" w14:textId="77777777" w:rsidR="008B4F1B" w:rsidRDefault="008B4F1B" w:rsidP="00F908E9">
            <w:pPr>
              <w:pStyle w:val="Body"/>
            </w:pPr>
            <w:r>
              <w:t>X21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665A1A3" w14:textId="77777777" w:rsidR="008B4F1B" w:rsidRDefault="008B4F1B" w:rsidP="00F908E9">
            <w:pPr>
              <w:pStyle w:val="Body"/>
            </w:pPr>
            <w:r>
              <w:t>Protestant</w:t>
            </w:r>
          </w:p>
        </w:tc>
      </w:tr>
      <w:tr w:rsidR="008B4F1B" w14:paraId="055E00F3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62F194D" w14:textId="77777777" w:rsidR="008B4F1B" w:rsidRDefault="008B4F1B" w:rsidP="00F908E9">
            <w:pPr>
              <w:pStyle w:val="Body"/>
            </w:pPr>
            <w:r>
              <w:t>X22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7EA5F7C" w14:textId="77777777" w:rsidR="008B4F1B" w:rsidRDefault="008B4F1B" w:rsidP="00F908E9">
            <w:pPr>
              <w:pStyle w:val="Body"/>
            </w:pPr>
            <w:r>
              <w:t>Roman Catholic</w:t>
            </w:r>
          </w:p>
        </w:tc>
      </w:tr>
      <w:tr w:rsidR="008B4F1B" w14:paraId="6F0045CA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2572925" w14:textId="77777777" w:rsidR="008B4F1B" w:rsidRDefault="008B4F1B" w:rsidP="00F908E9">
            <w:pPr>
              <w:pStyle w:val="Body"/>
            </w:pPr>
            <w:r>
              <w:t>X30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4D23320" w14:textId="77777777" w:rsidR="008B4F1B" w:rsidRDefault="008B4F1B" w:rsidP="00F908E9">
            <w:pPr>
              <w:pStyle w:val="Body"/>
            </w:pPr>
            <w:r>
              <w:t>Judaism</w:t>
            </w:r>
          </w:p>
        </w:tc>
      </w:tr>
      <w:tr w:rsidR="008B4F1B" w14:paraId="7735D2D6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824E31" w14:textId="77777777" w:rsidR="008B4F1B" w:rsidRDefault="008B4F1B" w:rsidP="00F908E9">
            <w:pPr>
              <w:pStyle w:val="Body"/>
            </w:pPr>
            <w:r>
              <w:t>X40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9FE98B9" w14:textId="77777777" w:rsidR="008B4F1B" w:rsidRDefault="008B4F1B" w:rsidP="00F908E9">
            <w:pPr>
              <w:pStyle w:val="Body"/>
            </w:pPr>
            <w:r>
              <w:t>Islam</w:t>
            </w:r>
          </w:p>
        </w:tc>
      </w:tr>
      <w:tr w:rsidR="008B4F1B" w14:paraId="72C5E7A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6E64F94" w14:textId="77777777" w:rsidR="008B4F1B" w:rsidRDefault="008B4F1B" w:rsidP="00F908E9">
            <w:pPr>
              <w:pStyle w:val="Body"/>
            </w:pPr>
            <w:r>
              <w:t>X50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C87DA13" w14:textId="77777777" w:rsidR="008B4F1B" w:rsidRDefault="008B4F1B" w:rsidP="00F908E9">
            <w:pPr>
              <w:pStyle w:val="Body"/>
            </w:pPr>
            <w:r>
              <w:t>Buddhism</w:t>
            </w:r>
          </w:p>
        </w:tc>
      </w:tr>
    </w:tbl>
    <w:p w14:paraId="33242B05" w14:textId="77777777" w:rsidR="008B4F1B" w:rsidRDefault="008B4F1B" w:rsidP="008B4F1B">
      <w:pPr>
        <w:pStyle w:val="Default"/>
      </w:pPr>
    </w:p>
    <w:p w14:paraId="0D933A75" w14:textId="77777777" w:rsidR="008B4F1B" w:rsidRDefault="008B4F1B" w:rsidP="008B4F1B">
      <w:pPr>
        <w:pStyle w:val="Default"/>
      </w:pP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ook w:val="0000" w:firstRow="0" w:lastRow="0" w:firstColumn="0" w:lastColumn="0" w:noHBand="0" w:noVBand="0"/>
      </w:tblPr>
      <w:tblGrid>
        <w:gridCol w:w="1830"/>
        <w:gridCol w:w="7410"/>
      </w:tblGrid>
      <w:tr w:rsidR="008B4F1B" w14:paraId="7FF01BBF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365399" w14:textId="77777777" w:rsidR="008B4F1B" w:rsidRDefault="008B4F1B" w:rsidP="00F908E9">
            <w:pPr>
              <w:pStyle w:val="Body"/>
            </w:pPr>
            <w:r>
              <w:t>X70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31FE29" w14:textId="77777777" w:rsidR="008B4F1B" w:rsidRDefault="008B4F1B" w:rsidP="00F908E9">
            <w:pPr>
              <w:pStyle w:val="Body"/>
            </w:pPr>
            <w:r>
              <w:t>Hinduism</w:t>
            </w:r>
          </w:p>
        </w:tc>
      </w:tr>
      <w:tr w:rsidR="008B4F1B" w14:paraId="7678F43A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96558B6" w14:textId="77777777" w:rsidR="008B4F1B" w:rsidRDefault="008B4F1B" w:rsidP="00F908E9">
            <w:pPr>
              <w:pStyle w:val="Body"/>
            </w:pPr>
            <w:r>
              <w:t>X80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0090E5F" w14:textId="77777777" w:rsidR="008B4F1B" w:rsidRDefault="008B4F1B" w:rsidP="00F908E9">
            <w:pPr>
              <w:pStyle w:val="Body"/>
            </w:pPr>
            <w:r>
              <w:t>Religious Media &amp; Communications</w:t>
            </w:r>
          </w:p>
        </w:tc>
      </w:tr>
      <w:tr w:rsidR="008B4F1B" w14:paraId="7326C9D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93E4B3C" w14:textId="77777777" w:rsidR="008B4F1B" w:rsidRDefault="008B4F1B" w:rsidP="00F908E9">
            <w:pPr>
              <w:pStyle w:val="Body"/>
            </w:pPr>
            <w:r>
              <w:t>X81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5D90F26" w14:textId="77777777" w:rsidR="008B4F1B" w:rsidRDefault="008B4F1B" w:rsidP="00F908E9">
            <w:pPr>
              <w:pStyle w:val="Body"/>
            </w:pPr>
            <w:r>
              <w:t>Religious Film &amp; Video</w:t>
            </w:r>
          </w:p>
        </w:tc>
      </w:tr>
      <w:tr w:rsidR="008B4F1B" w14:paraId="15BA1DBF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2194CCA" w14:textId="77777777" w:rsidR="008B4F1B" w:rsidRDefault="008B4F1B" w:rsidP="00F908E9">
            <w:pPr>
              <w:pStyle w:val="Body"/>
            </w:pPr>
            <w:r>
              <w:t>X82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FA3B096" w14:textId="77777777" w:rsidR="008B4F1B" w:rsidRDefault="008B4F1B" w:rsidP="00F908E9">
            <w:pPr>
              <w:pStyle w:val="Body"/>
            </w:pPr>
            <w:r>
              <w:t>Religious Television</w:t>
            </w:r>
          </w:p>
        </w:tc>
      </w:tr>
      <w:tr w:rsidR="008B4F1B" w14:paraId="73BCA0D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013E528" w14:textId="77777777" w:rsidR="008B4F1B" w:rsidRDefault="008B4F1B" w:rsidP="00F908E9">
            <w:pPr>
              <w:pStyle w:val="Body"/>
            </w:pPr>
            <w:r>
              <w:t>X83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64AEEEC" w14:textId="77777777" w:rsidR="008B4F1B" w:rsidRDefault="008B4F1B" w:rsidP="00F908E9">
            <w:pPr>
              <w:pStyle w:val="Body"/>
            </w:pPr>
            <w:r>
              <w:t>Religious Printing &amp; Publishing</w:t>
            </w:r>
          </w:p>
        </w:tc>
      </w:tr>
      <w:tr w:rsidR="008B4F1B" w14:paraId="43F3350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6730810" w14:textId="77777777" w:rsidR="008B4F1B" w:rsidRDefault="008B4F1B" w:rsidP="00F908E9">
            <w:pPr>
              <w:pStyle w:val="Body"/>
            </w:pPr>
            <w:r>
              <w:t>X84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090AE2" w14:textId="77777777" w:rsidR="008B4F1B" w:rsidRDefault="008B4F1B" w:rsidP="00F908E9">
            <w:pPr>
              <w:pStyle w:val="Body"/>
            </w:pPr>
            <w:r>
              <w:t>Religious Radio</w:t>
            </w:r>
          </w:p>
        </w:tc>
      </w:tr>
      <w:tr w:rsidR="008B4F1B" w14:paraId="5BDED15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4523FA" w14:textId="77777777" w:rsidR="008B4F1B" w:rsidRDefault="008B4F1B" w:rsidP="00F908E9">
            <w:pPr>
              <w:pStyle w:val="Body"/>
            </w:pPr>
            <w:r>
              <w:t>X90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822C00" w14:textId="77777777" w:rsidR="008B4F1B" w:rsidRDefault="008B4F1B" w:rsidP="00F908E9">
            <w:pPr>
              <w:pStyle w:val="Body"/>
            </w:pPr>
            <w:r>
              <w:t>Interfaith Coalitions</w:t>
            </w:r>
          </w:p>
        </w:tc>
      </w:tr>
      <w:tr w:rsidR="008B4F1B" w14:paraId="46E994A2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E11F28A" w14:textId="77777777" w:rsidR="008B4F1B" w:rsidRDefault="008B4F1B" w:rsidP="00F908E9">
            <w:pPr>
              <w:pStyle w:val="Body"/>
            </w:pPr>
            <w:r>
              <w:t>X99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925C3E" w14:textId="77777777" w:rsidR="008B4F1B" w:rsidRDefault="008B4F1B" w:rsidP="00F908E9">
            <w:pPr>
              <w:pStyle w:val="Body"/>
            </w:pPr>
            <w:r>
              <w:t>Religion Related, N.E.C.</w:t>
            </w:r>
          </w:p>
        </w:tc>
      </w:tr>
      <w:tr w:rsidR="008B4F1B" w14:paraId="06DC22AA" w14:textId="77777777" w:rsidTr="00F908E9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09F7EA17" w14:textId="77777777" w:rsidR="008B4F1B" w:rsidRDefault="008B4F1B" w:rsidP="00F908E9">
            <w:pPr>
              <w:pStyle w:val="Heading2"/>
            </w:pPr>
            <w:r>
              <w:lastRenderedPageBreak/>
              <w:t>Mutual &amp; Membership Benefit</w:t>
            </w:r>
          </w:p>
        </w:tc>
      </w:tr>
      <w:tr w:rsidR="008B4F1B" w14:paraId="6A0889A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5000" w:type="pct"/>
            <w:gridSpan w:val="2"/>
            <w:tcBorders>
              <w:top w:val="none" w:sz="6" w:space="0" w:color="auto"/>
              <w:bottom w:val="none" w:sz="6" w:space="0" w:color="auto"/>
            </w:tcBorders>
          </w:tcPr>
          <w:p w14:paraId="462A90F9" w14:textId="77777777" w:rsidR="008B4F1B" w:rsidRDefault="008B4F1B" w:rsidP="00F908E9">
            <w:pPr>
              <w:pStyle w:val="Heading3"/>
            </w:pPr>
            <w:r>
              <w:t>Code</w:t>
            </w:r>
          </w:p>
        </w:tc>
      </w:tr>
      <w:tr w:rsidR="008B4F1B" w14:paraId="08A338A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95CCC4" w14:textId="77777777" w:rsidR="008B4F1B" w:rsidRDefault="008B4F1B" w:rsidP="00F908E9">
            <w:pPr>
              <w:pStyle w:val="Body"/>
            </w:pPr>
            <w:r>
              <w:t>Y01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DD7A21" w14:textId="77777777" w:rsidR="008B4F1B" w:rsidRDefault="008B4F1B" w:rsidP="00F908E9">
            <w:pPr>
              <w:pStyle w:val="Body"/>
            </w:pPr>
            <w:r>
              <w:t>Alliances &amp; Advocacy</w:t>
            </w:r>
          </w:p>
        </w:tc>
      </w:tr>
      <w:tr w:rsidR="008B4F1B" w14:paraId="131E9969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C13163" w14:textId="77777777" w:rsidR="008B4F1B" w:rsidRDefault="008B4F1B" w:rsidP="00F908E9">
            <w:pPr>
              <w:pStyle w:val="Body"/>
            </w:pPr>
            <w:r>
              <w:t>Y02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909130" w14:textId="77777777" w:rsidR="008B4F1B" w:rsidRDefault="008B4F1B" w:rsidP="00F908E9">
            <w:pPr>
              <w:pStyle w:val="Body"/>
            </w:pPr>
            <w:r>
              <w:t>Management &amp; Technical Assistance</w:t>
            </w:r>
          </w:p>
        </w:tc>
      </w:tr>
      <w:tr w:rsidR="008B4F1B" w14:paraId="1D723973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F002C0" w14:textId="77777777" w:rsidR="008B4F1B" w:rsidRDefault="008B4F1B" w:rsidP="00F908E9">
            <w:pPr>
              <w:pStyle w:val="Body"/>
            </w:pPr>
            <w:r>
              <w:t>Y03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DA63CAA" w14:textId="77777777" w:rsidR="008B4F1B" w:rsidRDefault="008B4F1B" w:rsidP="00F908E9">
            <w:pPr>
              <w:pStyle w:val="Body"/>
            </w:pPr>
            <w:r>
              <w:t>Professional Societies &amp; Associations</w:t>
            </w:r>
          </w:p>
        </w:tc>
      </w:tr>
      <w:tr w:rsidR="008B4F1B" w14:paraId="3B0A778B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212B5A3" w14:textId="77777777" w:rsidR="008B4F1B" w:rsidRDefault="008B4F1B" w:rsidP="00F908E9">
            <w:pPr>
              <w:pStyle w:val="Body"/>
            </w:pPr>
            <w:r>
              <w:t>Y05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2CF0548" w14:textId="77777777" w:rsidR="008B4F1B" w:rsidRDefault="008B4F1B" w:rsidP="00F908E9">
            <w:pPr>
              <w:pStyle w:val="Body"/>
            </w:pPr>
            <w:r>
              <w:t>Research Institutes &amp; Public Policy Analysis</w:t>
            </w:r>
          </w:p>
        </w:tc>
      </w:tr>
      <w:tr w:rsidR="008B4F1B" w14:paraId="7B186379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B98E7EA" w14:textId="77777777" w:rsidR="008B4F1B" w:rsidRDefault="008B4F1B" w:rsidP="00F908E9">
            <w:pPr>
              <w:pStyle w:val="Body"/>
            </w:pPr>
            <w:r>
              <w:t>Y11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05BC5F" w14:textId="77777777" w:rsidR="008B4F1B" w:rsidRDefault="008B4F1B" w:rsidP="00F908E9">
            <w:pPr>
              <w:pStyle w:val="Body"/>
            </w:pPr>
            <w:r>
              <w:t>Single Organization Support</w:t>
            </w:r>
          </w:p>
        </w:tc>
      </w:tr>
      <w:tr w:rsidR="008B4F1B" w14:paraId="44270A58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1AD066D" w14:textId="77777777" w:rsidR="008B4F1B" w:rsidRDefault="008B4F1B" w:rsidP="00F908E9">
            <w:pPr>
              <w:pStyle w:val="Body"/>
            </w:pPr>
            <w:r>
              <w:t>Y12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5DC6BFA" w14:textId="77777777" w:rsidR="008B4F1B" w:rsidRDefault="008B4F1B" w:rsidP="00F908E9">
            <w:pPr>
              <w:pStyle w:val="Body"/>
            </w:pPr>
            <w:r>
              <w:t>Fundraising &amp; Fund Distribution</w:t>
            </w:r>
          </w:p>
        </w:tc>
      </w:tr>
      <w:tr w:rsidR="008B4F1B" w14:paraId="12042CED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8C4B879" w14:textId="77777777" w:rsidR="008B4F1B" w:rsidRDefault="008B4F1B" w:rsidP="00F908E9">
            <w:pPr>
              <w:pStyle w:val="Body"/>
            </w:pPr>
            <w:r>
              <w:t>Y19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E5C004" w14:textId="77777777" w:rsidR="008B4F1B" w:rsidRDefault="008B4F1B" w:rsidP="00F908E9">
            <w:pPr>
              <w:pStyle w:val="Body"/>
            </w:pPr>
            <w:r>
              <w:t>Support N.E.C.</w:t>
            </w:r>
          </w:p>
        </w:tc>
      </w:tr>
      <w:tr w:rsidR="008B4F1B" w14:paraId="2ACF32D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3C40E9" w14:textId="77777777" w:rsidR="008B4F1B" w:rsidRDefault="008B4F1B" w:rsidP="00F908E9">
            <w:pPr>
              <w:pStyle w:val="Body"/>
            </w:pPr>
            <w:r>
              <w:lastRenderedPageBreak/>
              <w:t>Y20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393090E" w14:textId="77777777" w:rsidR="008B4F1B" w:rsidRDefault="008B4F1B" w:rsidP="00F908E9">
            <w:pPr>
              <w:pStyle w:val="Body"/>
            </w:pPr>
            <w:r>
              <w:t>Insurance Providers</w:t>
            </w:r>
          </w:p>
        </w:tc>
      </w:tr>
      <w:tr w:rsidR="008B4F1B" w14:paraId="63FC2D70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9DDD990" w14:textId="77777777" w:rsidR="008B4F1B" w:rsidRDefault="008B4F1B" w:rsidP="00F908E9">
            <w:pPr>
              <w:pStyle w:val="Body"/>
            </w:pPr>
            <w:r>
              <w:t>Y22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EF04E63" w14:textId="77777777" w:rsidR="008B4F1B" w:rsidRDefault="008B4F1B" w:rsidP="00F908E9">
            <w:pPr>
              <w:pStyle w:val="Body"/>
            </w:pPr>
            <w:r>
              <w:t>Local Benevolent Life Insurance Associations</w:t>
            </w:r>
          </w:p>
        </w:tc>
      </w:tr>
      <w:tr w:rsidR="008B4F1B" w14:paraId="701E03E2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C681D18" w14:textId="77777777" w:rsidR="008B4F1B" w:rsidRDefault="008B4F1B" w:rsidP="00F908E9">
            <w:pPr>
              <w:pStyle w:val="Body"/>
            </w:pPr>
            <w:r>
              <w:t>Y23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13101C7" w14:textId="77777777" w:rsidR="008B4F1B" w:rsidRDefault="008B4F1B" w:rsidP="00F908E9">
            <w:pPr>
              <w:pStyle w:val="Body"/>
            </w:pPr>
            <w:r>
              <w:t>Mutual Insurance Companies &amp; Associations</w:t>
            </w:r>
          </w:p>
        </w:tc>
      </w:tr>
      <w:tr w:rsidR="008B4F1B" w14:paraId="360E0B12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A87F813" w14:textId="77777777" w:rsidR="008B4F1B" w:rsidRDefault="008B4F1B" w:rsidP="00F908E9">
            <w:pPr>
              <w:pStyle w:val="Body"/>
            </w:pPr>
            <w:r>
              <w:t>Y24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D44DE39" w14:textId="77777777" w:rsidR="008B4F1B" w:rsidRDefault="008B4F1B" w:rsidP="00F908E9">
            <w:pPr>
              <w:pStyle w:val="Body"/>
            </w:pPr>
            <w:r>
              <w:t>Supplemental Unemployment Compensation</w:t>
            </w:r>
          </w:p>
        </w:tc>
      </w:tr>
      <w:tr w:rsidR="008B4F1B" w14:paraId="352B01C1" w14:textId="77777777" w:rsidTr="00F908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CB8DA0" w14:textId="77777777" w:rsidR="008B4F1B" w:rsidRDefault="008B4F1B" w:rsidP="00F908E9">
            <w:pPr>
              <w:pStyle w:val="Body"/>
            </w:pPr>
            <w:r>
              <w:t>Y25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3051608" w14:textId="77777777" w:rsidR="008B4F1B" w:rsidRDefault="008B4F1B" w:rsidP="00F908E9">
            <w:pPr>
              <w:pStyle w:val="Body"/>
            </w:pPr>
            <w:r>
              <w:t>State-Sponsored Workers’ Compensation Reinsurance Organizations</w:t>
            </w:r>
          </w:p>
        </w:tc>
      </w:tr>
      <w:tr w:rsidR="008B4F1B" w14:paraId="4411110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DEF2294" w14:textId="77777777" w:rsidR="008B4F1B" w:rsidRDefault="008B4F1B" w:rsidP="00F908E9">
            <w:pPr>
              <w:pStyle w:val="Body"/>
            </w:pPr>
            <w:r>
              <w:t>Y30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0E5CF5" w14:textId="77777777" w:rsidR="008B4F1B" w:rsidRDefault="008B4F1B" w:rsidP="00F908E9">
            <w:pPr>
              <w:pStyle w:val="Body"/>
            </w:pPr>
            <w:r>
              <w:t>Pension &amp; Retirement Funds</w:t>
            </w:r>
          </w:p>
        </w:tc>
      </w:tr>
      <w:tr w:rsidR="008B4F1B" w14:paraId="6D43325C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C5F95A" w14:textId="77777777" w:rsidR="008B4F1B" w:rsidRDefault="008B4F1B" w:rsidP="00F908E9">
            <w:pPr>
              <w:pStyle w:val="Body"/>
            </w:pPr>
            <w:r>
              <w:t>Y33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EFBCF0F" w14:textId="77777777" w:rsidR="008B4F1B" w:rsidRDefault="008B4F1B" w:rsidP="00F908E9">
            <w:pPr>
              <w:pStyle w:val="Body"/>
            </w:pPr>
            <w:r>
              <w:t>Teachers’ Retirement Fund Associations</w:t>
            </w:r>
          </w:p>
        </w:tc>
      </w:tr>
      <w:tr w:rsidR="008B4F1B" w14:paraId="6FF122E3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5EFF14D" w14:textId="77777777" w:rsidR="008B4F1B" w:rsidRDefault="008B4F1B" w:rsidP="00F908E9">
            <w:pPr>
              <w:pStyle w:val="Body"/>
            </w:pPr>
            <w:r>
              <w:t>Y34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108F6CF" w14:textId="77777777" w:rsidR="008B4F1B" w:rsidRDefault="008B4F1B" w:rsidP="00F908E9">
            <w:pPr>
              <w:pStyle w:val="Body"/>
            </w:pPr>
            <w:r>
              <w:t>Employee-Funded Pension Trusts</w:t>
            </w:r>
          </w:p>
        </w:tc>
      </w:tr>
      <w:tr w:rsidR="008B4F1B" w14:paraId="45CAC5E7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0D44771" w14:textId="77777777" w:rsidR="008B4F1B" w:rsidRDefault="008B4F1B" w:rsidP="00F908E9">
            <w:pPr>
              <w:pStyle w:val="Body"/>
            </w:pPr>
            <w:r>
              <w:lastRenderedPageBreak/>
              <w:t>Y35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AC57FF6" w14:textId="77777777" w:rsidR="008B4F1B" w:rsidRDefault="008B4F1B" w:rsidP="00F908E9">
            <w:pPr>
              <w:pStyle w:val="Body"/>
            </w:pPr>
            <w:r>
              <w:t>Multi-Employer Pension Plans</w:t>
            </w:r>
          </w:p>
        </w:tc>
      </w:tr>
      <w:tr w:rsidR="008B4F1B" w14:paraId="0582FFB1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F16F7FA" w14:textId="77777777" w:rsidR="008B4F1B" w:rsidRDefault="008B4F1B" w:rsidP="00F908E9">
            <w:pPr>
              <w:pStyle w:val="Body"/>
            </w:pPr>
            <w:r>
              <w:t>Y40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F33E91D" w14:textId="77777777" w:rsidR="008B4F1B" w:rsidRDefault="008B4F1B" w:rsidP="00F908E9">
            <w:pPr>
              <w:pStyle w:val="Body"/>
            </w:pPr>
            <w:r>
              <w:t>Fraternal Societies</w:t>
            </w:r>
          </w:p>
        </w:tc>
      </w:tr>
      <w:tr w:rsidR="008B4F1B" w14:paraId="0AC56775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D97CA0C" w14:textId="77777777" w:rsidR="008B4F1B" w:rsidRDefault="008B4F1B" w:rsidP="00F908E9">
            <w:pPr>
              <w:pStyle w:val="Body"/>
            </w:pPr>
            <w:r>
              <w:t>Y41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32EF04D" w14:textId="77777777" w:rsidR="008B4F1B" w:rsidRDefault="008B4F1B" w:rsidP="00F908E9">
            <w:pPr>
              <w:pStyle w:val="Body"/>
            </w:pPr>
            <w:r>
              <w:t>Fraternal Beneficiary Societies</w:t>
            </w:r>
          </w:p>
        </w:tc>
      </w:tr>
      <w:tr w:rsidR="008B4F1B" w14:paraId="5B7A26A0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21EB0CB" w14:textId="77777777" w:rsidR="008B4F1B" w:rsidRDefault="008B4F1B" w:rsidP="00F908E9">
            <w:pPr>
              <w:pStyle w:val="Body"/>
            </w:pPr>
            <w:r>
              <w:t>Y42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E714BE9" w14:textId="77777777" w:rsidR="008B4F1B" w:rsidRDefault="008B4F1B" w:rsidP="00F908E9">
            <w:pPr>
              <w:pStyle w:val="Body"/>
            </w:pPr>
            <w:r>
              <w:t>Domestic Fraternal Societies</w:t>
            </w:r>
          </w:p>
        </w:tc>
      </w:tr>
      <w:tr w:rsidR="008B4F1B" w14:paraId="2C4B1C45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28A110" w14:textId="77777777" w:rsidR="008B4F1B" w:rsidRDefault="008B4F1B" w:rsidP="00F908E9">
            <w:pPr>
              <w:pStyle w:val="Body"/>
            </w:pPr>
            <w:r>
              <w:t>Y43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9B7D3F4" w14:textId="77777777" w:rsidR="008B4F1B" w:rsidRDefault="008B4F1B" w:rsidP="00F908E9">
            <w:pPr>
              <w:pStyle w:val="Body"/>
            </w:pPr>
            <w:r>
              <w:t>Voluntary Employees Beneficiary Associations (Non-Government)</w:t>
            </w:r>
          </w:p>
        </w:tc>
      </w:tr>
      <w:tr w:rsidR="008B4F1B" w14:paraId="609AC833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8885ABB" w14:textId="77777777" w:rsidR="008B4F1B" w:rsidRDefault="008B4F1B" w:rsidP="00F908E9">
            <w:pPr>
              <w:pStyle w:val="Body"/>
            </w:pPr>
            <w:r>
              <w:t>Y44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20DA5B5" w14:textId="77777777" w:rsidR="008B4F1B" w:rsidRDefault="008B4F1B" w:rsidP="00F908E9">
            <w:pPr>
              <w:pStyle w:val="Body"/>
            </w:pPr>
            <w:r>
              <w:t>Voluntary Employees Beneficiary Associations (Government)</w:t>
            </w:r>
          </w:p>
        </w:tc>
      </w:tr>
      <w:tr w:rsidR="008B4F1B" w14:paraId="55613BCC" w14:textId="77777777" w:rsidTr="00F908E9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FF3641" w14:textId="77777777" w:rsidR="008B4F1B" w:rsidRDefault="008B4F1B" w:rsidP="00F908E9">
            <w:pPr>
              <w:pStyle w:val="Body"/>
            </w:pPr>
            <w:r>
              <w:t>Y50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5D13168" w14:textId="77777777" w:rsidR="008B4F1B" w:rsidRDefault="008B4F1B" w:rsidP="00F908E9">
            <w:pPr>
              <w:pStyle w:val="Body"/>
            </w:pPr>
            <w:r>
              <w:t>Cemeteries</w:t>
            </w:r>
          </w:p>
        </w:tc>
      </w:tr>
      <w:tr w:rsidR="008B4F1B" w14:paraId="3F35307A" w14:textId="77777777" w:rsidTr="00F908E9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990" w:type="pct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E3FD2DC" w14:textId="77777777" w:rsidR="008B4F1B" w:rsidRDefault="008B4F1B" w:rsidP="00F908E9">
            <w:pPr>
              <w:pStyle w:val="Body"/>
            </w:pPr>
            <w:r>
              <w:t>Y99</w:t>
            </w:r>
          </w:p>
        </w:tc>
        <w:tc>
          <w:tcPr>
            <w:tcW w:w="4010" w:type="pct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188FBEB" w14:textId="77777777" w:rsidR="008B4F1B" w:rsidRDefault="008B4F1B" w:rsidP="00F908E9">
            <w:pPr>
              <w:pStyle w:val="Body"/>
            </w:pPr>
            <w:r>
              <w:t xml:space="preserve">Mutual &amp; Membership Benefit N.E.C. </w:t>
            </w:r>
          </w:p>
        </w:tc>
      </w:tr>
    </w:tbl>
    <w:p w14:paraId="2CF7E955" w14:textId="47D58B1A" w:rsidR="001664AD" w:rsidRDefault="001664AD" w:rsidP="008B4F1B">
      <w:pPr>
        <w:pStyle w:val="Body"/>
      </w:pPr>
    </w:p>
    <w:p w14:paraId="664631C5" w14:textId="77777777" w:rsidR="001664AD" w:rsidRDefault="001664AD">
      <w:pPr>
        <w:widowControl/>
        <w:autoSpaceDE/>
        <w:autoSpaceDN/>
        <w:spacing w:before="240" w:after="240"/>
        <w:rPr>
          <w:rFonts w:ascii="Verdana" w:eastAsiaTheme="minorHAnsi" w:hAnsi="Verdana" w:cstheme="minorBidi"/>
          <w:sz w:val="40"/>
          <w:szCs w:val="40"/>
        </w:rPr>
      </w:pPr>
      <w:r>
        <w:br w:type="page"/>
      </w:r>
    </w:p>
    <w:p w14:paraId="2A7AE5FB" w14:textId="460C7515" w:rsidR="008B4F1B" w:rsidRDefault="001664AD" w:rsidP="001664AD">
      <w:pPr>
        <w:pStyle w:val="Heading1"/>
      </w:pPr>
      <w:r>
        <w:lastRenderedPageBreak/>
        <w:t>Index</w:t>
      </w:r>
    </w:p>
    <w:p w14:paraId="270DD797" w14:textId="77777777" w:rsidR="001664AD" w:rsidRDefault="001664AD" w:rsidP="001664AD">
      <w:pPr>
        <w:pStyle w:val="Heading2"/>
      </w:pPr>
    </w:p>
    <w:p w14:paraId="69AB3263" w14:textId="769E0409" w:rsidR="001664AD" w:rsidRPr="001664AD" w:rsidRDefault="001664AD" w:rsidP="001664AD">
      <w:pPr>
        <w:pStyle w:val="Heading2"/>
      </w:pPr>
      <w:r w:rsidRPr="001664AD">
        <w:t>A</w:t>
      </w:r>
    </w:p>
    <w:p w14:paraId="67B8E052" w14:textId="59147B52" w:rsidR="001664AD" w:rsidRPr="001664AD" w:rsidRDefault="001664AD" w:rsidP="001664AD">
      <w:pPr>
        <w:pStyle w:val="Default"/>
        <w:spacing w:before="240" w:after="240" w:line="276" w:lineRule="auto"/>
        <w:ind w:left="72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Annual filing requirements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4</w:t>
      </w:r>
    </w:p>
    <w:p w14:paraId="3A829A42" w14:textId="01CBCCDD" w:rsidR="001664AD" w:rsidRPr="001664AD" w:rsidRDefault="001664AD" w:rsidP="001664AD">
      <w:pPr>
        <w:pStyle w:val="Default"/>
        <w:spacing w:before="240" w:after="240" w:line="276" w:lineRule="auto"/>
        <w:ind w:left="72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Annual returns for foreign organizations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5</w:t>
      </w:r>
    </w:p>
    <w:p w14:paraId="3F64A21B" w14:textId="027EE61F" w:rsidR="001664AD" w:rsidRPr="001664AD" w:rsidRDefault="001664AD" w:rsidP="001664AD">
      <w:pPr>
        <w:pStyle w:val="Default"/>
        <w:spacing w:before="240" w:after="240" w:line="276" w:lineRule="auto"/>
        <w:ind w:left="72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Answers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12ABAE44" w14:textId="77777777" w:rsidR="001664AD" w:rsidRPr="001664AD" w:rsidRDefault="001664AD" w:rsidP="001664AD">
      <w:pPr>
        <w:pStyle w:val="Default"/>
        <w:spacing w:before="240" w:after="240" w:line="276" w:lineRule="auto"/>
        <w:ind w:left="720" w:hanging="720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Appendix:</w:t>
      </w:r>
    </w:p>
    <w:p w14:paraId="5F4932FB" w14:textId="594EF0B4" w:rsidR="001664AD" w:rsidRPr="001664AD" w:rsidRDefault="001664AD" w:rsidP="001664AD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Glossary of terms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29</w:t>
      </w:r>
    </w:p>
    <w:p w14:paraId="16359D94" w14:textId="44751821" w:rsidR="001664AD" w:rsidRPr="001664AD" w:rsidRDefault="001664AD" w:rsidP="001664AD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Sample conflict of interest policy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25</w:t>
      </w:r>
    </w:p>
    <w:p w14:paraId="21EAFACD" w14:textId="5B2B8E04" w:rsidR="001664AD" w:rsidRPr="001664AD" w:rsidRDefault="001664AD" w:rsidP="001664AD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States with statutory provisions satisfying the requirements of section 508(e)</w:t>
      </w:r>
      <w:r>
        <w:rPr>
          <w:rFonts w:ascii="Verdana"/>
          <w:color w:val="221E1F"/>
          <w:sz w:val="40"/>
          <w:szCs w:val="40"/>
        </w:rPr>
        <w:t xml:space="preserve"> </w:t>
      </w:r>
      <w:proofErr w:type="gramStart"/>
      <w:r w:rsidRPr="001664AD">
        <w:rPr>
          <w:rFonts w:ascii="Verdana"/>
          <w:color w:val="0056A2"/>
          <w:sz w:val="40"/>
          <w:szCs w:val="40"/>
        </w:rPr>
        <w:t>27</w:t>
      </w:r>
      <w:proofErr w:type="gramEnd"/>
    </w:p>
    <w:p w14:paraId="4EA4619D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Application for exemption:</w:t>
      </w:r>
    </w:p>
    <w:p w14:paraId="1341A765" w14:textId="30F41C1A" w:rsidR="001664AD" w:rsidRPr="001664AD" w:rsidRDefault="001664AD" w:rsidP="001664AD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Group exemption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3</w:t>
      </w:r>
    </w:p>
    <w:p w14:paraId="58BF7B9F" w14:textId="1FE6D376" w:rsidR="001664AD" w:rsidRPr="001664AD" w:rsidRDefault="001664AD" w:rsidP="001664AD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Language and currency requirements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3</w:t>
      </w:r>
    </w:p>
    <w:p w14:paraId="44F669DD" w14:textId="1DE03BA0" w:rsidR="001664AD" w:rsidRPr="001664AD" w:rsidRDefault="001664AD" w:rsidP="001664AD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 xml:space="preserve">Past, </w:t>
      </w:r>
      <w:proofErr w:type="gramStart"/>
      <w:r w:rsidRPr="001664AD">
        <w:rPr>
          <w:rFonts w:ascii="Verdana"/>
          <w:color w:val="221E1F"/>
          <w:sz w:val="40"/>
          <w:szCs w:val="40"/>
        </w:rPr>
        <w:t>present</w:t>
      </w:r>
      <w:proofErr w:type="gramEnd"/>
      <w:r w:rsidRPr="001664AD">
        <w:rPr>
          <w:rFonts w:ascii="Verdana"/>
          <w:color w:val="221E1F"/>
          <w:sz w:val="40"/>
          <w:szCs w:val="40"/>
        </w:rPr>
        <w:t xml:space="preserve"> and planned activities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3</w:t>
      </w:r>
    </w:p>
    <w:p w14:paraId="3C481ABA" w14:textId="3E5C1CD3" w:rsidR="001664AD" w:rsidRPr="001664AD" w:rsidRDefault="001664AD" w:rsidP="001664AD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Purpose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3</w:t>
      </w:r>
    </w:p>
    <w:p w14:paraId="35362A70" w14:textId="6ECAB13A" w:rsidR="001664AD" w:rsidRPr="001664AD" w:rsidRDefault="001664AD" w:rsidP="001664AD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lastRenderedPageBreak/>
        <w:t>User fee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3</w:t>
      </w:r>
    </w:p>
    <w:p w14:paraId="7A06CE7F" w14:textId="70FDF175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Application package assembly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3</w:t>
      </w:r>
    </w:p>
    <w:p w14:paraId="722CC6BC" w14:textId="59250B3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Articles of incorporation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6</w:t>
      </w:r>
    </w:p>
    <w:p w14:paraId="3AD10A04" w14:textId="7D2C249A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Assistance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4</w:t>
      </w:r>
    </w:p>
    <w:p w14:paraId="007A0EB4" w14:textId="2185302B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Authorized representative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6</w:t>
      </w:r>
    </w:p>
    <w:p w14:paraId="6592BB4C" w14:textId="77777777" w:rsidR="001664AD" w:rsidRPr="001664AD" w:rsidRDefault="001664AD" w:rsidP="001664AD">
      <w:pPr>
        <w:pStyle w:val="Heading2"/>
      </w:pPr>
    </w:p>
    <w:p w14:paraId="49283D62" w14:textId="77777777" w:rsidR="001664AD" w:rsidRPr="001664AD" w:rsidRDefault="001664AD" w:rsidP="001664AD">
      <w:pPr>
        <w:pStyle w:val="Heading2"/>
      </w:pPr>
      <w:r w:rsidRPr="001664AD">
        <w:t>C</w:t>
      </w:r>
    </w:p>
    <w:p w14:paraId="27C7B7B0" w14:textId="0D959DCB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Canadian organizations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5</w:t>
      </w:r>
    </w:p>
    <w:p w14:paraId="33DEA1AC" w14:textId="3FD322C1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Church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16</w:t>
      </w:r>
    </w:p>
    <w:p w14:paraId="7EED08F0" w14:textId="21E90DD2" w:rsidR="001664AD" w:rsidRPr="001664AD" w:rsidRDefault="001664AD" w:rsidP="001664AD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Prescribed course of study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17</w:t>
      </w:r>
    </w:p>
    <w:p w14:paraId="667CEE00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Compensation:</w:t>
      </w:r>
    </w:p>
    <w:p w14:paraId="61C357EE" w14:textId="04C4049D" w:rsidR="001664AD" w:rsidRPr="001664AD" w:rsidRDefault="001664AD" w:rsidP="001664AD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Definition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10</w:t>
      </w:r>
    </w:p>
    <w:p w14:paraId="1E112ED0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Corporation:</w:t>
      </w:r>
    </w:p>
    <w:p w14:paraId="143DA3E1" w14:textId="6EF1ADE9" w:rsidR="001664AD" w:rsidRPr="001664AD" w:rsidRDefault="001664AD" w:rsidP="001664AD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Articles of incorporation</w:t>
      </w:r>
      <w:r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6</w:t>
      </w:r>
    </w:p>
    <w:p w14:paraId="1BC498B3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</w:p>
    <w:p w14:paraId="35BA87D1" w14:textId="77777777" w:rsidR="00C731E6" w:rsidRDefault="00C731E6">
      <w:pPr>
        <w:widowControl/>
        <w:autoSpaceDE/>
        <w:autoSpaceDN/>
        <w:spacing w:before="240" w:after="240"/>
        <w:rPr>
          <w:rFonts w:ascii="Verdana" w:eastAsia="Helvetica World" w:hAnsi="Verdana" w:cs="Helvetica World"/>
          <w:b/>
          <w:bCs/>
          <w:color w:val="221E1F"/>
          <w:sz w:val="40"/>
          <w:szCs w:val="40"/>
        </w:rPr>
      </w:pPr>
      <w:r>
        <w:rPr>
          <w:rFonts w:ascii="Verdana"/>
          <w:b/>
          <w:bCs/>
          <w:color w:val="221E1F"/>
          <w:sz w:val="40"/>
          <w:szCs w:val="40"/>
        </w:rPr>
        <w:br w:type="page"/>
      </w:r>
    </w:p>
    <w:p w14:paraId="6022DA13" w14:textId="004D6F7C" w:rsidR="001664AD" w:rsidRPr="001664AD" w:rsidRDefault="001664AD" w:rsidP="00C731E6">
      <w:pPr>
        <w:pStyle w:val="Heading2"/>
      </w:pPr>
      <w:r w:rsidRPr="001664AD">
        <w:lastRenderedPageBreak/>
        <w:t>D</w:t>
      </w:r>
    </w:p>
    <w:p w14:paraId="3414FCF2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Definitions:</w:t>
      </w:r>
    </w:p>
    <w:p w14:paraId="243894ED" w14:textId="4FF9375D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Authorized representative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6</w:t>
      </w:r>
    </w:p>
    <w:p w14:paraId="29B606BD" w14:textId="26CDDC3A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Charitable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7</w:t>
      </w:r>
    </w:p>
    <w:p w14:paraId="472D54CE" w14:textId="4286770F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Church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16</w:t>
      </w:r>
    </w:p>
    <w:p w14:paraId="311B3C00" w14:textId="3B925A0F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Compensation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10</w:t>
      </w:r>
    </w:p>
    <w:p w14:paraId="7CD9ABAE" w14:textId="7895C298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Corporation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6</w:t>
      </w:r>
    </w:p>
    <w:p w14:paraId="459C30B1" w14:textId="40D4D0CF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For-profit organization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22</w:t>
      </w:r>
    </w:p>
    <w:p w14:paraId="1404C128" w14:textId="2457368F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Hospital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18</w:t>
      </w:r>
    </w:p>
    <w:p w14:paraId="1572E09E" w14:textId="3F5B6C44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Medical research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18</w:t>
      </w:r>
    </w:p>
    <w:p w14:paraId="4C7E5270" w14:textId="31554917" w:rsidR="001664AD" w:rsidRPr="001664AD" w:rsidRDefault="001664AD" w:rsidP="00C731E6">
      <w:pPr>
        <w:pStyle w:val="Body"/>
        <w:ind w:left="720"/>
        <w:rPr>
          <w:color w:val="0056A2"/>
        </w:rPr>
      </w:pPr>
      <w:r w:rsidRPr="001664AD">
        <w:rPr>
          <w:color w:val="221E1F"/>
        </w:rPr>
        <w:t>Medical research organization</w:t>
      </w:r>
      <w:r w:rsidR="00C731E6">
        <w:rPr>
          <w:color w:val="221E1F"/>
        </w:rPr>
        <w:t xml:space="preserve"> </w:t>
      </w:r>
      <w:r w:rsidRPr="001664AD">
        <w:rPr>
          <w:color w:val="0056A2"/>
        </w:rPr>
        <w:t>18</w:t>
      </w:r>
    </w:p>
    <w:p w14:paraId="522E8BDE" w14:textId="2FE1CFC6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Distribution of assets at dissolution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8</w:t>
      </w:r>
    </w:p>
    <w:p w14:paraId="5EB8B7B6" w14:textId="77777777" w:rsidR="001664AD" w:rsidRPr="001664AD" w:rsidRDefault="001664AD" w:rsidP="00C731E6">
      <w:pPr>
        <w:pStyle w:val="Heading2"/>
      </w:pPr>
    </w:p>
    <w:p w14:paraId="04A7DB37" w14:textId="77777777" w:rsidR="00C731E6" w:rsidRDefault="00C731E6">
      <w:pPr>
        <w:widowControl/>
        <w:autoSpaceDE/>
        <w:autoSpaceDN/>
        <w:spacing w:before="240" w:after="240"/>
        <w:rPr>
          <w:rFonts w:ascii="Verdana" w:eastAsiaTheme="majorEastAsia" w:hAnsi="Verdana" w:cstheme="majorBidi"/>
          <w:b/>
          <w:bCs/>
          <w:sz w:val="48"/>
          <w:szCs w:val="26"/>
        </w:rPr>
      </w:pPr>
      <w:r>
        <w:br w:type="page"/>
      </w:r>
    </w:p>
    <w:p w14:paraId="6F6CA8D1" w14:textId="04EC9F4C" w:rsidR="001664AD" w:rsidRPr="001664AD" w:rsidRDefault="001664AD" w:rsidP="00C731E6">
      <w:pPr>
        <w:pStyle w:val="Heading2"/>
      </w:pPr>
      <w:r w:rsidRPr="001664AD">
        <w:lastRenderedPageBreak/>
        <w:t>E</w:t>
      </w:r>
    </w:p>
    <w:p w14:paraId="369542C0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EIN (</w:t>
      </w:r>
      <w:r w:rsidRPr="001664AD">
        <w:rPr>
          <w:rFonts w:ascii="Verdana"/>
          <w:i/>
          <w:iCs/>
          <w:color w:val="221E1F"/>
          <w:sz w:val="40"/>
          <w:szCs w:val="40"/>
        </w:rPr>
        <w:t xml:space="preserve">See </w:t>
      </w:r>
      <w:r w:rsidRPr="001664AD">
        <w:rPr>
          <w:rFonts w:ascii="Verdana"/>
          <w:color w:val="221E1F"/>
          <w:sz w:val="40"/>
          <w:szCs w:val="40"/>
        </w:rPr>
        <w:t>Employer identification number)</w:t>
      </w:r>
    </w:p>
    <w:p w14:paraId="172E9E16" w14:textId="36916DBA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Employer identification number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6</w:t>
      </w:r>
    </w:p>
    <w:p w14:paraId="72737FC4" w14:textId="042B3A83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Expedite requests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proofErr w:type="gramStart"/>
      <w:r w:rsidRPr="001664AD">
        <w:rPr>
          <w:rFonts w:ascii="Verdana"/>
          <w:color w:val="0056A2"/>
          <w:sz w:val="40"/>
          <w:szCs w:val="40"/>
        </w:rPr>
        <w:t>3</w:t>
      </w:r>
      <w:proofErr w:type="gramEnd"/>
    </w:p>
    <w:p w14:paraId="53F970DF" w14:textId="77777777" w:rsidR="001664AD" w:rsidRPr="001664AD" w:rsidRDefault="001664AD" w:rsidP="00C731E6">
      <w:pPr>
        <w:pStyle w:val="Heading2"/>
      </w:pPr>
    </w:p>
    <w:p w14:paraId="236BFFCB" w14:textId="77777777" w:rsidR="001664AD" w:rsidRPr="001664AD" w:rsidRDefault="001664AD" w:rsidP="00C731E6">
      <w:pPr>
        <w:pStyle w:val="Heading2"/>
      </w:pPr>
      <w:r w:rsidRPr="001664AD">
        <w:t>F</w:t>
      </w:r>
    </w:p>
    <w:p w14:paraId="0140CDFD" w14:textId="09706113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Filing assistance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4</w:t>
      </w:r>
    </w:p>
    <w:p w14:paraId="2E2B2213" w14:textId="3748D332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Foreign organizations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5</w:t>
      </w:r>
    </w:p>
    <w:p w14:paraId="47C71176" w14:textId="7FDAEEF7" w:rsidR="001664AD" w:rsidRPr="001664AD" w:rsidRDefault="001664AD" w:rsidP="00C731E6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Annual returns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5</w:t>
      </w:r>
    </w:p>
    <w:p w14:paraId="3AF5CA0D" w14:textId="0D0E76B7" w:rsidR="001664AD" w:rsidRPr="001664AD" w:rsidRDefault="001664AD" w:rsidP="00C731E6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Canadian organizations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5</w:t>
      </w:r>
    </w:p>
    <w:p w14:paraId="02551F5B" w14:textId="7EECFD0E" w:rsidR="001664AD" w:rsidRPr="001664AD" w:rsidRDefault="001664AD" w:rsidP="00C731E6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General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5</w:t>
      </w:r>
    </w:p>
    <w:p w14:paraId="16A0963E" w14:textId="64B4F33A" w:rsidR="001664AD" w:rsidRPr="001664AD" w:rsidRDefault="001664AD" w:rsidP="00C731E6">
      <w:pPr>
        <w:pStyle w:val="Default"/>
        <w:spacing w:before="240" w:after="240" w:line="276" w:lineRule="auto"/>
        <w:ind w:left="144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United States territories and possessions organizations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6</w:t>
      </w:r>
    </w:p>
    <w:p w14:paraId="29B07423" w14:textId="0CE3DCB4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Form 2848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4</w:t>
      </w:r>
    </w:p>
    <w:p w14:paraId="71642240" w14:textId="1C9696B2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Form 8821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4</w:t>
      </w:r>
    </w:p>
    <w:p w14:paraId="2982F2A7" w14:textId="581FF212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For-profit organization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22</w:t>
      </w:r>
    </w:p>
    <w:p w14:paraId="67DC4312" w14:textId="77777777" w:rsidR="001664AD" w:rsidRPr="001664AD" w:rsidRDefault="001664AD" w:rsidP="00C731E6">
      <w:pPr>
        <w:pStyle w:val="Heading2"/>
      </w:pPr>
      <w:r w:rsidRPr="001664AD">
        <w:lastRenderedPageBreak/>
        <w:t>G</w:t>
      </w:r>
    </w:p>
    <w:p w14:paraId="08060001" w14:textId="2950083E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Glossary of terms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29</w:t>
      </w:r>
    </w:p>
    <w:p w14:paraId="693AE081" w14:textId="7E58EE3D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Group exemption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3</w:t>
      </w:r>
    </w:p>
    <w:p w14:paraId="12C3B345" w14:textId="77777777" w:rsidR="001664AD" w:rsidRPr="001664AD" w:rsidRDefault="001664AD" w:rsidP="00C731E6">
      <w:pPr>
        <w:pStyle w:val="Heading2"/>
      </w:pPr>
    </w:p>
    <w:p w14:paraId="78C121F3" w14:textId="77777777" w:rsidR="001664AD" w:rsidRPr="001664AD" w:rsidRDefault="001664AD" w:rsidP="00C731E6">
      <w:pPr>
        <w:pStyle w:val="Heading2"/>
      </w:pPr>
      <w:r w:rsidRPr="001664AD">
        <w:t>H</w:t>
      </w:r>
    </w:p>
    <w:p w14:paraId="244056D9" w14:textId="34B89172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Homes for the elderly or handicapped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proofErr w:type="gramStart"/>
      <w:r w:rsidRPr="001664AD">
        <w:rPr>
          <w:rFonts w:ascii="Verdana"/>
          <w:color w:val="0056A2"/>
          <w:sz w:val="40"/>
          <w:szCs w:val="40"/>
        </w:rPr>
        <w:t>22</w:t>
      </w:r>
      <w:proofErr w:type="gramEnd"/>
    </w:p>
    <w:p w14:paraId="53508824" w14:textId="27B0A2D9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Hospital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18</w:t>
      </w:r>
    </w:p>
    <w:p w14:paraId="5383A797" w14:textId="3E642FE8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How to answer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7CC135E0" w14:textId="77777777" w:rsidR="001664AD" w:rsidRPr="001664AD" w:rsidRDefault="001664AD" w:rsidP="00C731E6">
      <w:pPr>
        <w:pStyle w:val="Heading2"/>
      </w:pPr>
    </w:p>
    <w:p w14:paraId="1B3CD367" w14:textId="77777777" w:rsidR="001664AD" w:rsidRPr="001664AD" w:rsidRDefault="001664AD" w:rsidP="00C731E6">
      <w:pPr>
        <w:pStyle w:val="Heading2"/>
      </w:pPr>
      <w:r w:rsidRPr="001664AD">
        <w:t>L</w:t>
      </w:r>
    </w:p>
    <w:p w14:paraId="0786E82B" w14:textId="248E9F4A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Language and currency requirements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3</w:t>
      </w:r>
    </w:p>
    <w:p w14:paraId="5D85739D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LLC (</w:t>
      </w:r>
      <w:r w:rsidRPr="001664AD">
        <w:rPr>
          <w:rFonts w:ascii="Verdana"/>
          <w:i/>
          <w:iCs/>
          <w:color w:val="221E1F"/>
          <w:sz w:val="40"/>
          <w:szCs w:val="40"/>
        </w:rPr>
        <w:t xml:space="preserve">See </w:t>
      </w:r>
      <w:r w:rsidRPr="001664AD">
        <w:rPr>
          <w:rFonts w:ascii="Verdana"/>
          <w:color w:val="221E1F"/>
          <w:sz w:val="40"/>
          <w:szCs w:val="40"/>
        </w:rPr>
        <w:t>Limited liability company)</w:t>
      </w:r>
    </w:p>
    <w:p w14:paraId="63B13E80" w14:textId="0E81A2B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Low-income housing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22</w:t>
      </w:r>
    </w:p>
    <w:p w14:paraId="13E0920F" w14:textId="77777777" w:rsidR="00C731E6" w:rsidRDefault="00C731E6">
      <w:pPr>
        <w:widowControl/>
        <w:autoSpaceDE/>
        <w:autoSpaceDN/>
        <w:spacing w:before="240" w:after="240"/>
        <w:rPr>
          <w:rFonts w:ascii="Verdana" w:eastAsiaTheme="majorEastAsia" w:hAnsi="Verdana" w:cstheme="majorBidi"/>
          <w:b/>
          <w:bCs/>
          <w:sz w:val="48"/>
          <w:szCs w:val="26"/>
        </w:rPr>
      </w:pPr>
      <w:r>
        <w:br w:type="page"/>
      </w:r>
    </w:p>
    <w:p w14:paraId="1D8E26BB" w14:textId="5C967A59" w:rsidR="001664AD" w:rsidRPr="001664AD" w:rsidRDefault="001664AD" w:rsidP="00C731E6">
      <w:pPr>
        <w:pStyle w:val="Heading2"/>
      </w:pPr>
      <w:r w:rsidRPr="001664AD">
        <w:lastRenderedPageBreak/>
        <w:t>M</w:t>
      </w:r>
    </w:p>
    <w:p w14:paraId="7170A035" w14:textId="1E4C0F3D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Mailing address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6</w:t>
      </w:r>
    </w:p>
    <w:p w14:paraId="08BF0E03" w14:textId="66F158F2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Medical research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18</w:t>
      </w:r>
    </w:p>
    <w:p w14:paraId="24894D34" w14:textId="53EE282F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Medical research organization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18</w:t>
      </w:r>
    </w:p>
    <w:p w14:paraId="784EF24C" w14:textId="72887EF8" w:rsidR="001664AD" w:rsidRPr="001664AD" w:rsidRDefault="001664AD" w:rsidP="001664AD">
      <w:pPr>
        <w:pStyle w:val="Body"/>
        <w:rPr>
          <w:color w:val="0056A2"/>
        </w:rPr>
      </w:pPr>
      <w:r w:rsidRPr="001664AD">
        <w:rPr>
          <w:color w:val="221E1F"/>
        </w:rPr>
        <w:t>Month and annual accounting period</w:t>
      </w:r>
      <w:r w:rsidR="00C731E6">
        <w:rPr>
          <w:color w:val="221E1F"/>
        </w:rPr>
        <w:t xml:space="preserve"> </w:t>
      </w:r>
      <w:r w:rsidRPr="001664AD">
        <w:rPr>
          <w:color w:val="0056A2"/>
        </w:rPr>
        <w:t>6</w:t>
      </w:r>
    </w:p>
    <w:p w14:paraId="26A5EAC2" w14:textId="77777777" w:rsidR="001664AD" w:rsidRPr="001664AD" w:rsidRDefault="001664AD" w:rsidP="00C731E6">
      <w:pPr>
        <w:pStyle w:val="Heading2"/>
      </w:pPr>
    </w:p>
    <w:p w14:paraId="190468EB" w14:textId="77777777" w:rsidR="001664AD" w:rsidRPr="001664AD" w:rsidRDefault="001664AD" w:rsidP="00C731E6">
      <w:pPr>
        <w:pStyle w:val="Heading2"/>
      </w:pPr>
      <w:r w:rsidRPr="001664AD">
        <w:t>N</w:t>
      </w:r>
    </w:p>
    <w:p w14:paraId="5939BFBC" w14:textId="797BDF82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NASCO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177D6A43" w14:textId="203A8254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NTEE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37</w:t>
      </w:r>
    </w:p>
    <w:p w14:paraId="337B696D" w14:textId="77777777" w:rsidR="00C731E6" w:rsidRDefault="00C731E6" w:rsidP="00C731E6">
      <w:pPr>
        <w:pStyle w:val="Heading2"/>
      </w:pPr>
    </w:p>
    <w:p w14:paraId="742824B6" w14:textId="7FA68CFB" w:rsidR="001664AD" w:rsidRPr="001664AD" w:rsidRDefault="001664AD" w:rsidP="00C731E6">
      <w:pPr>
        <w:pStyle w:val="Heading2"/>
      </w:pPr>
      <w:r w:rsidRPr="001664AD">
        <w:t>O</w:t>
      </w:r>
    </w:p>
    <w:p w14:paraId="43155453" w14:textId="20885856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Operated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2450D7E2" w14:textId="29B197A3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Qualification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4C76C9E0" w14:textId="1D130B21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Organizational structure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6</w:t>
      </w:r>
    </w:p>
    <w:p w14:paraId="042B68E0" w14:textId="7E9EAC54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Organized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10630C54" w14:textId="28460D53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lastRenderedPageBreak/>
        <w:t>Qualification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42DCB9C6" w14:textId="2279F7E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Organizing document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28CFB0CE" w14:textId="3C282F16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Dissolution clause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8</w:t>
      </w:r>
    </w:p>
    <w:p w14:paraId="42BE9A70" w14:textId="6CA3347C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Purpose clause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7</w:t>
      </w:r>
    </w:p>
    <w:p w14:paraId="25379F18" w14:textId="4C215C8D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Required provisions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proofErr w:type="gramStart"/>
      <w:r w:rsidRPr="001664AD">
        <w:rPr>
          <w:rFonts w:ascii="Verdana"/>
          <w:color w:val="0056A2"/>
          <w:sz w:val="40"/>
          <w:szCs w:val="40"/>
        </w:rPr>
        <w:t>7</w:t>
      </w:r>
      <w:proofErr w:type="gramEnd"/>
    </w:p>
    <w:p w14:paraId="61DF1E7A" w14:textId="36E86F74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Unincorporated association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7</w:t>
      </w:r>
    </w:p>
    <w:p w14:paraId="47A12874" w14:textId="77777777" w:rsidR="001664AD" w:rsidRPr="001664AD" w:rsidRDefault="001664AD" w:rsidP="00C731E6">
      <w:pPr>
        <w:pStyle w:val="Heading2"/>
      </w:pPr>
    </w:p>
    <w:p w14:paraId="0C99C6D5" w14:textId="77777777" w:rsidR="001664AD" w:rsidRPr="001664AD" w:rsidRDefault="001664AD" w:rsidP="00C731E6">
      <w:pPr>
        <w:pStyle w:val="Heading2"/>
      </w:pPr>
      <w:r w:rsidRPr="001664AD">
        <w:t>P</w:t>
      </w:r>
    </w:p>
    <w:p w14:paraId="026D80F2" w14:textId="1CCED5A0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 xml:space="preserve">Past, </w:t>
      </w:r>
      <w:proofErr w:type="gramStart"/>
      <w:r w:rsidRPr="001664AD">
        <w:rPr>
          <w:rFonts w:ascii="Verdana"/>
          <w:color w:val="221E1F"/>
          <w:sz w:val="40"/>
          <w:szCs w:val="40"/>
        </w:rPr>
        <w:t>present</w:t>
      </w:r>
      <w:proofErr w:type="gramEnd"/>
      <w:r w:rsidRPr="001664AD">
        <w:rPr>
          <w:rFonts w:ascii="Verdana"/>
          <w:color w:val="221E1F"/>
          <w:sz w:val="40"/>
          <w:szCs w:val="40"/>
        </w:rPr>
        <w:t xml:space="preserve"> and planned activities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3</w:t>
      </w:r>
    </w:p>
    <w:p w14:paraId="3DF873CB" w14:textId="45E61C16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Pay.gov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6</w:t>
      </w:r>
    </w:p>
    <w:p w14:paraId="7F7F0F35" w14:textId="27D0645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Person to contact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proofErr w:type="gramStart"/>
      <w:r w:rsidRPr="001664AD">
        <w:rPr>
          <w:rFonts w:ascii="Verdana"/>
          <w:color w:val="0056A2"/>
          <w:sz w:val="40"/>
          <w:szCs w:val="40"/>
        </w:rPr>
        <w:t>6</w:t>
      </w:r>
      <w:proofErr w:type="gramEnd"/>
    </w:p>
    <w:p w14:paraId="48775AA4" w14:textId="00A62A1D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Political campaign intervention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25DD1F1F" w14:textId="01AA391C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Predecessor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22</w:t>
      </w:r>
    </w:p>
    <w:p w14:paraId="2EFF9E10" w14:textId="7A5D9ED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Private foundations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1F5F8F53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processing the application:</w:t>
      </w:r>
    </w:p>
    <w:p w14:paraId="300A2FE1" w14:textId="74A3A83B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Expedite requests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proofErr w:type="gramStart"/>
      <w:r w:rsidRPr="001664AD">
        <w:rPr>
          <w:rFonts w:ascii="Verdana"/>
          <w:color w:val="0056A2"/>
          <w:sz w:val="40"/>
          <w:szCs w:val="40"/>
        </w:rPr>
        <w:t>3</w:t>
      </w:r>
      <w:proofErr w:type="gramEnd"/>
    </w:p>
    <w:p w14:paraId="11DBA495" w14:textId="4579D658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lastRenderedPageBreak/>
        <w:t>Public charities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32459370" w14:textId="6E20D1FF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Public charities and private foundations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32360914" w14:textId="7C251048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Public inspection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4</w:t>
      </w:r>
    </w:p>
    <w:p w14:paraId="5E07127D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Purpose clause:</w:t>
      </w:r>
    </w:p>
    <w:p w14:paraId="505D3786" w14:textId="34EE82AF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Charitable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7</w:t>
      </w:r>
    </w:p>
    <w:p w14:paraId="64DDD587" w14:textId="77777777" w:rsidR="00C731E6" w:rsidRDefault="00C731E6" w:rsidP="00C731E6">
      <w:pPr>
        <w:pStyle w:val="Heading2"/>
      </w:pPr>
    </w:p>
    <w:p w14:paraId="50E25AB3" w14:textId="3D183609" w:rsidR="001664AD" w:rsidRPr="001664AD" w:rsidRDefault="001664AD" w:rsidP="00C731E6">
      <w:pPr>
        <w:pStyle w:val="Heading2"/>
      </w:pPr>
      <w:r w:rsidRPr="001664AD">
        <w:t>Q</w:t>
      </w:r>
    </w:p>
    <w:p w14:paraId="16BE598D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Qualification:</w:t>
      </w:r>
    </w:p>
    <w:p w14:paraId="1F7E2581" w14:textId="2D558937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Operated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457190F1" w14:textId="457DCF68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Organized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30D2478A" w14:textId="068AAD1D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Political campaign intervention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0E0F58BF" w14:textId="111FED55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Qualifications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7DCC422B" w14:textId="77777777" w:rsidR="001664AD" w:rsidRPr="001664AD" w:rsidRDefault="001664AD" w:rsidP="00C731E6">
      <w:pPr>
        <w:pStyle w:val="Heading2"/>
      </w:pPr>
    </w:p>
    <w:p w14:paraId="201360F6" w14:textId="77777777" w:rsidR="001664AD" w:rsidRPr="001664AD" w:rsidRDefault="001664AD" w:rsidP="00C731E6">
      <w:pPr>
        <w:pStyle w:val="Heading2"/>
      </w:pPr>
      <w:r w:rsidRPr="001664AD">
        <w:t>R</w:t>
      </w:r>
    </w:p>
    <w:p w14:paraId="227B823A" w14:textId="10E08769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Representation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4</w:t>
      </w:r>
    </w:p>
    <w:p w14:paraId="773FC222" w14:textId="10B77D19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Form 2848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4</w:t>
      </w:r>
    </w:p>
    <w:p w14:paraId="5A0E824A" w14:textId="6A46D32A" w:rsidR="001664AD" w:rsidRPr="001664AD" w:rsidRDefault="001664AD" w:rsidP="00C731E6">
      <w:pPr>
        <w:pStyle w:val="Body"/>
        <w:ind w:left="720"/>
        <w:rPr>
          <w:color w:val="0056A2"/>
        </w:rPr>
      </w:pPr>
      <w:r w:rsidRPr="001664AD">
        <w:rPr>
          <w:color w:val="221E1F"/>
        </w:rPr>
        <w:lastRenderedPageBreak/>
        <w:t>Form 8821</w:t>
      </w:r>
      <w:r w:rsidR="00C731E6">
        <w:rPr>
          <w:color w:val="221E1F"/>
        </w:rPr>
        <w:t xml:space="preserve"> </w:t>
      </w:r>
      <w:r w:rsidRPr="001664AD">
        <w:rPr>
          <w:color w:val="0056A2"/>
        </w:rPr>
        <w:t>4</w:t>
      </w:r>
    </w:p>
    <w:p w14:paraId="2336ABFC" w14:textId="77777777" w:rsidR="001664AD" w:rsidRPr="001664AD" w:rsidRDefault="001664AD" w:rsidP="00C731E6">
      <w:pPr>
        <w:pStyle w:val="Heading2"/>
      </w:pPr>
    </w:p>
    <w:p w14:paraId="03709846" w14:textId="77777777" w:rsidR="001664AD" w:rsidRPr="001664AD" w:rsidRDefault="001664AD" w:rsidP="00C731E6">
      <w:pPr>
        <w:pStyle w:val="Heading2"/>
      </w:pPr>
      <w:r w:rsidRPr="001664AD">
        <w:t>S</w:t>
      </w:r>
    </w:p>
    <w:p w14:paraId="118E71FA" w14:textId="3A1FDD1B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Sample conflict of interest policy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25</w:t>
      </w:r>
    </w:p>
    <w:p w14:paraId="20B72E4F" w14:textId="73722F65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Scholarships, fellowships, grants, loans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22</w:t>
      </w:r>
    </w:p>
    <w:p w14:paraId="2E783FCD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School:</w:t>
      </w:r>
    </w:p>
    <w:p w14:paraId="563470AA" w14:textId="7E9126AE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Racially nondiscriminatory policy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17</w:t>
      </w:r>
    </w:p>
    <w:p w14:paraId="34D317C1" w14:textId="2185DE1E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School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17</w:t>
      </w:r>
    </w:p>
    <w:p w14:paraId="21431378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Section 501(c)(3) organization:</w:t>
      </w:r>
    </w:p>
    <w:p w14:paraId="254E9998" w14:textId="27A6F6F2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Eligibility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</w:t>
      </w:r>
    </w:p>
    <w:p w14:paraId="53671C22" w14:textId="4B5C77C8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Private foundations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35AF1BDE" w14:textId="356C13A4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Public charities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19CCF37C" w14:textId="0E3A4835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Public charities and private foundations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66A59BBC" w14:textId="6CF0D39F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Qualifications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7A546445" w14:textId="6DF367B4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Recognition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1</w:t>
      </w:r>
    </w:p>
    <w:p w14:paraId="12979744" w14:textId="2DDE68CA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Signature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4</w:t>
      </w:r>
    </w:p>
    <w:p w14:paraId="5C92CA44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lastRenderedPageBreak/>
        <w:t>State registration:</w:t>
      </w:r>
    </w:p>
    <w:p w14:paraId="0666863F" w14:textId="4866E5B9" w:rsidR="001664AD" w:rsidRPr="001664AD" w:rsidRDefault="001664AD" w:rsidP="00C731E6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NASCO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</w:t>
      </w:r>
    </w:p>
    <w:p w14:paraId="2638D5D0" w14:textId="702EA6A5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States with section 508(e) provisions</w:t>
      </w:r>
      <w:r w:rsidR="00C731E6">
        <w:rPr>
          <w:rFonts w:ascii="Verdana"/>
          <w:color w:val="221E1F"/>
          <w:sz w:val="40"/>
          <w:szCs w:val="40"/>
        </w:rPr>
        <w:t xml:space="preserve">     </w:t>
      </w:r>
      <w:r w:rsidRPr="001664AD">
        <w:rPr>
          <w:rFonts w:ascii="Verdana"/>
          <w:color w:val="0056A2"/>
          <w:sz w:val="40"/>
          <w:szCs w:val="40"/>
        </w:rPr>
        <w:t>27</w:t>
      </w:r>
    </w:p>
    <w:p w14:paraId="6D6F4581" w14:textId="48BBE9DF" w:rsidR="001664AD" w:rsidRPr="001664AD" w:rsidRDefault="001664AD" w:rsidP="00C731E6">
      <w:pPr>
        <w:pStyle w:val="Default"/>
        <w:spacing w:before="240" w:after="240" w:line="276" w:lineRule="auto"/>
        <w:ind w:left="720" w:hanging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States with statutory provisions satisfying the requirements of section 508(e)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proofErr w:type="gramStart"/>
      <w:r w:rsidRPr="001664AD">
        <w:rPr>
          <w:rFonts w:ascii="Verdana"/>
          <w:color w:val="0056A2"/>
          <w:sz w:val="40"/>
          <w:szCs w:val="40"/>
        </w:rPr>
        <w:t>27</w:t>
      </w:r>
      <w:proofErr w:type="gramEnd"/>
    </w:p>
    <w:p w14:paraId="60CA67DD" w14:textId="6C07F96F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Successor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22</w:t>
      </w:r>
    </w:p>
    <w:p w14:paraId="4FFF68D1" w14:textId="08F906F9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Supporting organization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20</w:t>
      </w:r>
    </w:p>
    <w:p w14:paraId="14650A79" w14:textId="77777777" w:rsidR="001664AD" w:rsidRPr="001664AD" w:rsidRDefault="001664AD" w:rsidP="00C731E6">
      <w:pPr>
        <w:pStyle w:val="Heading2"/>
      </w:pPr>
    </w:p>
    <w:p w14:paraId="034F70B1" w14:textId="77777777" w:rsidR="001664AD" w:rsidRPr="001664AD" w:rsidRDefault="001664AD" w:rsidP="00C731E6">
      <w:pPr>
        <w:pStyle w:val="Heading2"/>
      </w:pPr>
      <w:r w:rsidRPr="001664AD">
        <w:t>T</w:t>
      </w:r>
    </w:p>
    <w:p w14:paraId="19A2FAA3" w14:textId="548D2472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Trust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7</w:t>
      </w:r>
    </w:p>
    <w:p w14:paraId="1C760BDF" w14:textId="77777777" w:rsidR="001664AD" w:rsidRPr="001664AD" w:rsidRDefault="001664AD" w:rsidP="00C731E6">
      <w:pPr>
        <w:pStyle w:val="Heading2"/>
      </w:pPr>
    </w:p>
    <w:p w14:paraId="77B22D85" w14:textId="77777777" w:rsidR="001664AD" w:rsidRPr="001664AD" w:rsidRDefault="001664AD" w:rsidP="00C731E6">
      <w:pPr>
        <w:pStyle w:val="Heading2"/>
      </w:pPr>
      <w:r w:rsidRPr="001664AD">
        <w:t>U</w:t>
      </w:r>
    </w:p>
    <w:p w14:paraId="09893A69" w14:textId="45BC06C6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Unincorporated association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7</w:t>
      </w:r>
    </w:p>
    <w:p w14:paraId="7092819E" w14:textId="595CC035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United States territories and possessions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6</w:t>
      </w:r>
    </w:p>
    <w:p w14:paraId="3F83826F" w14:textId="564688C5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User fee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r w:rsidRPr="001664AD">
        <w:rPr>
          <w:rFonts w:ascii="Verdana"/>
          <w:color w:val="0056A2"/>
          <w:sz w:val="40"/>
          <w:szCs w:val="40"/>
        </w:rPr>
        <w:t>3</w:t>
      </w:r>
    </w:p>
    <w:p w14:paraId="332FB5DD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0056A2"/>
          <w:sz w:val="40"/>
          <w:szCs w:val="40"/>
        </w:rPr>
      </w:pPr>
    </w:p>
    <w:p w14:paraId="4860BB72" w14:textId="77777777" w:rsidR="001664AD" w:rsidRPr="001664AD" w:rsidRDefault="001664AD" w:rsidP="00C731E6">
      <w:pPr>
        <w:pStyle w:val="Heading2"/>
      </w:pPr>
      <w:r w:rsidRPr="001664AD">
        <w:lastRenderedPageBreak/>
        <w:t>W</w:t>
      </w:r>
    </w:p>
    <w:p w14:paraId="4203EE4A" w14:textId="77777777" w:rsidR="001664AD" w:rsidRPr="001664AD" w:rsidRDefault="001664AD" w:rsidP="001664AD">
      <w:pPr>
        <w:pStyle w:val="Default"/>
        <w:spacing w:before="240" w:after="240" w:line="276" w:lineRule="auto"/>
        <w:rPr>
          <w:rFonts w:ascii="Verdana"/>
          <w:color w:val="221E1F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What to file:</w:t>
      </w:r>
    </w:p>
    <w:p w14:paraId="2BD9599C" w14:textId="6AF9CD66" w:rsidR="001664AD" w:rsidRPr="001664AD" w:rsidRDefault="001664AD" w:rsidP="00BF0937">
      <w:pPr>
        <w:pStyle w:val="Default"/>
        <w:spacing w:before="240" w:after="240" w:line="276" w:lineRule="auto"/>
        <w:ind w:left="720"/>
        <w:rPr>
          <w:rFonts w:ascii="Verdana"/>
          <w:color w:val="0056A2"/>
          <w:sz w:val="40"/>
          <w:szCs w:val="40"/>
        </w:rPr>
      </w:pPr>
      <w:r w:rsidRPr="001664AD">
        <w:rPr>
          <w:rFonts w:ascii="Verdana"/>
          <w:color w:val="221E1F"/>
          <w:sz w:val="40"/>
          <w:szCs w:val="40"/>
        </w:rPr>
        <w:t>Required schedules</w:t>
      </w:r>
      <w:r w:rsidR="00C731E6">
        <w:rPr>
          <w:rFonts w:ascii="Verdana"/>
          <w:color w:val="221E1F"/>
          <w:sz w:val="40"/>
          <w:szCs w:val="40"/>
        </w:rPr>
        <w:t xml:space="preserve"> </w:t>
      </w:r>
      <w:proofErr w:type="gramStart"/>
      <w:r w:rsidRPr="001664AD">
        <w:rPr>
          <w:rFonts w:ascii="Verdana"/>
          <w:color w:val="0056A2"/>
          <w:sz w:val="40"/>
          <w:szCs w:val="40"/>
        </w:rPr>
        <w:t>3</w:t>
      </w:r>
      <w:proofErr w:type="gramEnd"/>
    </w:p>
    <w:p w14:paraId="41ECC603" w14:textId="0C49A81C" w:rsidR="001664AD" w:rsidRDefault="001664AD" w:rsidP="001664AD">
      <w:pPr>
        <w:pStyle w:val="Body"/>
        <w:rPr>
          <w:color w:val="0056A2"/>
        </w:rPr>
      </w:pPr>
      <w:r w:rsidRPr="001664AD">
        <w:rPr>
          <w:color w:val="221E1F"/>
        </w:rPr>
        <w:t>When to file</w:t>
      </w:r>
      <w:r w:rsidR="00C731E6">
        <w:rPr>
          <w:color w:val="221E1F"/>
        </w:rPr>
        <w:t xml:space="preserve"> </w:t>
      </w:r>
      <w:r w:rsidRPr="001664AD">
        <w:rPr>
          <w:color w:val="0056A2"/>
        </w:rPr>
        <w:t>4</w:t>
      </w:r>
    </w:p>
    <w:p w14:paraId="16740732" w14:textId="6E3FE421" w:rsidR="00C2433B" w:rsidRDefault="00C2433B">
      <w:pPr>
        <w:widowControl/>
        <w:autoSpaceDE/>
        <w:autoSpaceDN/>
        <w:spacing w:before="240" w:after="240"/>
        <w:rPr>
          <w:rFonts w:ascii="Verdana" w:eastAsiaTheme="minorHAnsi" w:hAnsi="Verdana" w:cstheme="minorBidi"/>
          <w:sz w:val="40"/>
          <w:szCs w:val="40"/>
        </w:rPr>
      </w:pPr>
      <w:r>
        <w:br w:type="page"/>
      </w:r>
    </w:p>
    <w:p w14:paraId="241FCB23" w14:textId="345EED40" w:rsidR="00C2433B" w:rsidRPr="001664AD" w:rsidRDefault="00C2433B" w:rsidP="00C2433B">
      <w:pPr>
        <w:pStyle w:val="Body"/>
        <w:jc w:val="center"/>
      </w:pPr>
      <w:r>
        <w:lastRenderedPageBreak/>
        <w:t xml:space="preserve">This page is intentionally left </w:t>
      </w:r>
      <w:proofErr w:type="gramStart"/>
      <w:r>
        <w:t>blank</w:t>
      </w:r>
      <w:proofErr w:type="gramEnd"/>
    </w:p>
    <w:sectPr w:rsidR="00C2433B" w:rsidRPr="001664AD" w:rsidSect="007234CE">
      <w:type w:val="continuous"/>
      <w:pgSz w:w="12240" w:h="15840" w:code="1"/>
      <w:pgMar w:top="1440" w:right="1440" w:bottom="1440" w:left="1440" w:header="0" w:footer="62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C7E9F" w14:textId="77777777" w:rsidR="007234CE" w:rsidRDefault="007234CE" w:rsidP="00AB0E62">
      <w:r>
        <w:separator/>
      </w:r>
    </w:p>
  </w:endnote>
  <w:endnote w:type="continuationSeparator" w:id="0">
    <w:p w14:paraId="5D973CD2" w14:textId="77777777" w:rsidR="007234CE" w:rsidRDefault="007234CE" w:rsidP="00AB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Helvetica World">
    <w:altName w:val="Yu Gothic"/>
    <w:panose1 w:val="00000000000000000000"/>
    <w:charset w:val="00"/>
    <w:family w:val="swiss"/>
    <w:notTrueType/>
    <w:pitch w:val="default"/>
    <w:sig w:usb0="20000203" w:usb1="080F0000" w:usb2="00000010" w:usb3="00000000" w:csb0="001201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10805" w14:textId="77777777" w:rsidR="00000000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79744" behindDoc="1" locked="0" layoutInCell="1" allowOverlap="1" wp14:anchorId="142865D8" wp14:editId="6CD7D539">
              <wp:simplePos x="0" y="0"/>
              <wp:positionH relativeFrom="page">
                <wp:posOffset>3769562</wp:posOffset>
              </wp:positionH>
              <wp:positionV relativeFrom="page">
                <wp:posOffset>9521494</wp:posOffset>
              </wp:positionV>
              <wp:extent cx="233679" cy="189230"/>
              <wp:effectExtent l="0" t="0" r="0" b="0"/>
              <wp:wrapNone/>
              <wp:docPr id="265" name="Textbox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679" cy="1892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AE9099" w14:textId="77777777" w:rsidR="00000000" w:rsidRDefault="00000000">
                          <w:pPr>
                            <w:pStyle w:val="BodyText"/>
                            <w:spacing w:before="33"/>
                            <w:ind w:left="20"/>
                            <w:rPr>
                              <w:rFonts w:ascii="Arial Black"/>
                            </w:rPr>
                          </w:pPr>
                          <w:r>
                            <w:rPr>
                              <w:rFonts w:ascii="Arial Black"/>
                              <w:color w:val="231F20"/>
                              <w:spacing w:val="-2"/>
                            </w:rPr>
                            <w:t>-</w:t>
                          </w:r>
                          <w:r>
                            <w:rPr>
                              <w:rFonts w:ascii="Arial Black"/>
                              <w:color w:val="231F20"/>
                              <w:spacing w:val="-9"/>
                            </w:rPr>
                            <w:fldChar w:fldCharType="begin"/>
                          </w:r>
                          <w:r>
                            <w:rPr>
                              <w:rFonts w:ascii="Arial Black"/>
                              <w:color w:val="231F20"/>
                              <w:spacing w:val="-9"/>
                            </w:rPr>
                            <w:instrText xml:space="preserve"> PAGE </w:instrText>
                          </w:r>
                          <w:r>
                            <w:rPr>
                              <w:rFonts w:ascii="Arial Black"/>
                              <w:color w:val="231F20"/>
                              <w:spacing w:val="-9"/>
                            </w:rPr>
                            <w:fldChar w:fldCharType="separate"/>
                          </w:r>
                          <w:r>
                            <w:rPr>
                              <w:rFonts w:ascii="Arial Black"/>
                              <w:color w:val="231F20"/>
                              <w:spacing w:val="-9"/>
                            </w:rPr>
                            <w:t>26</w:t>
                          </w:r>
                          <w:r>
                            <w:rPr>
                              <w:rFonts w:ascii="Arial Black"/>
                              <w:color w:val="231F20"/>
                              <w:spacing w:val="-9"/>
                            </w:rPr>
                            <w:fldChar w:fldCharType="end"/>
                          </w:r>
                          <w:r>
                            <w:rPr>
                              <w:rFonts w:ascii="Arial Black"/>
                              <w:color w:val="231F20"/>
                              <w:spacing w:val="-9"/>
                            </w:rPr>
                            <w:t>-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2865D8" id="_x0000_t202" coordsize="21600,21600" o:spt="202" path="m,l,21600r21600,l21600,xe">
              <v:stroke joinstyle="miter"/>
              <v:path gradientshapeok="t" o:connecttype="rect"/>
            </v:shapetype>
            <v:shape id="Textbox 265" o:spid="_x0000_s1027" type="#_x0000_t202" style="position:absolute;margin-left:296.8pt;margin-top:749.7pt;width:18.4pt;height:14.9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" filled="f" stroked="f">
              <v:textbox inset="0,0,0,0">
                <w:txbxContent>
                  <w:p w14:paraId="58AE9099" w14:textId="77777777" w:rsidR="00000000" w:rsidRDefault="00000000">
                    <w:pPr>
                      <w:pStyle w:val="BodyText"/>
                      <w:spacing w:before="33"/>
                      <w:ind w:left="20"/>
                      <w:rPr>
                        <w:rFonts w:ascii="Arial Black"/>
                      </w:rPr>
                    </w:pPr>
                    <w:r>
                      <w:rPr>
                        <w:rFonts w:ascii="Arial Black"/>
                        <w:color w:val="231F20"/>
                        <w:spacing w:val="-2"/>
                      </w:rPr>
                      <w:t>-</w:t>
                    </w:r>
                    <w:r>
                      <w:rPr>
                        <w:rFonts w:ascii="Arial Black"/>
                        <w:color w:val="231F20"/>
                        <w:spacing w:val="-9"/>
                      </w:rPr>
                      <w:fldChar w:fldCharType="begin"/>
                    </w:r>
                    <w:r>
                      <w:rPr>
                        <w:rFonts w:ascii="Arial Black"/>
                        <w:color w:val="231F20"/>
                        <w:spacing w:val="-9"/>
                      </w:rPr>
                      <w:instrText xml:space="preserve"> PAGE </w:instrText>
                    </w:r>
                    <w:r>
                      <w:rPr>
                        <w:rFonts w:ascii="Arial Black"/>
                        <w:color w:val="231F20"/>
                        <w:spacing w:val="-9"/>
                      </w:rPr>
                      <w:fldChar w:fldCharType="separate"/>
                    </w:r>
                    <w:r>
                      <w:rPr>
                        <w:rFonts w:ascii="Arial Black"/>
                        <w:color w:val="231F20"/>
                        <w:spacing w:val="-9"/>
                      </w:rPr>
                      <w:t>26</w:t>
                    </w:r>
                    <w:r>
                      <w:rPr>
                        <w:rFonts w:ascii="Arial Black"/>
                        <w:color w:val="231F20"/>
                        <w:spacing w:val="-9"/>
                      </w:rPr>
                      <w:fldChar w:fldCharType="end"/>
                    </w:r>
                    <w:r>
                      <w:rPr>
                        <w:rFonts w:ascii="Arial Black"/>
                        <w:color w:val="231F20"/>
                        <w:spacing w:val="-9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0025002"/>
      <w:docPartObj>
        <w:docPartGallery w:val="Page Numbers (Bottom of Page)"/>
        <w:docPartUnique/>
      </w:docPartObj>
    </w:sdtPr>
    <w:sdtEndPr>
      <w:rPr>
        <w:rFonts w:ascii="Verdana" w:hAnsi="Verdana"/>
        <w:b/>
        <w:bCs/>
        <w:noProof/>
        <w:sz w:val="32"/>
        <w:szCs w:val="32"/>
      </w:rPr>
    </w:sdtEndPr>
    <w:sdtContent>
      <w:p w14:paraId="275CB5D9" w14:textId="4DBCFFB9" w:rsidR="00AB0E62" w:rsidRPr="00AB0E62" w:rsidRDefault="00AB0E62">
        <w:pPr>
          <w:pStyle w:val="Footer"/>
          <w:jc w:val="center"/>
          <w:rPr>
            <w:rFonts w:ascii="Verdana" w:hAnsi="Verdana"/>
            <w:b/>
            <w:bCs/>
            <w:sz w:val="32"/>
            <w:szCs w:val="32"/>
          </w:rPr>
        </w:pPr>
        <w:r w:rsidRPr="00AB0E62">
          <w:rPr>
            <w:rFonts w:ascii="Verdana" w:hAnsi="Verdana"/>
            <w:b/>
            <w:bCs/>
            <w:sz w:val="32"/>
            <w:szCs w:val="32"/>
          </w:rPr>
          <w:fldChar w:fldCharType="begin"/>
        </w:r>
        <w:r w:rsidRPr="00AB0E62">
          <w:rPr>
            <w:rFonts w:ascii="Verdana" w:hAnsi="Verdana"/>
            <w:b/>
            <w:bCs/>
            <w:sz w:val="32"/>
            <w:szCs w:val="32"/>
          </w:rPr>
          <w:instrText xml:space="preserve"> PAGE   \* MERGEFORMAT </w:instrText>
        </w:r>
        <w:r w:rsidRPr="00AB0E62">
          <w:rPr>
            <w:rFonts w:ascii="Verdana" w:hAnsi="Verdana"/>
            <w:b/>
            <w:bCs/>
            <w:sz w:val="32"/>
            <w:szCs w:val="32"/>
          </w:rPr>
          <w:fldChar w:fldCharType="separate"/>
        </w:r>
        <w:r w:rsidRPr="00AB0E62">
          <w:rPr>
            <w:rFonts w:ascii="Verdana" w:hAnsi="Verdana"/>
            <w:b/>
            <w:bCs/>
            <w:noProof/>
            <w:sz w:val="32"/>
            <w:szCs w:val="32"/>
          </w:rPr>
          <w:t>2</w:t>
        </w:r>
        <w:r w:rsidRPr="00AB0E62">
          <w:rPr>
            <w:rFonts w:ascii="Verdana" w:hAnsi="Verdana"/>
            <w:b/>
            <w:bCs/>
            <w:noProof/>
            <w:sz w:val="32"/>
            <w:szCs w:val="32"/>
          </w:rPr>
          <w:fldChar w:fldCharType="end"/>
        </w:r>
      </w:p>
    </w:sdtContent>
  </w:sdt>
  <w:p w14:paraId="3FDE2C84" w14:textId="299EE5EA" w:rsidR="00000000" w:rsidRDefault="00000000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1287B" w14:textId="77777777" w:rsidR="007234CE" w:rsidRDefault="007234CE" w:rsidP="00AB0E62">
      <w:r>
        <w:separator/>
      </w:r>
    </w:p>
  </w:footnote>
  <w:footnote w:type="continuationSeparator" w:id="0">
    <w:p w14:paraId="1399EFD6" w14:textId="77777777" w:rsidR="007234CE" w:rsidRDefault="007234CE" w:rsidP="00AB0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A8EE2C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75A6E4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DA3F7B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7641CF7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D5EE44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F91766E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BF94F9B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0A792F3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41191C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7B00E01"/>
    <w:multiLevelType w:val="hybridMultilevel"/>
    <w:tmpl w:val="EAC06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615F6D"/>
    <w:multiLevelType w:val="hybridMultilevel"/>
    <w:tmpl w:val="36DE4268"/>
    <w:lvl w:ilvl="0" w:tplc="EF2E81A0">
      <w:start w:val="3"/>
      <w:numFmt w:val="decimal"/>
      <w:lvlText w:val="(%1)"/>
      <w:lvlJc w:val="left"/>
      <w:pPr>
        <w:ind w:left="701" w:hanging="22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16"/>
        <w:szCs w:val="16"/>
        <w:lang w:val="en-US" w:eastAsia="en-US" w:bidi="ar-SA"/>
      </w:rPr>
    </w:lvl>
    <w:lvl w:ilvl="1" w:tplc="3788D22E">
      <w:numFmt w:val="bullet"/>
      <w:lvlText w:val="•"/>
      <w:lvlJc w:val="left"/>
      <w:pPr>
        <w:ind w:left="982" w:hanging="221"/>
      </w:pPr>
      <w:rPr>
        <w:rFonts w:hint="default"/>
        <w:lang w:val="en-US" w:eastAsia="en-US" w:bidi="ar-SA"/>
      </w:rPr>
    </w:lvl>
    <w:lvl w:ilvl="2" w:tplc="D16CC03E">
      <w:numFmt w:val="bullet"/>
      <w:lvlText w:val="•"/>
      <w:lvlJc w:val="left"/>
      <w:pPr>
        <w:ind w:left="1264" w:hanging="221"/>
      </w:pPr>
      <w:rPr>
        <w:rFonts w:hint="default"/>
        <w:lang w:val="en-US" w:eastAsia="en-US" w:bidi="ar-SA"/>
      </w:rPr>
    </w:lvl>
    <w:lvl w:ilvl="3" w:tplc="BBA2D8C6">
      <w:numFmt w:val="bullet"/>
      <w:lvlText w:val="•"/>
      <w:lvlJc w:val="left"/>
      <w:pPr>
        <w:ind w:left="1546" w:hanging="221"/>
      </w:pPr>
      <w:rPr>
        <w:rFonts w:hint="default"/>
        <w:lang w:val="en-US" w:eastAsia="en-US" w:bidi="ar-SA"/>
      </w:rPr>
    </w:lvl>
    <w:lvl w:ilvl="4" w:tplc="C30418A8">
      <w:numFmt w:val="bullet"/>
      <w:lvlText w:val="•"/>
      <w:lvlJc w:val="left"/>
      <w:pPr>
        <w:ind w:left="1828" w:hanging="221"/>
      </w:pPr>
      <w:rPr>
        <w:rFonts w:hint="default"/>
        <w:lang w:val="en-US" w:eastAsia="en-US" w:bidi="ar-SA"/>
      </w:rPr>
    </w:lvl>
    <w:lvl w:ilvl="5" w:tplc="5DF88514">
      <w:numFmt w:val="bullet"/>
      <w:lvlText w:val="•"/>
      <w:lvlJc w:val="left"/>
      <w:pPr>
        <w:ind w:left="2110" w:hanging="221"/>
      </w:pPr>
      <w:rPr>
        <w:rFonts w:hint="default"/>
        <w:lang w:val="en-US" w:eastAsia="en-US" w:bidi="ar-SA"/>
      </w:rPr>
    </w:lvl>
    <w:lvl w:ilvl="6" w:tplc="AF18C2EA">
      <w:numFmt w:val="bullet"/>
      <w:lvlText w:val="•"/>
      <w:lvlJc w:val="left"/>
      <w:pPr>
        <w:ind w:left="2392" w:hanging="221"/>
      </w:pPr>
      <w:rPr>
        <w:rFonts w:hint="default"/>
        <w:lang w:val="en-US" w:eastAsia="en-US" w:bidi="ar-SA"/>
      </w:rPr>
    </w:lvl>
    <w:lvl w:ilvl="7" w:tplc="2F96D388">
      <w:numFmt w:val="bullet"/>
      <w:lvlText w:val="•"/>
      <w:lvlJc w:val="left"/>
      <w:pPr>
        <w:ind w:left="2674" w:hanging="221"/>
      </w:pPr>
      <w:rPr>
        <w:rFonts w:hint="default"/>
        <w:lang w:val="en-US" w:eastAsia="en-US" w:bidi="ar-SA"/>
      </w:rPr>
    </w:lvl>
    <w:lvl w:ilvl="8" w:tplc="A480350E">
      <w:numFmt w:val="bullet"/>
      <w:lvlText w:val="•"/>
      <w:lvlJc w:val="left"/>
      <w:pPr>
        <w:ind w:left="2956" w:hanging="221"/>
      </w:pPr>
      <w:rPr>
        <w:rFonts w:hint="default"/>
        <w:lang w:val="en-US" w:eastAsia="en-US" w:bidi="ar-SA"/>
      </w:rPr>
    </w:lvl>
  </w:abstractNum>
  <w:abstractNum w:abstractNumId="11" w15:restartNumberingAfterBreak="0">
    <w:nsid w:val="0EDFF464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EFA2E42"/>
    <w:multiLevelType w:val="hybridMultilevel"/>
    <w:tmpl w:val="8D7682C4"/>
    <w:lvl w:ilvl="0" w:tplc="2FEE386C">
      <w:start w:val="1"/>
      <w:numFmt w:val="decimal"/>
      <w:lvlText w:val="%1."/>
      <w:lvlJc w:val="left"/>
      <w:pPr>
        <w:ind w:left="120" w:hanging="30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FCE8E70A">
      <w:numFmt w:val="bullet"/>
      <w:lvlText w:val="•"/>
      <w:lvlJc w:val="left"/>
      <w:pPr>
        <w:ind w:left="459" w:hanging="301"/>
      </w:pPr>
      <w:rPr>
        <w:rFonts w:hint="default"/>
        <w:lang w:val="en-US" w:eastAsia="en-US" w:bidi="ar-SA"/>
      </w:rPr>
    </w:lvl>
    <w:lvl w:ilvl="2" w:tplc="1E840BEA">
      <w:numFmt w:val="bullet"/>
      <w:lvlText w:val="•"/>
      <w:lvlJc w:val="left"/>
      <w:pPr>
        <w:ind w:left="799" w:hanging="301"/>
      </w:pPr>
      <w:rPr>
        <w:rFonts w:hint="default"/>
        <w:lang w:val="en-US" w:eastAsia="en-US" w:bidi="ar-SA"/>
      </w:rPr>
    </w:lvl>
    <w:lvl w:ilvl="3" w:tplc="680276B8">
      <w:numFmt w:val="bullet"/>
      <w:lvlText w:val="•"/>
      <w:lvlJc w:val="left"/>
      <w:pPr>
        <w:ind w:left="1139" w:hanging="301"/>
      </w:pPr>
      <w:rPr>
        <w:rFonts w:hint="default"/>
        <w:lang w:val="en-US" w:eastAsia="en-US" w:bidi="ar-SA"/>
      </w:rPr>
    </w:lvl>
    <w:lvl w:ilvl="4" w:tplc="EC80B2DA">
      <w:numFmt w:val="bullet"/>
      <w:lvlText w:val="•"/>
      <w:lvlJc w:val="left"/>
      <w:pPr>
        <w:ind w:left="1478" w:hanging="301"/>
      </w:pPr>
      <w:rPr>
        <w:rFonts w:hint="default"/>
        <w:lang w:val="en-US" w:eastAsia="en-US" w:bidi="ar-SA"/>
      </w:rPr>
    </w:lvl>
    <w:lvl w:ilvl="5" w:tplc="D13806A0">
      <w:numFmt w:val="bullet"/>
      <w:lvlText w:val="•"/>
      <w:lvlJc w:val="left"/>
      <w:pPr>
        <w:ind w:left="1818" w:hanging="301"/>
      </w:pPr>
      <w:rPr>
        <w:rFonts w:hint="default"/>
        <w:lang w:val="en-US" w:eastAsia="en-US" w:bidi="ar-SA"/>
      </w:rPr>
    </w:lvl>
    <w:lvl w:ilvl="6" w:tplc="9EF47D98">
      <w:numFmt w:val="bullet"/>
      <w:lvlText w:val="•"/>
      <w:lvlJc w:val="left"/>
      <w:pPr>
        <w:ind w:left="2158" w:hanging="301"/>
      </w:pPr>
      <w:rPr>
        <w:rFonts w:hint="default"/>
        <w:lang w:val="en-US" w:eastAsia="en-US" w:bidi="ar-SA"/>
      </w:rPr>
    </w:lvl>
    <w:lvl w:ilvl="7" w:tplc="D3782900">
      <w:numFmt w:val="bullet"/>
      <w:lvlText w:val="•"/>
      <w:lvlJc w:val="left"/>
      <w:pPr>
        <w:ind w:left="2498" w:hanging="301"/>
      </w:pPr>
      <w:rPr>
        <w:rFonts w:hint="default"/>
        <w:lang w:val="en-US" w:eastAsia="en-US" w:bidi="ar-SA"/>
      </w:rPr>
    </w:lvl>
    <w:lvl w:ilvl="8" w:tplc="5888C720">
      <w:numFmt w:val="bullet"/>
      <w:lvlText w:val="•"/>
      <w:lvlJc w:val="left"/>
      <w:pPr>
        <w:ind w:left="2837" w:hanging="301"/>
      </w:pPr>
      <w:rPr>
        <w:rFonts w:hint="default"/>
        <w:lang w:val="en-US" w:eastAsia="en-US" w:bidi="ar-SA"/>
      </w:rPr>
    </w:lvl>
  </w:abstractNum>
  <w:abstractNum w:abstractNumId="13" w15:restartNumberingAfterBreak="0">
    <w:nsid w:val="0F10169D"/>
    <w:multiLevelType w:val="hybridMultilevel"/>
    <w:tmpl w:val="87F07C1A"/>
    <w:lvl w:ilvl="0" w:tplc="5524CE7A">
      <w:numFmt w:val="bullet"/>
      <w:lvlText w:val="•"/>
      <w:lvlJc w:val="left"/>
      <w:pPr>
        <w:ind w:left="119" w:hanging="190"/>
      </w:pPr>
      <w:rPr>
        <w:rFonts w:ascii="Arial" w:eastAsia="Arial" w:hAnsi="Arial" w:cs="Arial" w:hint="default"/>
        <w:spacing w:val="0"/>
        <w:w w:val="114"/>
        <w:lang w:val="en-US" w:eastAsia="en-US" w:bidi="ar-SA"/>
      </w:rPr>
    </w:lvl>
    <w:lvl w:ilvl="1" w:tplc="A906CA28">
      <w:numFmt w:val="bullet"/>
      <w:lvlText w:val="•"/>
      <w:lvlJc w:val="left"/>
      <w:pPr>
        <w:ind w:left="472" w:hanging="190"/>
      </w:pPr>
      <w:rPr>
        <w:rFonts w:hint="default"/>
        <w:lang w:val="en-US" w:eastAsia="en-US" w:bidi="ar-SA"/>
      </w:rPr>
    </w:lvl>
    <w:lvl w:ilvl="2" w:tplc="F066062A">
      <w:numFmt w:val="bullet"/>
      <w:lvlText w:val="•"/>
      <w:lvlJc w:val="left"/>
      <w:pPr>
        <w:ind w:left="823" w:hanging="190"/>
      </w:pPr>
      <w:rPr>
        <w:rFonts w:hint="default"/>
        <w:lang w:val="en-US" w:eastAsia="en-US" w:bidi="ar-SA"/>
      </w:rPr>
    </w:lvl>
    <w:lvl w:ilvl="3" w:tplc="E68AD8C6">
      <w:numFmt w:val="bullet"/>
      <w:lvlText w:val="•"/>
      <w:lvlJc w:val="left"/>
      <w:pPr>
        <w:ind w:left="1175" w:hanging="190"/>
      </w:pPr>
      <w:rPr>
        <w:rFonts w:hint="default"/>
        <w:lang w:val="en-US" w:eastAsia="en-US" w:bidi="ar-SA"/>
      </w:rPr>
    </w:lvl>
    <w:lvl w:ilvl="4" w:tplc="AE824662">
      <w:numFmt w:val="bullet"/>
      <w:lvlText w:val="•"/>
      <w:lvlJc w:val="left"/>
      <w:pPr>
        <w:ind w:left="1527" w:hanging="190"/>
      </w:pPr>
      <w:rPr>
        <w:rFonts w:hint="default"/>
        <w:lang w:val="en-US" w:eastAsia="en-US" w:bidi="ar-SA"/>
      </w:rPr>
    </w:lvl>
    <w:lvl w:ilvl="5" w:tplc="A34AC810">
      <w:numFmt w:val="bullet"/>
      <w:lvlText w:val="•"/>
      <w:lvlJc w:val="left"/>
      <w:pPr>
        <w:ind w:left="1879" w:hanging="190"/>
      </w:pPr>
      <w:rPr>
        <w:rFonts w:hint="default"/>
        <w:lang w:val="en-US" w:eastAsia="en-US" w:bidi="ar-SA"/>
      </w:rPr>
    </w:lvl>
    <w:lvl w:ilvl="6" w:tplc="A3324332">
      <w:numFmt w:val="bullet"/>
      <w:lvlText w:val="•"/>
      <w:lvlJc w:val="left"/>
      <w:pPr>
        <w:ind w:left="2231" w:hanging="190"/>
      </w:pPr>
      <w:rPr>
        <w:rFonts w:hint="default"/>
        <w:lang w:val="en-US" w:eastAsia="en-US" w:bidi="ar-SA"/>
      </w:rPr>
    </w:lvl>
    <w:lvl w:ilvl="7" w:tplc="59962DC4">
      <w:numFmt w:val="bullet"/>
      <w:lvlText w:val="•"/>
      <w:lvlJc w:val="left"/>
      <w:pPr>
        <w:ind w:left="2583" w:hanging="190"/>
      </w:pPr>
      <w:rPr>
        <w:rFonts w:hint="default"/>
        <w:lang w:val="en-US" w:eastAsia="en-US" w:bidi="ar-SA"/>
      </w:rPr>
    </w:lvl>
    <w:lvl w:ilvl="8" w:tplc="3992E71E">
      <w:numFmt w:val="bullet"/>
      <w:lvlText w:val="•"/>
      <w:lvlJc w:val="left"/>
      <w:pPr>
        <w:ind w:left="2935" w:hanging="190"/>
      </w:pPr>
      <w:rPr>
        <w:rFonts w:hint="default"/>
        <w:lang w:val="en-US" w:eastAsia="en-US" w:bidi="ar-SA"/>
      </w:rPr>
    </w:lvl>
  </w:abstractNum>
  <w:abstractNum w:abstractNumId="14" w15:restartNumberingAfterBreak="0">
    <w:nsid w:val="0F236D1A"/>
    <w:multiLevelType w:val="hybridMultilevel"/>
    <w:tmpl w:val="FBD01E64"/>
    <w:lvl w:ilvl="0" w:tplc="59464B88">
      <w:start w:val="1"/>
      <w:numFmt w:val="decimal"/>
      <w:lvlText w:val="%1."/>
      <w:lvlJc w:val="left"/>
      <w:pPr>
        <w:ind w:left="720" w:hanging="360"/>
      </w:pPr>
      <w:rPr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185BF5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122941B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1315BC8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1828470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1A1145FB"/>
    <w:multiLevelType w:val="hybridMultilevel"/>
    <w:tmpl w:val="E51631BE"/>
    <w:lvl w:ilvl="0" w:tplc="D188CDE2">
      <w:start w:val="1"/>
      <w:numFmt w:val="decimal"/>
      <w:lvlText w:val="%1."/>
      <w:lvlJc w:val="left"/>
      <w:pPr>
        <w:ind w:left="120" w:hanging="301"/>
      </w:pPr>
      <w:rPr>
        <w:rFonts w:ascii="Arial" w:eastAsia="Arial" w:hAnsi="Arial" w:cs="Arial" w:hint="default"/>
        <w:b w:val="0"/>
        <w:bCs w:val="0"/>
        <w:i/>
        <w:iCs/>
        <w:color w:val="231F20"/>
        <w:spacing w:val="0"/>
        <w:w w:val="100"/>
        <w:sz w:val="18"/>
        <w:szCs w:val="18"/>
        <w:lang w:val="en-US" w:eastAsia="en-US" w:bidi="ar-SA"/>
      </w:rPr>
    </w:lvl>
    <w:lvl w:ilvl="1" w:tplc="D0D071B0">
      <w:numFmt w:val="bullet"/>
      <w:lvlText w:val="•"/>
      <w:lvlJc w:val="left"/>
      <w:pPr>
        <w:ind w:left="457" w:hanging="301"/>
      </w:pPr>
      <w:rPr>
        <w:rFonts w:hint="default"/>
        <w:lang w:val="en-US" w:eastAsia="en-US" w:bidi="ar-SA"/>
      </w:rPr>
    </w:lvl>
    <w:lvl w:ilvl="2" w:tplc="0096D6CE">
      <w:numFmt w:val="bullet"/>
      <w:lvlText w:val="•"/>
      <w:lvlJc w:val="left"/>
      <w:pPr>
        <w:ind w:left="795" w:hanging="301"/>
      </w:pPr>
      <w:rPr>
        <w:rFonts w:hint="default"/>
        <w:lang w:val="en-US" w:eastAsia="en-US" w:bidi="ar-SA"/>
      </w:rPr>
    </w:lvl>
    <w:lvl w:ilvl="3" w:tplc="543A907A">
      <w:numFmt w:val="bullet"/>
      <w:lvlText w:val="•"/>
      <w:lvlJc w:val="left"/>
      <w:pPr>
        <w:ind w:left="1132" w:hanging="301"/>
      </w:pPr>
      <w:rPr>
        <w:rFonts w:hint="default"/>
        <w:lang w:val="en-US" w:eastAsia="en-US" w:bidi="ar-SA"/>
      </w:rPr>
    </w:lvl>
    <w:lvl w:ilvl="4" w:tplc="218E96B0">
      <w:numFmt w:val="bullet"/>
      <w:lvlText w:val="•"/>
      <w:lvlJc w:val="left"/>
      <w:pPr>
        <w:ind w:left="1470" w:hanging="301"/>
      </w:pPr>
      <w:rPr>
        <w:rFonts w:hint="default"/>
        <w:lang w:val="en-US" w:eastAsia="en-US" w:bidi="ar-SA"/>
      </w:rPr>
    </w:lvl>
    <w:lvl w:ilvl="5" w:tplc="8A50A0BA">
      <w:numFmt w:val="bullet"/>
      <w:lvlText w:val="•"/>
      <w:lvlJc w:val="left"/>
      <w:pPr>
        <w:ind w:left="1807" w:hanging="301"/>
      </w:pPr>
      <w:rPr>
        <w:rFonts w:hint="default"/>
        <w:lang w:val="en-US" w:eastAsia="en-US" w:bidi="ar-SA"/>
      </w:rPr>
    </w:lvl>
    <w:lvl w:ilvl="6" w:tplc="6AFA957C">
      <w:numFmt w:val="bullet"/>
      <w:lvlText w:val="•"/>
      <w:lvlJc w:val="left"/>
      <w:pPr>
        <w:ind w:left="2145" w:hanging="301"/>
      </w:pPr>
      <w:rPr>
        <w:rFonts w:hint="default"/>
        <w:lang w:val="en-US" w:eastAsia="en-US" w:bidi="ar-SA"/>
      </w:rPr>
    </w:lvl>
    <w:lvl w:ilvl="7" w:tplc="49525D24">
      <w:numFmt w:val="bullet"/>
      <w:lvlText w:val="•"/>
      <w:lvlJc w:val="left"/>
      <w:pPr>
        <w:ind w:left="2482" w:hanging="301"/>
      </w:pPr>
      <w:rPr>
        <w:rFonts w:hint="default"/>
        <w:lang w:val="en-US" w:eastAsia="en-US" w:bidi="ar-SA"/>
      </w:rPr>
    </w:lvl>
    <w:lvl w:ilvl="8" w:tplc="8D06A9BC">
      <w:numFmt w:val="bullet"/>
      <w:lvlText w:val="•"/>
      <w:lvlJc w:val="left"/>
      <w:pPr>
        <w:ind w:left="2820" w:hanging="301"/>
      </w:pPr>
      <w:rPr>
        <w:rFonts w:hint="default"/>
        <w:lang w:val="en-US" w:eastAsia="en-US" w:bidi="ar-SA"/>
      </w:rPr>
    </w:lvl>
  </w:abstractNum>
  <w:abstractNum w:abstractNumId="20" w15:restartNumberingAfterBreak="0">
    <w:nsid w:val="1A4F7560"/>
    <w:multiLevelType w:val="hybridMultilevel"/>
    <w:tmpl w:val="6E38C0D4"/>
    <w:lvl w:ilvl="0" w:tplc="24066CCC">
      <w:start w:val="1"/>
      <w:numFmt w:val="lowerLetter"/>
      <w:lvlText w:val="%1."/>
      <w:lvlJc w:val="left"/>
      <w:pPr>
        <w:ind w:left="720" w:hanging="360"/>
      </w:pPr>
      <w:rPr>
        <w:b/>
        <w:bCs/>
        <w:sz w:val="40"/>
        <w:szCs w:val="40"/>
      </w:rPr>
    </w:lvl>
    <w:lvl w:ilvl="1" w:tplc="FFFFFFFF">
      <w:start w:val="1"/>
      <w:numFmt w:val="lowerLetter"/>
      <w:lvlText w:val="%2."/>
      <w:lvlJc w:val="left"/>
      <w:pPr>
        <w:ind w:left="1800" w:hanging="72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AE3419"/>
    <w:multiLevelType w:val="hybridMultilevel"/>
    <w:tmpl w:val="D084F6A4"/>
    <w:lvl w:ilvl="0" w:tplc="74846D9E">
      <w:start w:val="1"/>
      <w:numFmt w:val="decimal"/>
      <w:lvlText w:val="%1."/>
      <w:lvlJc w:val="left"/>
      <w:pPr>
        <w:ind w:left="660" w:hanging="30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E5F43DDA">
      <w:numFmt w:val="bullet"/>
      <w:lvlText w:val="•"/>
      <w:lvlJc w:val="left"/>
      <w:pPr>
        <w:ind w:left="958" w:hanging="301"/>
      </w:pPr>
      <w:rPr>
        <w:rFonts w:hint="default"/>
        <w:lang w:val="en-US" w:eastAsia="en-US" w:bidi="ar-SA"/>
      </w:rPr>
    </w:lvl>
    <w:lvl w:ilvl="2" w:tplc="3E269D10">
      <w:numFmt w:val="bullet"/>
      <w:lvlText w:val="•"/>
      <w:lvlJc w:val="left"/>
      <w:pPr>
        <w:ind w:left="1256" w:hanging="301"/>
      </w:pPr>
      <w:rPr>
        <w:rFonts w:hint="default"/>
        <w:lang w:val="en-US" w:eastAsia="en-US" w:bidi="ar-SA"/>
      </w:rPr>
    </w:lvl>
    <w:lvl w:ilvl="3" w:tplc="E7BCB706">
      <w:numFmt w:val="bullet"/>
      <w:lvlText w:val="•"/>
      <w:lvlJc w:val="left"/>
      <w:pPr>
        <w:ind w:left="1554" w:hanging="301"/>
      </w:pPr>
      <w:rPr>
        <w:rFonts w:hint="default"/>
        <w:lang w:val="en-US" w:eastAsia="en-US" w:bidi="ar-SA"/>
      </w:rPr>
    </w:lvl>
    <w:lvl w:ilvl="4" w:tplc="FAEA68EC">
      <w:numFmt w:val="bullet"/>
      <w:lvlText w:val="•"/>
      <w:lvlJc w:val="left"/>
      <w:pPr>
        <w:ind w:left="1852" w:hanging="301"/>
      </w:pPr>
      <w:rPr>
        <w:rFonts w:hint="default"/>
        <w:lang w:val="en-US" w:eastAsia="en-US" w:bidi="ar-SA"/>
      </w:rPr>
    </w:lvl>
    <w:lvl w:ilvl="5" w:tplc="B7D294DE">
      <w:numFmt w:val="bullet"/>
      <w:lvlText w:val="•"/>
      <w:lvlJc w:val="left"/>
      <w:pPr>
        <w:ind w:left="2150" w:hanging="301"/>
      </w:pPr>
      <w:rPr>
        <w:rFonts w:hint="default"/>
        <w:lang w:val="en-US" w:eastAsia="en-US" w:bidi="ar-SA"/>
      </w:rPr>
    </w:lvl>
    <w:lvl w:ilvl="6" w:tplc="7E225166">
      <w:numFmt w:val="bullet"/>
      <w:lvlText w:val="•"/>
      <w:lvlJc w:val="left"/>
      <w:pPr>
        <w:ind w:left="2448" w:hanging="301"/>
      </w:pPr>
      <w:rPr>
        <w:rFonts w:hint="default"/>
        <w:lang w:val="en-US" w:eastAsia="en-US" w:bidi="ar-SA"/>
      </w:rPr>
    </w:lvl>
    <w:lvl w:ilvl="7" w:tplc="11E49966">
      <w:numFmt w:val="bullet"/>
      <w:lvlText w:val="•"/>
      <w:lvlJc w:val="left"/>
      <w:pPr>
        <w:ind w:left="2746" w:hanging="301"/>
      </w:pPr>
      <w:rPr>
        <w:rFonts w:hint="default"/>
        <w:lang w:val="en-US" w:eastAsia="en-US" w:bidi="ar-SA"/>
      </w:rPr>
    </w:lvl>
    <w:lvl w:ilvl="8" w:tplc="51548E0C">
      <w:numFmt w:val="bullet"/>
      <w:lvlText w:val="•"/>
      <w:lvlJc w:val="left"/>
      <w:pPr>
        <w:ind w:left="3044" w:hanging="301"/>
      </w:pPr>
      <w:rPr>
        <w:rFonts w:hint="default"/>
        <w:lang w:val="en-US" w:eastAsia="en-US" w:bidi="ar-SA"/>
      </w:rPr>
    </w:lvl>
  </w:abstractNum>
  <w:abstractNum w:abstractNumId="22" w15:restartNumberingAfterBreak="0">
    <w:nsid w:val="1B705F11"/>
    <w:multiLevelType w:val="hybridMultilevel"/>
    <w:tmpl w:val="99EC9878"/>
    <w:lvl w:ilvl="0" w:tplc="C3ECE480">
      <w:start w:val="1"/>
      <w:numFmt w:val="lowerLetter"/>
      <w:lvlText w:val="%1."/>
      <w:lvlJc w:val="left"/>
      <w:pPr>
        <w:ind w:left="120" w:hanging="243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18"/>
        <w:szCs w:val="18"/>
        <w:lang w:val="en-US" w:eastAsia="en-US" w:bidi="ar-SA"/>
      </w:rPr>
    </w:lvl>
    <w:lvl w:ilvl="1" w:tplc="BD643788">
      <w:start w:val="1"/>
      <w:numFmt w:val="lowerLetter"/>
      <w:lvlText w:val="%2."/>
      <w:lvlJc w:val="left"/>
      <w:pPr>
        <w:ind w:left="439" w:hanging="197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18"/>
        <w:szCs w:val="18"/>
        <w:lang w:val="en-US" w:eastAsia="en-US" w:bidi="ar-SA"/>
      </w:rPr>
    </w:lvl>
    <w:lvl w:ilvl="2" w:tplc="D966B4C2">
      <w:numFmt w:val="bullet"/>
      <w:lvlText w:val="•"/>
      <w:lvlJc w:val="left"/>
      <w:pPr>
        <w:ind w:left="373" w:hanging="197"/>
      </w:pPr>
      <w:rPr>
        <w:rFonts w:hint="default"/>
        <w:lang w:val="en-US" w:eastAsia="en-US" w:bidi="ar-SA"/>
      </w:rPr>
    </w:lvl>
    <w:lvl w:ilvl="3" w:tplc="16B0E420">
      <w:numFmt w:val="bullet"/>
      <w:lvlText w:val="•"/>
      <w:lvlJc w:val="left"/>
      <w:pPr>
        <w:ind w:left="306" w:hanging="197"/>
      </w:pPr>
      <w:rPr>
        <w:rFonts w:hint="default"/>
        <w:lang w:val="en-US" w:eastAsia="en-US" w:bidi="ar-SA"/>
      </w:rPr>
    </w:lvl>
    <w:lvl w:ilvl="4" w:tplc="4FEC71DE">
      <w:numFmt w:val="bullet"/>
      <w:lvlText w:val="•"/>
      <w:lvlJc w:val="left"/>
      <w:pPr>
        <w:ind w:left="240" w:hanging="197"/>
      </w:pPr>
      <w:rPr>
        <w:rFonts w:hint="default"/>
        <w:lang w:val="en-US" w:eastAsia="en-US" w:bidi="ar-SA"/>
      </w:rPr>
    </w:lvl>
    <w:lvl w:ilvl="5" w:tplc="EF7E375A">
      <w:numFmt w:val="bullet"/>
      <w:lvlText w:val="•"/>
      <w:lvlJc w:val="left"/>
      <w:pPr>
        <w:ind w:left="173" w:hanging="197"/>
      </w:pPr>
      <w:rPr>
        <w:rFonts w:hint="default"/>
        <w:lang w:val="en-US" w:eastAsia="en-US" w:bidi="ar-SA"/>
      </w:rPr>
    </w:lvl>
    <w:lvl w:ilvl="6" w:tplc="D61ECE20">
      <w:numFmt w:val="bullet"/>
      <w:lvlText w:val="•"/>
      <w:lvlJc w:val="left"/>
      <w:pPr>
        <w:ind w:left="107" w:hanging="197"/>
      </w:pPr>
      <w:rPr>
        <w:rFonts w:hint="default"/>
        <w:lang w:val="en-US" w:eastAsia="en-US" w:bidi="ar-SA"/>
      </w:rPr>
    </w:lvl>
    <w:lvl w:ilvl="7" w:tplc="470CF1D6">
      <w:numFmt w:val="bullet"/>
      <w:lvlText w:val="•"/>
      <w:lvlJc w:val="left"/>
      <w:pPr>
        <w:ind w:left="40" w:hanging="197"/>
      </w:pPr>
      <w:rPr>
        <w:rFonts w:hint="default"/>
        <w:lang w:val="en-US" w:eastAsia="en-US" w:bidi="ar-SA"/>
      </w:rPr>
    </w:lvl>
    <w:lvl w:ilvl="8" w:tplc="4E9C276C">
      <w:numFmt w:val="bullet"/>
      <w:lvlText w:val="•"/>
      <w:lvlJc w:val="left"/>
      <w:pPr>
        <w:ind w:left="-26" w:hanging="197"/>
      </w:pPr>
      <w:rPr>
        <w:rFonts w:hint="default"/>
        <w:lang w:val="en-US" w:eastAsia="en-US" w:bidi="ar-SA"/>
      </w:rPr>
    </w:lvl>
  </w:abstractNum>
  <w:abstractNum w:abstractNumId="23" w15:restartNumberingAfterBreak="0">
    <w:nsid w:val="1BDE54CA"/>
    <w:multiLevelType w:val="hybridMultilevel"/>
    <w:tmpl w:val="3C944926"/>
    <w:lvl w:ilvl="0" w:tplc="24066CCC">
      <w:start w:val="1"/>
      <w:numFmt w:val="lowerLetter"/>
      <w:lvlText w:val="%1."/>
      <w:lvlJc w:val="left"/>
      <w:pPr>
        <w:ind w:left="720" w:hanging="360"/>
      </w:pPr>
      <w:rPr>
        <w:b/>
        <w:bCs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1E4172"/>
    <w:multiLevelType w:val="hybridMultilevel"/>
    <w:tmpl w:val="EDC2C3B4"/>
    <w:lvl w:ilvl="0" w:tplc="4BC65518">
      <w:start w:val="1"/>
      <w:numFmt w:val="upperLetter"/>
      <w:lvlText w:val="%1."/>
      <w:lvlJc w:val="left"/>
      <w:pPr>
        <w:ind w:left="119" w:hanging="276"/>
      </w:pPr>
      <w:rPr>
        <w:rFonts w:hint="default"/>
        <w:spacing w:val="0"/>
        <w:w w:val="88"/>
        <w:lang w:val="en-US" w:eastAsia="en-US" w:bidi="ar-SA"/>
      </w:rPr>
    </w:lvl>
    <w:lvl w:ilvl="1" w:tplc="14B607FC">
      <w:start w:val="1"/>
      <w:numFmt w:val="decimal"/>
      <w:lvlText w:val="%2."/>
      <w:lvlJc w:val="left"/>
      <w:pPr>
        <w:ind w:left="119" w:hanging="30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2" w:tplc="976E05B0">
      <w:numFmt w:val="bullet"/>
      <w:lvlText w:val="•"/>
      <w:lvlJc w:val="left"/>
      <w:pPr>
        <w:ind w:left="823" w:hanging="301"/>
      </w:pPr>
      <w:rPr>
        <w:rFonts w:hint="default"/>
        <w:lang w:val="en-US" w:eastAsia="en-US" w:bidi="ar-SA"/>
      </w:rPr>
    </w:lvl>
    <w:lvl w:ilvl="3" w:tplc="6F36FBB8">
      <w:numFmt w:val="bullet"/>
      <w:lvlText w:val="•"/>
      <w:lvlJc w:val="left"/>
      <w:pPr>
        <w:ind w:left="1175" w:hanging="301"/>
      </w:pPr>
      <w:rPr>
        <w:rFonts w:hint="default"/>
        <w:lang w:val="en-US" w:eastAsia="en-US" w:bidi="ar-SA"/>
      </w:rPr>
    </w:lvl>
    <w:lvl w:ilvl="4" w:tplc="653C1C92">
      <w:numFmt w:val="bullet"/>
      <w:lvlText w:val="•"/>
      <w:lvlJc w:val="left"/>
      <w:pPr>
        <w:ind w:left="1527" w:hanging="301"/>
      </w:pPr>
      <w:rPr>
        <w:rFonts w:hint="default"/>
        <w:lang w:val="en-US" w:eastAsia="en-US" w:bidi="ar-SA"/>
      </w:rPr>
    </w:lvl>
    <w:lvl w:ilvl="5" w:tplc="92BCAFE2">
      <w:numFmt w:val="bullet"/>
      <w:lvlText w:val="•"/>
      <w:lvlJc w:val="left"/>
      <w:pPr>
        <w:ind w:left="1879" w:hanging="301"/>
      </w:pPr>
      <w:rPr>
        <w:rFonts w:hint="default"/>
        <w:lang w:val="en-US" w:eastAsia="en-US" w:bidi="ar-SA"/>
      </w:rPr>
    </w:lvl>
    <w:lvl w:ilvl="6" w:tplc="E2FEC97E">
      <w:numFmt w:val="bullet"/>
      <w:lvlText w:val="•"/>
      <w:lvlJc w:val="left"/>
      <w:pPr>
        <w:ind w:left="2231" w:hanging="301"/>
      </w:pPr>
      <w:rPr>
        <w:rFonts w:hint="default"/>
        <w:lang w:val="en-US" w:eastAsia="en-US" w:bidi="ar-SA"/>
      </w:rPr>
    </w:lvl>
    <w:lvl w:ilvl="7" w:tplc="6FCE8CCE">
      <w:numFmt w:val="bullet"/>
      <w:lvlText w:val="•"/>
      <w:lvlJc w:val="left"/>
      <w:pPr>
        <w:ind w:left="2583" w:hanging="301"/>
      </w:pPr>
      <w:rPr>
        <w:rFonts w:hint="default"/>
        <w:lang w:val="en-US" w:eastAsia="en-US" w:bidi="ar-SA"/>
      </w:rPr>
    </w:lvl>
    <w:lvl w:ilvl="8" w:tplc="31A01512">
      <w:numFmt w:val="bullet"/>
      <w:lvlText w:val="•"/>
      <w:lvlJc w:val="left"/>
      <w:pPr>
        <w:ind w:left="2935" w:hanging="301"/>
      </w:pPr>
      <w:rPr>
        <w:rFonts w:hint="default"/>
        <w:lang w:val="en-US" w:eastAsia="en-US" w:bidi="ar-SA"/>
      </w:rPr>
    </w:lvl>
  </w:abstractNum>
  <w:abstractNum w:abstractNumId="25" w15:restartNumberingAfterBreak="0">
    <w:nsid w:val="1EAB5990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1F221C42"/>
    <w:multiLevelType w:val="hybridMultilevel"/>
    <w:tmpl w:val="78EA3BC8"/>
    <w:lvl w:ilvl="0" w:tplc="D83628CA">
      <w:start w:val="1"/>
      <w:numFmt w:val="decimal"/>
      <w:lvlText w:val="%1."/>
      <w:lvlJc w:val="left"/>
      <w:pPr>
        <w:ind w:left="120" w:hanging="30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45A2A350">
      <w:numFmt w:val="bullet"/>
      <w:lvlText w:val="•"/>
      <w:lvlJc w:val="left"/>
      <w:pPr>
        <w:ind w:left="472" w:hanging="301"/>
      </w:pPr>
      <w:rPr>
        <w:rFonts w:hint="default"/>
        <w:lang w:val="en-US" w:eastAsia="en-US" w:bidi="ar-SA"/>
      </w:rPr>
    </w:lvl>
    <w:lvl w:ilvl="2" w:tplc="C0D8C140">
      <w:numFmt w:val="bullet"/>
      <w:lvlText w:val="•"/>
      <w:lvlJc w:val="left"/>
      <w:pPr>
        <w:ind w:left="824" w:hanging="301"/>
      </w:pPr>
      <w:rPr>
        <w:rFonts w:hint="default"/>
        <w:lang w:val="en-US" w:eastAsia="en-US" w:bidi="ar-SA"/>
      </w:rPr>
    </w:lvl>
    <w:lvl w:ilvl="3" w:tplc="3710DF20">
      <w:numFmt w:val="bullet"/>
      <w:lvlText w:val="•"/>
      <w:lvlJc w:val="left"/>
      <w:pPr>
        <w:ind w:left="1176" w:hanging="301"/>
      </w:pPr>
      <w:rPr>
        <w:rFonts w:hint="default"/>
        <w:lang w:val="en-US" w:eastAsia="en-US" w:bidi="ar-SA"/>
      </w:rPr>
    </w:lvl>
    <w:lvl w:ilvl="4" w:tplc="4CDE4F8A">
      <w:numFmt w:val="bullet"/>
      <w:lvlText w:val="•"/>
      <w:lvlJc w:val="left"/>
      <w:pPr>
        <w:ind w:left="1528" w:hanging="301"/>
      </w:pPr>
      <w:rPr>
        <w:rFonts w:hint="default"/>
        <w:lang w:val="en-US" w:eastAsia="en-US" w:bidi="ar-SA"/>
      </w:rPr>
    </w:lvl>
    <w:lvl w:ilvl="5" w:tplc="D06067B0">
      <w:numFmt w:val="bullet"/>
      <w:lvlText w:val="•"/>
      <w:lvlJc w:val="left"/>
      <w:pPr>
        <w:ind w:left="1880" w:hanging="301"/>
      </w:pPr>
      <w:rPr>
        <w:rFonts w:hint="default"/>
        <w:lang w:val="en-US" w:eastAsia="en-US" w:bidi="ar-SA"/>
      </w:rPr>
    </w:lvl>
    <w:lvl w:ilvl="6" w:tplc="32B47A92">
      <w:numFmt w:val="bullet"/>
      <w:lvlText w:val="•"/>
      <w:lvlJc w:val="left"/>
      <w:pPr>
        <w:ind w:left="2232" w:hanging="301"/>
      </w:pPr>
      <w:rPr>
        <w:rFonts w:hint="default"/>
        <w:lang w:val="en-US" w:eastAsia="en-US" w:bidi="ar-SA"/>
      </w:rPr>
    </w:lvl>
    <w:lvl w:ilvl="7" w:tplc="A9B071B0">
      <w:numFmt w:val="bullet"/>
      <w:lvlText w:val="•"/>
      <w:lvlJc w:val="left"/>
      <w:pPr>
        <w:ind w:left="2584" w:hanging="301"/>
      </w:pPr>
      <w:rPr>
        <w:rFonts w:hint="default"/>
        <w:lang w:val="en-US" w:eastAsia="en-US" w:bidi="ar-SA"/>
      </w:rPr>
    </w:lvl>
    <w:lvl w:ilvl="8" w:tplc="D48CBFAC">
      <w:numFmt w:val="bullet"/>
      <w:lvlText w:val="•"/>
      <w:lvlJc w:val="left"/>
      <w:pPr>
        <w:ind w:left="2936" w:hanging="301"/>
      </w:pPr>
      <w:rPr>
        <w:rFonts w:hint="default"/>
        <w:lang w:val="en-US" w:eastAsia="en-US" w:bidi="ar-SA"/>
      </w:rPr>
    </w:lvl>
  </w:abstractNum>
  <w:abstractNum w:abstractNumId="27" w15:restartNumberingAfterBreak="0">
    <w:nsid w:val="229600F0"/>
    <w:multiLevelType w:val="hybridMultilevel"/>
    <w:tmpl w:val="5E706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DD7CBD"/>
    <w:multiLevelType w:val="hybridMultilevel"/>
    <w:tmpl w:val="8402A2F2"/>
    <w:lvl w:ilvl="0" w:tplc="C7163306">
      <w:start w:val="1"/>
      <w:numFmt w:val="lowerLetter"/>
      <w:lvlText w:val="%1."/>
      <w:lvlJc w:val="left"/>
      <w:pPr>
        <w:ind w:left="908" w:hanging="224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20"/>
        <w:szCs w:val="20"/>
        <w:lang w:val="en-US" w:eastAsia="en-US" w:bidi="ar-SA"/>
      </w:rPr>
    </w:lvl>
    <w:lvl w:ilvl="1" w:tplc="DD92AC22">
      <w:numFmt w:val="bullet"/>
      <w:lvlText w:val="•"/>
      <w:lvlJc w:val="left"/>
      <w:pPr>
        <w:ind w:left="1521" w:hanging="224"/>
      </w:pPr>
      <w:rPr>
        <w:rFonts w:hint="default"/>
        <w:lang w:val="en-US" w:eastAsia="en-US" w:bidi="ar-SA"/>
      </w:rPr>
    </w:lvl>
    <w:lvl w:ilvl="2" w:tplc="474A420E">
      <w:numFmt w:val="bullet"/>
      <w:lvlText w:val="•"/>
      <w:lvlJc w:val="left"/>
      <w:pPr>
        <w:ind w:left="2143" w:hanging="224"/>
      </w:pPr>
      <w:rPr>
        <w:rFonts w:hint="default"/>
        <w:lang w:val="en-US" w:eastAsia="en-US" w:bidi="ar-SA"/>
      </w:rPr>
    </w:lvl>
    <w:lvl w:ilvl="3" w:tplc="94ECA856">
      <w:numFmt w:val="bullet"/>
      <w:lvlText w:val="•"/>
      <w:lvlJc w:val="left"/>
      <w:pPr>
        <w:ind w:left="2765" w:hanging="224"/>
      </w:pPr>
      <w:rPr>
        <w:rFonts w:hint="default"/>
        <w:lang w:val="en-US" w:eastAsia="en-US" w:bidi="ar-SA"/>
      </w:rPr>
    </w:lvl>
    <w:lvl w:ilvl="4" w:tplc="5B22ACA0">
      <w:numFmt w:val="bullet"/>
      <w:lvlText w:val="•"/>
      <w:lvlJc w:val="left"/>
      <w:pPr>
        <w:ind w:left="3386" w:hanging="224"/>
      </w:pPr>
      <w:rPr>
        <w:rFonts w:hint="default"/>
        <w:lang w:val="en-US" w:eastAsia="en-US" w:bidi="ar-SA"/>
      </w:rPr>
    </w:lvl>
    <w:lvl w:ilvl="5" w:tplc="0406B8A6">
      <w:numFmt w:val="bullet"/>
      <w:lvlText w:val="•"/>
      <w:lvlJc w:val="left"/>
      <w:pPr>
        <w:ind w:left="4008" w:hanging="224"/>
      </w:pPr>
      <w:rPr>
        <w:rFonts w:hint="default"/>
        <w:lang w:val="en-US" w:eastAsia="en-US" w:bidi="ar-SA"/>
      </w:rPr>
    </w:lvl>
    <w:lvl w:ilvl="6" w:tplc="4BF21274">
      <w:numFmt w:val="bullet"/>
      <w:lvlText w:val="•"/>
      <w:lvlJc w:val="left"/>
      <w:pPr>
        <w:ind w:left="4630" w:hanging="224"/>
      </w:pPr>
      <w:rPr>
        <w:rFonts w:hint="default"/>
        <w:lang w:val="en-US" w:eastAsia="en-US" w:bidi="ar-SA"/>
      </w:rPr>
    </w:lvl>
    <w:lvl w:ilvl="7" w:tplc="3D00B0EA">
      <w:numFmt w:val="bullet"/>
      <w:lvlText w:val="•"/>
      <w:lvlJc w:val="left"/>
      <w:pPr>
        <w:ind w:left="5251" w:hanging="224"/>
      </w:pPr>
      <w:rPr>
        <w:rFonts w:hint="default"/>
        <w:lang w:val="en-US" w:eastAsia="en-US" w:bidi="ar-SA"/>
      </w:rPr>
    </w:lvl>
    <w:lvl w:ilvl="8" w:tplc="8C8678BE">
      <w:numFmt w:val="bullet"/>
      <w:lvlText w:val="•"/>
      <w:lvlJc w:val="left"/>
      <w:pPr>
        <w:ind w:left="5873" w:hanging="224"/>
      </w:pPr>
      <w:rPr>
        <w:rFonts w:hint="default"/>
        <w:lang w:val="en-US" w:eastAsia="en-US" w:bidi="ar-SA"/>
      </w:rPr>
    </w:lvl>
  </w:abstractNum>
  <w:abstractNum w:abstractNumId="29" w15:restartNumberingAfterBreak="0">
    <w:nsid w:val="24452EDB"/>
    <w:multiLevelType w:val="hybridMultilevel"/>
    <w:tmpl w:val="6A70C38E"/>
    <w:lvl w:ilvl="0" w:tplc="CEFA09A0">
      <w:start w:val="1"/>
      <w:numFmt w:val="lowerLetter"/>
      <w:lvlText w:val="%1."/>
      <w:lvlJc w:val="left"/>
      <w:pPr>
        <w:ind w:left="963" w:hanging="224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20"/>
        <w:szCs w:val="20"/>
        <w:lang w:val="en-US" w:eastAsia="en-US" w:bidi="ar-SA"/>
      </w:rPr>
    </w:lvl>
    <w:lvl w:ilvl="1" w:tplc="97F898CA">
      <w:numFmt w:val="bullet"/>
      <w:lvlText w:val="•"/>
      <w:lvlJc w:val="left"/>
      <w:pPr>
        <w:ind w:left="1582" w:hanging="224"/>
      </w:pPr>
      <w:rPr>
        <w:rFonts w:hint="default"/>
        <w:lang w:val="en-US" w:eastAsia="en-US" w:bidi="ar-SA"/>
      </w:rPr>
    </w:lvl>
    <w:lvl w:ilvl="2" w:tplc="E3E6B290">
      <w:numFmt w:val="bullet"/>
      <w:lvlText w:val="•"/>
      <w:lvlJc w:val="left"/>
      <w:pPr>
        <w:ind w:left="2205" w:hanging="224"/>
      </w:pPr>
      <w:rPr>
        <w:rFonts w:hint="default"/>
        <w:lang w:val="en-US" w:eastAsia="en-US" w:bidi="ar-SA"/>
      </w:rPr>
    </w:lvl>
    <w:lvl w:ilvl="3" w:tplc="B1FC801E">
      <w:numFmt w:val="bullet"/>
      <w:lvlText w:val="•"/>
      <w:lvlJc w:val="left"/>
      <w:pPr>
        <w:ind w:left="2828" w:hanging="224"/>
      </w:pPr>
      <w:rPr>
        <w:rFonts w:hint="default"/>
        <w:lang w:val="en-US" w:eastAsia="en-US" w:bidi="ar-SA"/>
      </w:rPr>
    </w:lvl>
    <w:lvl w:ilvl="4" w:tplc="6E9CB4B0">
      <w:numFmt w:val="bullet"/>
      <w:lvlText w:val="•"/>
      <w:lvlJc w:val="left"/>
      <w:pPr>
        <w:ind w:left="3451" w:hanging="224"/>
      </w:pPr>
      <w:rPr>
        <w:rFonts w:hint="default"/>
        <w:lang w:val="en-US" w:eastAsia="en-US" w:bidi="ar-SA"/>
      </w:rPr>
    </w:lvl>
    <w:lvl w:ilvl="5" w:tplc="44DE8A60">
      <w:numFmt w:val="bullet"/>
      <w:lvlText w:val="•"/>
      <w:lvlJc w:val="left"/>
      <w:pPr>
        <w:ind w:left="4074" w:hanging="224"/>
      </w:pPr>
      <w:rPr>
        <w:rFonts w:hint="default"/>
        <w:lang w:val="en-US" w:eastAsia="en-US" w:bidi="ar-SA"/>
      </w:rPr>
    </w:lvl>
    <w:lvl w:ilvl="6" w:tplc="2BA253FE">
      <w:numFmt w:val="bullet"/>
      <w:lvlText w:val="•"/>
      <w:lvlJc w:val="left"/>
      <w:pPr>
        <w:ind w:left="4696" w:hanging="224"/>
      </w:pPr>
      <w:rPr>
        <w:rFonts w:hint="default"/>
        <w:lang w:val="en-US" w:eastAsia="en-US" w:bidi="ar-SA"/>
      </w:rPr>
    </w:lvl>
    <w:lvl w:ilvl="7" w:tplc="A6E2DF38">
      <w:numFmt w:val="bullet"/>
      <w:lvlText w:val="•"/>
      <w:lvlJc w:val="left"/>
      <w:pPr>
        <w:ind w:left="5319" w:hanging="224"/>
      </w:pPr>
      <w:rPr>
        <w:rFonts w:hint="default"/>
        <w:lang w:val="en-US" w:eastAsia="en-US" w:bidi="ar-SA"/>
      </w:rPr>
    </w:lvl>
    <w:lvl w:ilvl="8" w:tplc="239EDB20">
      <w:numFmt w:val="bullet"/>
      <w:lvlText w:val="•"/>
      <w:lvlJc w:val="left"/>
      <w:pPr>
        <w:ind w:left="5942" w:hanging="224"/>
      </w:pPr>
      <w:rPr>
        <w:rFonts w:hint="default"/>
        <w:lang w:val="en-US" w:eastAsia="en-US" w:bidi="ar-SA"/>
      </w:rPr>
    </w:lvl>
  </w:abstractNum>
  <w:abstractNum w:abstractNumId="30" w15:restartNumberingAfterBreak="0">
    <w:nsid w:val="24C84E9C"/>
    <w:multiLevelType w:val="hybridMultilevel"/>
    <w:tmpl w:val="F5AA3CEE"/>
    <w:lvl w:ilvl="0" w:tplc="F65E23AC">
      <w:start w:val="1"/>
      <w:numFmt w:val="decimal"/>
      <w:lvlText w:val="%1."/>
      <w:lvlJc w:val="left"/>
      <w:pPr>
        <w:ind w:left="120" w:hanging="30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F8E64CAC">
      <w:numFmt w:val="bullet"/>
      <w:lvlText w:val="•"/>
      <w:lvlJc w:val="left"/>
      <w:pPr>
        <w:ind w:left="459" w:hanging="301"/>
      </w:pPr>
      <w:rPr>
        <w:rFonts w:hint="default"/>
        <w:lang w:val="en-US" w:eastAsia="en-US" w:bidi="ar-SA"/>
      </w:rPr>
    </w:lvl>
    <w:lvl w:ilvl="2" w:tplc="C266777C">
      <w:numFmt w:val="bullet"/>
      <w:lvlText w:val="•"/>
      <w:lvlJc w:val="left"/>
      <w:pPr>
        <w:ind w:left="799" w:hanging="301"/>
      </w:pPr>
      <w:rPr>
        <w:rFonts w:hint="default"/>
        <w:lang w:val="en-US" w:eastAsia="en-US" w:bidi="ar-SA"/>
      </w:rPr>
    </w:lvl>
    <w:lvl w:ilvl="3" w:tplc="3F3A1F4A">
      <w:numFmt w:val="bullet"/>
      <w:lvlText w:val="•"/>
      <w:lvlJc w:val="left"/>
      <w:pPr>
        <w:ind w:left="1139" w:hanging="301"/>
      </w:pPr>
      <w:rPr>
        <w:rFonts w:hint="default"/>
        <w:lang w:val="en-US" w:eastAsia="en-US" w:bidi="ar-SA"/>
      </w:rPr>
    </w:lvl>
    <w:lvl w:ilvl="4" w:tplc="CF5EE646">
      <w:numFmt w:val="bullet"/>
      <w:lvlText w:val="•"/>
      <w:lvlJc w:val="left"/>
      <w:pPr>
        <w:ind w:left="1478" w:hanging="301"/>
      </w:pPr>
      <w:rPr>
        <w:rFonts w:hint="default"/>
        <w:lang w:val="en-US" w:eastAsia="en-US" w:bidi="ar-SA"/>
      </w:rPr>
    </w:lvl>
    <w:lvl w:ilvl="5" w:tplc="A4E458D8">
      <w:numFmt w:val="bullet"/>
      <w:lvlText w:val="•"/>
      <w:lvlJc w:val="left"/>
      <w:pPr>
        <w:ind w:left="1818" w:hanging="301"/>
      </w:pPr>
      <w:rPr>
        <w:rFonts w:hint="default"/>
        <w:lang w:val="en-US" w:eastAsia="en-US" w:bidi="ar-SA"/>
      </w:rPr>
    </w:lvl>
    <w:lvl w:ilvl="6" w:tplc="D226A850">
      <w:numFmt w:val="bullet"/>
      <w:lvlText w:val="•"/>
      <w:lvlJc w:val="left"/>
      <w:pPr>
        <w:ind w:left="2158" w:hanging="301"/>
      </w:pPr>
      <w:rPr>
        <w:rFonts w:hint="default"/>
        <w:lang w:val="en-US" w:eastAsia="en-US" w:bidi="ar-SA"/>
      </w:rPr>
    </w:lvl>
    <w:lvl w:ilvl="7" w:tplc="904EAA78">
      <w:numFmt w:val="bullet"/>
      <w:lvlText w:val="•"/>
      <w:lvlJc w:val="left"/>
      <w:pPr>
        <w:ind w:left="2498" w:hanging="301"/>
      </w:pPr>
      <w:rPr>
        <w:rFonts w:hint="default"/>
        <w:lang w:val="en-US" w:eastAsia="en-US" w:bidi="ar-SA"/>
      </w:rPr>
    </w:lvl>
    <w:lvl w:ilvl="8" w:tplc="2BC0CA5E">
      <w:numFmt w:val="bullet"/>
      <w:lvlText w:val="•"/>
      <w:lvlJc w:val="left"/>
      <w:pPr>
        <w:ind w:left="2837" w:hanging="301"/>
      </w:pPr>
      <w:rPr>
        <w:rFonts w:hint="default"/>
        <w:lang w:val="en-US" w:eastAsia="en-US" w:bidi="ar-SA"/>
      </w:rPr>
    </w:lvl>
  </w:abstractNum>
  <w:abstractNum w:abstractNumId="31" w15:restartNumberingAfterBreak="0">
    <w:nsid w:val="29BE2506"/>
    <w:multiLevelType w:val="hybridMultilevel"/>
    <w:tmpl w:val="31F01C8E"/>
    <w:lvl w:ilvl="0" w:tplc="D1B0CF90">
      <w:start w:val="1"/>
      <w:numFmt w:val="decimal"/>
      <w:lvlText w:val="%1."/>
      <w:lvlJc w:val="left"/>
      <w:pPr>
        <w:ind w:left="119" w:hanging="203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5"/>
        <w:sz w:val="18"/>
        <w:szCs w:val="18"/>
        <w:lang w:val="en-US" w:eastAsia="en-US" w:bidi="ar-SA"/>
      </w:rPr>
    </w:lvl>
    <w:lvl w:ilvl="1" w:tplc="4404DBCE">
      <w:start w:val="1"/>
      <w:numFmt w:val="lowerLetter"/>
      <w:lvlText w:val="%2."/>
      <w:lvlJc w:val="left"/>
      <w:pPr>
        <w:ind w:left="439" w:hanging="197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18"/>
        <w:szCs w:val="18"/>
        <w:lang w:val="en-US" w:eastAsia="en-US" w:bidi="ar-SA"/>
      </w:rPr>
    </w:lvl>
    <w:lvl w:ilvl="2" w:tplc="250A6922">
      <w:numFmt w:val="bullet"/>
      <w:lvlText w:val="•"/>
      <w:lvlJc w:val="left"/>
      <w:pPr>
        <w:ind w:left="78" w:hanging="197"/>
      </w:pPr>
      <w:rPr>
        <w:rFonts w:hint="default"/>
        <w:lang w:val="en-US" w:eastAsia="en-US" w:bidi="ar-SA"/>
      </w:rPr>
    </w:lvl>
    <w:lvl w:ilvl="3" w:tplc="A704B1B0">
      <w:numFmt w:val="bullet"/>
      <w:lvlText w:val="•"/>
      <w:lvlJc w:val="left"/>
      <w:pPr>
        <w:ind w:left="-283" w:hanging="197"/>
      </w:pPr>
      <w:rPr>
        <w:rFonts w:hint="default"/>
        <w:lang w:val="en-US" w:eastAsia="en-US" w:bidi="ar-SA"/>
      </w:rPr>
    </w:lvl>
    <w:lvl w:ilvl="4" w:tplc="2A44EEBC">
      <w:numFmt w:val="bullet"/>
      <w:lvlText w:val="•"/>
      <w:lvlJc w:val="left"/>
      <w:pPr>
        <w:ind w:left="-644" w:hanging="197"/>
      </w:pPr>
      <w:rPr>
        <w:rFonts w:hint="default"/>
        <w:lang w:val="en-US" w:eastAsia="en-US" w:bidi="ar-SA"/>
      </w:rPr>
    </w:lvl>
    <w:lvl w:ilvl="5" w:tplc="264C8C40">
      <w:numFmt w:val="bullet"/>
      <w:lvlText w:val="•"/>
      <w:lvlJc w:val="left"/>
      <w:pPr>
        <w:ind w:left="-1006" w:hanging="197"/>
      </w:pPr>
      <w:rPr>
        <w:rFonts w:hint="default"/>
        <w:lang w:val="en-US" w:eastAsia="en-US" w:bidi="ar-SA"/>
      </w:rPr>
    </w:lvl>
    <w:lvl w:ilvl="6" w:tplc="1DBC393C">
      <w:numFmt w:val="bullet"/>
      <w:lvlText w:val="•"/>
      <w:lvlJc w:val="left"/>
      <w:pPr>
        <w:ind w:left="-1367" w:hanging="197"/>
      </w:pPr>
      <w:rPr>
        <w:rFonts w:hint="default"/>
        <w:lang w:val="en-US" w:eastAsia="en-US" w:bidi="ar-SA"/>
      </w:rPr>
    </w:lvl>
    <w:lvl w:ilvl="7" w:tplc="28EE81F6">
      <w:numFmt w:val="bullet"/>
      <w:lvlText w:val="•"/>
      <w:lvlJc w:val="left"/>
      <w:pPr>
        <w:ind w:left="-1728" w:hanging="197"/>
      </w:pPr>
      <w:rPr>
        <w:rFonts w:hint="default"/>
        <w:lang w:val="en-US" w:eastAsia="en-US" w:bidi="ar-SA"/>
      </w:rPr>
    </w:lvl>
    <w:lvl w:ilvl="8" w:tplc="23049AE0">
      <w:numFmt w:val="bullet"/>
      <w:lvlText w:val="•"/>
      <w:lvlJc w:val="left"/>
      <w:pPr>
        <w:ind w:left="-2090" w:hanging="197"/>
      </w:pPr>
      <w:rPr>
        <w:rFonts w:hint="default"/>
        <w:lang w:val="en-US" w:eastAsia="en-US" w:bidi="ar-SA"/>
      </w:rPr>
    </w:lvl>
  </w:abstractNum>
  <w:abstractNum w:abstractNumId="32" w15:restartNumberingAfterBreak="0">
    <w:nsid w:val="2ADFAE86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2CFABF8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301725D9"/>
    <w:multiLevelType w:val="hybridMultilevel"/>
    <w:tmpl w:val="784A4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4066CCC">
      <w:start w:val="1"/>
      <w:numFmt w:val="lowerLetter"/>
      <w:lvlText w:val="%2."/>
      <w:lvlJc w:val="left"/>
      <w:pPr>
        <w:ind w:left="720" w:hanging="360"/>
      </w:pPr>
      <w:rPr>
        <w:b/>
        <w:bCs/>
        <w:sz w:val="40"/>
        <w:szCs w:val="4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4F50A2"/>
    <w:multiLevelType w:val="hybridMultilevel"/>
    <w:tmpl w:val="59C07F1C"/>
    <w:lvl w:ilvl="0" w:tplc="DF58BDB6">
      <w:start w:val="1"/>
      <w:numFmt w:val="lowerLetter"/>
      <w:lvlText w:val="%1."/>
      <w:lvlJc w:val="left"/>
      <w:pPr>
        <w:ind w:left="119" w:hanging="243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18"/>
        <w:szCs w:val="18"/>
        <w:lang w:val="en-US" w:eastAsia="en-US" w:bidi="ar-SA"/>
      </w:rPr>
    </w:lvl>
    <w:lvl w:ilvl="1" w:tplc="6A1EA0DC">
      <w:numFmt w:val="bullet"/>
      <w:lvlText w:val="•"/>
      <w:lvlJc w:val="left"/>
      <w:pPr>
        <w:ind w:left="382" w:hanging="243"/>
      </w:pPr>
      <w:rPr>
        <w:rFonts w:hint="default"/>
        <w:lang w:val="en-US" w:eastAsia="en-US" w:bidi="ar-SA"/>
      </w:rPr>
    </w:lvl>
    <w:lvl w:ilvl="2" w:tplc="95460648">
      <w:numFmt w:val="bullet"/>
      <w:lvlText w:val="•"/>
      <w:lvlJc w:val="left"/>
      <w:pPr>
        <w:ind w:left="644" w:hanging="243"/>
      </w:pPr>
      <w:rPr>
        <w:rFonts w:hint="default"/>
        <w:lang w:val="en-US" w:eastAsia="en-US" w:bidi="ar-SA"/>
      </w:rPr>
    </w:lvl>
    <w:lvl w:ilvl="3" w:tplc="4E347438">
      <w:numFmt w:val="bullet"/>
      <w:lvlText w:val="•"/>
      <w:lvlJc w:val="left"/>
      <w:pPr>
        <w:ind w:left="905" w:hanging="243"/>
      </w:pPr>
      <w:rPr>
        <w:rFonts w:hint="default"/>
        <w:lang w:val="en-US" w:eastAsia="en-US" w:bidi="ar-SA"/>
      </w:rPr>
    </w:lvl>
    <w:lvl w:ilvl="4" w:tplc="13A4C0FE">
      <w:numFmt w:val="bullet"/>
      <w:lvlText w:val="•"/>
      <w:lvlJc w:val="left"/>
      <w:pPr>
        <w:ind w:left="1167" w:hanging="243"/>
      </w:pPr>
      <w:rPr>
        <w:rFonts w:hint="default"/>
        <w:lang w:val="en-US" w:eastAsia="en-US" w:bidi="ar-SA"/>
      </w:rPr>
    </w:lvl>
    <w:lvl w:ilvl="5" w:tplc="71286E52">
      <w:numFmt w:val="bullet"/>
      <w:lvlText w:val="•"/>
      <w:lvlJc w:val="left"/>
      <w:pPr>
        <w:ind w:left="1429" w:hanging="243"/>
      </w:pPr>
      <w:rPr>
        <w:rFonts w:hint="default"/>
        <w:lang w:val="en-US" w:eastAsia="en-US" w:bidi="ar-SA"/>
      </w:rPr>
    </w:lvl>
    <w:lvl w:ilvl="6" w:tplc="A246D432">
      <w:numFmt w:val="bullet"/>
      <w:lvlText w:val="•"/>
      <w:lvlJc w:val="left"/>
      <w:pPr>
        <w:ind w:left="1691" w:hanging="243"/>
      </w:pPr>
      <w:rPr>
        <w:rFonts w:hint="default"/>
        <w:lang w:val="en-US" w:eastAsia="en-US" w:bidi="ar-SA"/>
      </w:rPr>
    </w:lvl>
    <w:lvl w:ilvl="7" w:tplc="199A88E6">
      <w:numFmt w:val="bullet"/>
      <w:lvlText w:val="•"/>
      <w:lvlJc w:val="left"/>
      <w:pPr>
        <w:ind w:left="1953" w:hanging="243"/>
      </w:pPr>
      <w:rPr>
        <w:rFonts w:hint="default"/>
        <w:lang w:val="en-US" w:eastAsia="en-US" w:bidi="ar-SA"/>
      </w:rPr>
    </w:lvl>
    <w:lvl w:ilvl="8" w:tplc="5874B302">
      <w:numFmt w:val="bullet"/>
      <w:lvlText w:val="•"/>
      <w:lvlJc w:val="left"/>
      <w:pPr>
        <w:ind w:left="2215" w:hanging="243"/>
      </w:pPr>
      <w:rPr>
        <w:rFonts w:hint="default"/>
        <w:lang w:val="en-US" w:eastAsia="en-US" w:bidi="ar-SA"/>
      </w:rPr>
    </w:lvl>
  </w:abstractNum>
  <w:abstractNum w:abstractNumId="36" w15:restartNumberingAfterBreak="0">
    <w:nsid w:val="338C3578"/>
    <w:multiLevelType w:val="hybridMultilevel"/>
    <w:tmpl w:val="EF727B7E"/>
    <w:lvl w:ilvl="0" w:tplc="24066CCC">
      <w:start w:val="1"/>
      <w:numFmt w:val="lowerLetter"/>
      <w:lvlText w:val="%1."/>
      <w:lvlJc w:val="left"/>
      <w:pPr>
        <w:ind w:left="720" w:hanging="360"/>
      </w:pPr>
      <w:rPr>
        <w:b/>
        <w:bCs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68388E"/>
    <w:multiLevelType w:val="hybridMultilevel"/>
    <w:tmpl w:val="9BFEE336"/>
    <w:lvl w:ilvl="0" w:tplc="0DEA09B2">
      <w:start w:val="1"/>
      <w:numFmt w:val="lowerLetter"/>
      <w:lvlText w:val="%1."/>
      <w:lvlJc w:val="left"/>
      <w:pPr>
        <w:ind w:left="1236" w:hanging="224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20"/>
        <w:szCs w:val="20"/>
        <w:lang w:val="en-US" w:eastAsia="en-US" w:bidi="ar-SA"/>
      </w:rPr>
    </w:lvl>
    <w:lvl w:ilvl="1" w:tplc="482416AA">
      <w:numFmt w:val="bullet"/>
      <w:lvlText w:val="•"/>
      <w:lvlJc w:val="left"/>
      <w:pPr>
        <w:ind w:left="1838" w:hanging="224"/>
      </w:pPr>
      <w:rPr>
        <w:rFonts w:hint="default"/>
        <w:lang w:val="en-US" w:eastAsia="en-US" w:bidi="ar-SA"/>
      </w:rPr>
    </w:lvl>
    <w:lvl w:ilvl="2" w:tplc="EDEE4156">
      <w:numFmt w:val="bullet"/>
      <w:lvlText w:val="•"/>
      <w:lvlJc w:val="left"/>
      <w:pPr>
        <w:ind w:left="2436" w:hanging="224"/>
      </w:pPr>
      <w:rPr>
        <w:rFonts w:hint="default"/>
        <w:lang w:val="en-US" w:eastAsia="en-US" w:bidi="ar-SA"/>
      </w:rPr>
    </w:lvl>
    <w:lvl w:ilvl="3" w:tplc="DB9803B4">
      <w:numFmt w:val="bullet"/>
      <w:lvlText w:val="•"/>
      <w:lvlJc w:val="left"/>
      <w:pPr>
        <w:ind w:left="3035" w:hanging="224"/>
      </w:pPr>
      <w:rPr>
        <w:rFonts w:hint="default"/>
        <w:lang w:val="en-US" w:eastAsia="en-US" w:bidi="ar-SA"/>
      </w:rPr>
    </w:lvl>
    <w:lvl w:ilvl="4" w:tplc="63C4BDD0">
      <w:numFmt w:val="bullet"/>
      <w:lvlText w:val="•"/>
      <w:lvlJc w:val="left"/>
      <w:pPr>
        <w:ind w:left="3633" w:hanging="224"/>
      </w:pPr>
      <w:rPr>
        <w:rFonts w:hint="default"/>
        <w:lang w:val="en-US" w:eastAsia="en-US" w:bidi="ar-SA"/>
      </w:rPr>
    </w:lvl>
    <w:lvl w:ilvl="5" w:tplc="8CAAED5A">
      <w:numFmt w:val="bullet"/>
      <w:lvlText w:val="•"/>
      <w:lvlJc w:val="left"/>
      <w:pPr>
        <w:ind w:left="4232" w:hanging="224"/>
      </w:pPr>
      <w:rPr>
        <w:rFonts w:hint="default"/>
        <w:lang w:val="en-US" w:eastAsia="en-US" w:bidi="ar-SA"/>
      </w:rPr>
    </w:lvl>
    <w:lvl w:ilvl="6" w:tplc="50B6D35A">
      <w:numFmt w:val="bullet"/>
      <w:lvlText w:val="•"/>
      <w:lvlJc w:val="left"/>
      <w:pPr>
        <w:ind w:left="4830" w:hanging="224"/>
      </w:pPr>
      <w:rPr>
        <w:rFonts w:hint="default"/>
        <w:lang w:val="en-US" w:eastAsia="en-US" w:bidi="ar-SA"/>
      </w:rPr>
    </w:lvl>
    <w:lvl w:ilvl="7" w:tplc="BBFA1FA2">
      <w:numFmt w:val="bullet"/>
      <w:lvlText w:val="•"/>
      <w:lvlJc w:val="left"/>
      <w:pPr>
        <w:ind w:left="5428" w:hanging="224"/>
      </w:pPr>
      <w:rPr>
        <w:rFonts w:hint="default"/>
        <w:lang w:val="en-US" w:eastAsia="en-US" w:bidi="ar-SA"/>
      </w:rPr>
    </w:lvl>
    <w:lvl w:ilvl="8" w:tplc="CEAAD0CA">
      <w:numFmt w:val="bullet"/>
      <w:lvlText w:val="•"/>
      <w:lvlJc w:val="left"/>
      <w:pPr>
        <w:ind w:left="6027" w:hanging="224"/>
      </w:pPr>
      <w:rPr>
        <w:rFonts w:hint="default"/>
        <w:lang w:val="en-US" w:eastAsia="en-US" w:bidi="ar-SA"/>
      </w:rPr>
    </w:lvl>
  </w:abstractNum>
  <w:abstractNum w:abstractNumId="38" w15:restartNumberingAfterBreak="0">
    <w:nsid w:val="34724875"/>
    <w:multiLevelType w:val="hybridMultilevel"/>
    <w:tmpl w:val="E8AA5A18"/>
    <w:lvl w:ilvl="0" w:tplc="24066CCC">
      <w:start w:val="1"/>
      <w:numFmt w:val="lowerLetter"/>
      <w:lvlText w:val="%1."/>
      <w:lvlJc w:val="left"/>
      <w:pPr>
        <w:ind w:left="720" w:hanging="360"/>
      </w:pPr>
      <w:rPr>
        <w:b/>
        <w:bCs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861D09"/>
    <w:multiLevelType w:val="hybridMultilevel"/>
    <w:tmpl w:val="4FE466E0"/>
    <w:lvl w:ilvl="0" w:tplc="24066CCC">
      <w:start w:val="1"/>
      <w:numFmt w:val="lowerLetter"/>
      <w:lvlText w:val="%1."/>
      <w:lvlJc w:val="left"/>
      <w:pPr>
        <w:ind w:left="720" w:hanging="360"/>
      </w:pPr>
      <w:rPr>
        <w:b/>
        <w:bCs/>
        <w:sz w:val="40"/>
        <w:szCs w:val="4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C36C53"/>
    <w:multiLevelType w:val="hybridMultilevel"/>
    <w:tmpl w:val="695430C0"/>
    <w:lvl w:ilvl="0" w:tplc="7608ACAA">
      <w:start w:val="1"/>
      <w:numFmt w:val="decimal"/>
      <w:lvlText w:val="%1."/>
      <w:lvlJc w:val="left"/>
      <w:pPr>
        <w:ind w:left="720" w:hanging="360"/>
      </w:pPr>
      <w:rPr>
        <w:sz w:val="40"/>
        <w:szCs w:val="40"/>
      </w:rPr>
    </w:lvl>
    <w:lvl w:ilvl="1" w:tplc="B628BFCE">
      <w:start w:val="1"/>
      <w:numFmt w:val="lowerLetter"/>
      <w:lvlText w:val="%2."/>
      <w:lvlJc w:val="left"/>
      <w:pPr>
        <w:ind w:left="18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6D3A31"/>
    <w:multiLevelType w:val="hybridMultilevel"/>
    <w:tmpl w:val="63FC2628"/>
    <w:lvl w:ilvl="0" w:tplc="53BCEEC4">
      <w:start w:val="1"/>
      <w:numFmt w:val="lowerLetter"/>
      <w:lvlText w:val="%1."/>
      <w:lvlJc w:val="left"/>
      <w:pPr>
        <w:ind w:left="439" w:hanging="197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18"/>
        <w:szCs w:val="18"/>
        <w:lang w:val="en-US" w:eastAsia="en-US" w:bidi="ar-SA"/>
      </w:rPr>
    </w:lvl>
    <w:lvl w:ilvl="1" w:tplc="937A4FB2">
      <w:numFmt w:val="bullet"/>
      <w:lvlText w:val="•"/>
      <w:lvlJc w:val="left"/>
      <w:pPr>
        <w:ind w:left="656" w:hanging="197"/>
      </w:pPr>
      <w:rPr>
        <w:rFonts w:hint="default"/>
        <w:lang w:val="en-US" w:eastAsia="en-US" w:bidi="ar-SA"/>
      </w:rPr>
    </w:lvl>
    <w:lvl w:ilvl="2" w:tplc="D8D0577E">
      <w:numFmt w:val="bullet"/>
      <w:lvlText w:val="•"/>
      <w:lvlJc w:val="left"/>
      <w:pPr>
        <w:ind w:left="872" w:hanging="197"/>
      </w:pPr>
      <w:rPr>
        <w:rFonts w:hint="default"/>
        <w:lang w:val="en-US" w:eastAsia="en-US" w:bidi="ar-SA"/>
      </w:rPr>
    </w:lvl>
    <w:lvl w:ilvl="3" w:tplc="0C489398">
      <w:numFmt w:val="bullet"/>
      <w:lvlText w:val="•"/>
      <w:lvlJc w:val="left"/>
      <w:pPr>
        <w:ind w:left="1088" w:hanging="197"/>
      </w:pPr>
      <w:rPr>
        <w:rFonts w:hint="default"/>
        <w:lang w:val="en-US" w:eastAsia="en-US" w:bidi="ar-SA"/>
      </w:rPr>
    </w:lvl>
    <w:lvl w:ilvl="4" w:tplc="90A0F48C">
      <w:numFmt w:val="bullet"/>
      <w:lvlText w:val="•"/>
      <w:lvlJc w:val="left"/>
      <w:pPr>
        <w:ind w:left="1304" w:hanging="197"/>
      </w:pPr>
      <w:rPr>
        <w:rFonts w:hint="default"/>
        <w:lang w:val="en-US" w:eastAsia="en-US" w:bidi="ar-SA"/>
      </w:rPr>
    </w:lvl>
    <w:lvl w:ilvl="5" w:tplc="2B662D6E">
      <w:numFmt w:val="bullet"/>
      <w:lvlText w:val="•"/>
      <w:lvlJc w:val="left"/>
      <w:pPr>
        <w:ind w:left="1520" w:hanging="197"/>
      </w:pPr>
      <w:rPr>
        <w:rFonts w:hint="default"/>
        <w:lang w:val="en-US" w:eastAsia="en-US" w:bidi="ar-SA"/>
      </w:rPr>
    </w:lvl>
    <w:lvl w:ilvl="6" w:tplc="4CD6FBCE">
      <w:numFmt w:val="bullet"/>
      <w:lvlText w:val="•"/>
      <w:lvlJc w:val="left"/>
      <w:pPr>
        <w:ind w:left="1736" w:hanging="197"/>
      </w:pPr>
      <w:rPr>
        <w:rFonts w:hint="default"/>
        <w:lang w:val="en-US" w:eastAsia="en-US" w:bidi="ar-SA"/>
      </w:rPr>
    </w:lvl>
    <w:lvl w:ilvl="7" w:tplc="940AE7AE">
      <w:numFmt w:val="bullet"/>
      <w:lvlText w:val="•"/>
      <w:lvlJc w:val="left"/>
      <w:pPr>
        <w:ind w:left="1953" w:hanging="197"/>
      </w:pPr>
      <w:rPr>
        <w:rFonts w:hint="default"/>
        <w:lang w:val="en-US" w:eastAsia="en-US" w:bidi="ar-SA"/>
      </w:rPr>
    </w:lvl>
    <w:lvl w:ilvl="8" w:tplc="9E8613DC">
      <w:numFmt w:val="bullet"/>
      <w:lvlText w:val="•"/>
      <w:lvlJc w:val="left"/>
      <w:pPr>
        <w:ind w:left="2169" w:hanging="197"/>
      </w:pPr>
      <w:rPr>
        <w:rFonts w:hint="default"/>
        <w:lang w:val="en-US" w:eastAsia="en-US" w:bidi="ar-SA"/>
      </w:rPr>
    </w:lvl>
  </w:abstractNum>
  <w:abstractNum w:abstractNumId="42" w15:restartNumberingAfterBreak="0">
    <w:nsid w:val="3977450A"/>
    <w:multiLevelType w:val="hybridMultilevel"/>
    <w:tmpl w:val="A09053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BF72E9E"/>
    <w:multiLevelType w:val="hybridMultilevel"/>
    <w:tmpl w:val="16865BC4"/>
    <w:lvl w:ilvl="0" w:tplc="E1260A9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E90C5D0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454FA2"/>
    <w:multiLevelType w:val="hybridMultilevel"/>
    <w:tmpl w:val="6B6C8B8C"/>
    <w:lvl w:ilvl="0" w:tplc="1106949E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1D7BFF"/>
    <w:multiLevelType w:val="hybridMultilevel"/>
    <w:tmpl w:val="3EB06374"/>
    <w:lvl w:ilvl="0" w:tplc="24066CCC">
      <w:start w:val="1"/>
      <w:numFmt w:val="lowerLetter"/>
      <w:lvlText w:val="%1."/>
      <w:lvlJc w:val="left"/>
      <w:pPr>
        <w:ind w:left="720" w:hanging="360"/>
      </w:pPr>
      <w:rPr>
        <w:b/>
        <w:bCs/>
        <w:sz w:val="40"/>
        <w:szCs w:val="40"/>
      </w:rPr>
    </w:lvl>
    <w:lvl w:ilvl="1" w:tplc="AAA0670C">
      <w:start w:val="1"/>
      <w:numFmt w:val="lowerLetter"/>
      <w:lvlText w:val="%2."/>
      <w:lvlJc w:val="left"/>
      <w:pPr>
        <w:ind w:left="18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1042AB"/>
    <w:multiLevelType w:val="hybridMultilevel"/>
    <w:tmpl w:val="CB88BDF8"/>
    <w:lvl w:ilvl="0" w:tplc="44EEDA9A">
      <w:start w:val="1"/>
      <w:numFmt w:val="decimal"/>
      <w:lvlText w:val="%1."/>
      <w:lvlJc w:val="left"/>
      <w:pPr>
        <w:ind w:left="120" w:hanging="203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5"/>
        <w:sz w:val="18"/>
        <w:szCs w:val="18"/>
        <w:lang w:val="en-US" w:eastAsia="en-US" w:bidi="ar-SA"/>
      </w:rPr>
    </w:lvl>
    <w:lvl w:ilvl="1" w:tplc="FE9C6CD2">
      <w:start w:val="1"/>
      <w:numFmt w:val="lowerLetter"/>
      <w:lvlText w:val="%2."/>
      <w:lvlJc w:val="left"/>
      <w:pPr>
        <w:ind w:left="439" w:hanging="202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18"/>
        <w:szCs w:val="18"/>
        <w:lang w:val="en-US" w:eastAsia="en-US" w:bidi="ar-SA"/>
      </w:rPr>
    </w:lvl>
    <w:lvl w:ilvl="2" w:tplc="307C6BD6">
      <w:numFmt w:val="bullet"/>
      <w:lvlText w:val="•"/>
      <w:lvlJc w:val="left"/>
      <w:pPr>
        <w:ind w:left="382" w:hanging="202"/>
      </w:pPr>
      <w:rPr>
        <w:rFonts w:hint="default"/>
        <w:lang w:val="en-US" w:eastAsia="en-US" w:bidi="ar-SA"/>
      </w:rPr>
    </w:lvl>
    <w:lvl w:ilvl="3" w:tplc="6AEEC68C">
      <w:numFmt w:val="bullet"/>
      <w:lvlText w:val="•"/>
      <w:lvlJc w:val="left"/>
      <w:pPr>
        <w:ind w:left="324" w:hanging="202"/>
      </w:pPr>
      <w:rPr>
        <w:rFonts w:hint="default"/>
        <w:lang w:val="en-US" w:eastAsia="en-US" w:bidi="ar-SA"/>
      </w:rPr>
    </w:lvl>
    <w:lvl w:ilvl="4" w:tplc="709ED5B0">
      <w:numFmt w:val="bullet"/>
      <w:lvlText w:val="•"/>
      <w:lvlJc w:val="left"/>
      <w:pPr>
        <w:ind w:left="266" w:hanging="202"/>
      </w:pPr>
      <w:rPr>
        <w:rFonts w:hint="default"/>
        <w:lang w:val="en-US" w:eastAsia="en-US" w:bidi="ar-SA"/>
      </w:rPr>
    </w:lvl>
    <w:lvl w:ilvl="5" w:tplc="6BB6801C">
      <w:numFmt w:val="bullet"/>
      <w:lvlText w:val="•"/>
      <w:lvlJc w:val="left"/>
      <w:pPr>
        <w:ind w:left="208" w:hanging="202"/>
      </w:pPr>
      <w:rPr>
        <w:rFonts w:hint="default"/>
        <w:lang w:val="en-US" w:eastAsia="en-US" w:bidi="ar-SA"/>
      </w:rPr>
    </w:lvl>
    <w:lvl w:ilvl="6" w:tplc="3676A5CC">
      <w:numFmt w:val="bullet"/>
      <w:lvlText w:val="•"/>
      <w:lvlJc w:val="left"/>
      <w:pPr>
        <w:ind w:left="150" w:hanging="202"/>
      </w:pPr>
      <w:rPr>
        <w:rFonts w:hint="default"/>
        <w:lang w:val="en-US" w:eastAsia="en-US" w:bidi="ar-SA"/>
      </w:rPr>
    </w:lvl>
    <w:lvl w:ilvl="7" w:tplc="27EC15EC">
      <w:numFmt w:val="bullet"/>
      <w:lvlText w:val="•"/>
      <w:lvlJc w:val="left"/>
      <w:pPr>
        <w:ind w:left="92" w:hanging="202"/>
      </w:pPr>
      <w:rPr>
        <w:rFonts w:hint="default"/>
        <w:lang w:val="en-US" w:eastAsia="en-US" w:bidi="ar-SA"/>
      </w:rPr>
    </w:lvl>
    <w:lvl w:ilvl="8" w:tplc="6A78FF5E">
      <w:numFmt w:val="bullet"/>
      <w:lvlText w:val="•"/>
      <w:lvlJc w:val="left"/>
      <w:pPr>
        <w:ind w:left="34" w:hanging="202"/>
      </w:pPr>
      <w:rPr>
        <w:rFonts w:hint="default"/>
        <w:lang w:val="en-US" w:eastAsia="en-US" w:bidi="ar-SA"/>
      </w:rPr>
    </w:lvl>
  </w:abstractNum>
  <w:abstractNum w:abstractNumId="47" w15:restartNumberingAfterBreak="0">
    <w:nsid w:val="432D5C71"/>
    <w:multiLevelType w:val="hybridMultilevel"/>
    <w:tmpl w:val="61766550"/>
    <w:lvl w:ilvl="0" w:tplc="24066CCC">
      <w:start w:val="1"/>
      <w:numFmt w:val="lowerLetter"/>
      <w:lvlText w:val="%1."/>
      <w:lvlJc w:val="left"/>
      <w:pPr>
        <w:ind w:left="720" w:hanging="360"/>
      </w:pPr>
      <w:rPr>
        <w:b/>
        <w:bCs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020C3"/>
    <w:multiLevelType w:val="hybridMultilevel"/>
    <w:tmpl w:val="49827F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4066CCC">
      <w:start w:val="1"/>
      <w:numFmt w:val="lowerLetter"/>
      <w:lvlText w:val="%2."/>
      <w:lvlJc w:val="left"/>
      <w:pPr>
        <w:ind w:left="720" w:hanging="360"/>
      </w:pPr>
      <w:rPr>
        <w:b/>
        <w:bCs/>
        <w:sz w:val="40"/>
        <w:szCs w:val="4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51254B"/>
    <w:multiLevelType w:val="hybridMultilevel"/>
    <w:tmpl w:val="B7B8A126"/>
    <w:lvl w:ilvl="0" w:tplc="D5047AB8">
      <w:start w:val="1"/>
      <w:numFmt w:val="decimal"/>
      <w:lvlText w:val="%1."/>
      <w:lvlJc w:val="left"/>
      <w:pPr>
        <w:ind w:left="120" w:hanging="30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441E9432">
      <w:numFmt w:val="bullet"/>
      <w:lvlText w:val="•"/>
      <w:lvlJc w:val="left"/>
      <w:pPr>
        <w:ind w:left="472" w:hanging="301"/>
      </w:pPr>
      <w:rPr>
        <w:rFonts w:hint="default"/>
        <w:lang w:val="en-US" w:eastAsia="en-US" w:bidi="ar-SA"/>
      </w:rPr>
    </w:lvl>
    <w:lvl w:ilvl="2" w:tplc="C6926AA6">
      <w:numFmt w:val="bullet"/>
      <w:lvlText w:val="•"/>
      <w:lvlJc w:val="left"/>
      <w:pPr>
        <w:ind w:left="824" w:hanging="301"/>
      </w:pPr>
      <w:rPr>
        <w:rFonts w:hint="default"/>
        <w:lang w:val="en-US" w:eastAsia="en-US" w:bidi="ar-SA"/>
      </w:rPr>
    </w:lvl>
    <w:lvl w:ilvl="3" w:tplc="D6065686">
      <w:numFmt w:val="bullet"/>
      <w:lvlText w:val="•"/>
      <w:lvlJc w:val="left"/>
      <w:pPr>
        <w:ind w:left="1176" w:hanging="301"/>
      </w:pPr>
      <w:rPr>
        <w:rFonts w:hint="default"/>
        <w:lang w:val="en-US" w:eastAsia="en-US" w:bidi="ar-SA"/>
      </w:rPr>
    </w:lvl>
    <w:lvl w:ilvl="4" w:tplc="C3B0A938">
      <w:numFmt w:val="bullet"/>
      <w:lvlText w:val="•"/>
      <w:lvlJc w:val="left"/>
      <w:pPr>
        <w:ind w:left="1528" w:hanging="301"/>
      </w:pPr>
      <w:rPr>
        <w:rFonts w:hint="default"/>
        <w:lang w:val="en-US" w:eastAsia="en-US" w:bidi="ar-SA"/>
      </w:rPr>
    </w:lvl>
    <w:lvl w:ilvl="5" w:tplc="39503C1A">
      <w:numFmt w:val="bullet"/>
      <w:lvlText w:val="•"/>
      <w:lvlJc w:val="left"/>
      <w:pPr>
        <w:ind w:left="1880" w:hanging="301"/>
      </w:pPr>
      <w:rPr>
        <w:rFonts w:hint="default"/>
        <w:lang w:val="en-US" w:eastAsia="en-US" w:bidi="ar-SA"/>
      </w:rPr>
    </w:lvl>
    <w:lvl w:ilvl="6" w:tplc="10002B3E">
      <w:numFmt w:val="bullet"/>
      <w:lvlText w:val="•"/>
      <w:lvlJc w:val="left"/>
      <w:pPr>
        <w:ind w:left="2232" w:hanging="301"/>
      </w:pPr>
      <w:rPr>
        <w:rFonts w:hint="default"/>
        <w:lang w:val="en-US" w:eastAsia="en-US" w:bidi="ar-SA"/>
      </w:rPr>
    </w:lvl>
    <w:lvl w:ilvl="7" w:tplc="4BA0B1AE">
      <w:numFmt w:val="bullet"/>
      <w:lvlText w:val="•"/>
      <w:lvlJc w:val="left"/>
      <w:pPr>
        <w:ind w:left="2584" w:hanging="301"/>
      </w:pPr>
      <w:rPr>
        <w:rFonts w:hint="default"/>
        <w:lang w:val="en-US" w:eastAsia="en-US" w:bidi="ar-SA"/>
      </w:rPr>
    </w:lvl>
    <w:lvl w:ilvl="8" w:tplc="E7CC4042">
      <w:numFmt w:val="bullet"/>
      <w:lvlText w:val="•"/>
      <w:lvlJc w:val="left"/>
      <w:pPr>
        <w:ind w:left="2936" w:hanging="301"/>
      </w:pPr>
      <w:rPr>
        <w:rFonts w:hint="default"/>
        <w:lang w:val="en-US" w:eastAsia="en-US" w:bidi="ar-SA"/>
      </w:rPr>
    </w:lvl>
  </w:abstractNum>
  <w:abstractNum w:abstractNumId="50" w15:restartNumberingAfterBreak="0">
    <w:nsid w:val="495BA81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1" w15:restartNumberingAfterBreak="0">
    <w:nsid w:val="498D7522"/>
    <w:multiLevelType w:val="hybridMultilevel"/>
    <w:tmpl w:val="E5882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244C57"/>
    <w:multiLevelType w:val="hybridMultilevel"/>
    <w:tmpl w:val="981279DE"/>
    <w:lvl w:ilvl="0" w:tplc="E9784BAE">
      <w:start w:val="1"/>
      <w:numFmt w:val="decimal"/>
      <w:lvlText w:val="%1."/>
      <w:lvlJc w:val="left"/>
      <w:pPr>
        <w:ind w:left="720" w:hanging="360"/>
      </w:pPr>
      <w:rPr>
        <w:b/>
        <w:bCs/>
        <w:sz w:val="40"/>
        <w:szCs w:val="40"/>
      </w:rPr>
    </w:lvl>
    <w:lvl w:ilvl="1" w:tplc="A07408C6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6309C2"/>
    <w:multiLevelType w:val="hybridMultilevel"/>
    <w:tmpl w:val="287C67B0"/>
    <w:lvl w:ilvl="0" w:tplc="6778C644">
      <w:numFmt w:val="bullet"/>
      <w:lvlText w:val="•"/>
      <w:lvlJc w:val="left"/>
      <w:pPr>
        <w:ind w:left="119" w:hanging="190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14"/>
        <w:sz w:val="21"/>
        <w:szCs w:val="21"/>
        <w:lang w:val="en-US" w:eastAsia="en-US" w:bidi="ar-SA"/>
      </w:rPr>
    </w:lvl>
    <w:lvl w:ilvl="1" w:tplc="AD425134">
      <w:numFmt w:val="bullet"/>
      <w:lvlText w:val="•"/>
      <w:lvlJc w:val="left"/>
      <w:pPr>
        <w:ind w:left="459" w:hanging="190"/>
      </w:pPr>
      <w:rPr>
        <w:rFonts w:hint="default"/>
        <w:lang w:val="en-US" w:eastAsia="en-US" w:bidi="ar-SA"/>
      </w:rPr>
    </w:lvl>
    <w:lvl w:ilvl="2" w:tplc="966079C4">
      <w:numFmt w:val="bullet"/>
      <w:lvlText w:val="•"/>
      <w:lvlJc w:val="left"/>
      <w:pPr>
        <w:ind w:left="799" w:hanging="190"/>
      </w:pPr>
      <w:rPr>
        <w:rFonts w:hint="default"/>
        <w:lang w:val="en-US" w:eastAsia="en-US" w:bidi="ar-SA"/>
      </w:rPr>
    </w:lvl>
    <w:lvl w:ilvl="3" w:tplc="E7F2D1FC">
      <w:numFmt w:val="bullet"/>
      <w:lvlText w:val="•"/>
      <w:lvlJc w:val="left"/>
      <w:pPr>
        <w:ind w:left="1139" w:hanging="190"/>
      </w:pPr>
      <w:rPr>
        <w:rFonts w:hint="default"/>
        <w:lang w:val="en-US" w:eastAsia="en-US" w:bidi="ar-SA"/>
      </w:rPr>
    </w:lvl>
    <w:lvl w:ilvl="4" w:tplc="63D2CAEE">
      <w:numFmt w:val="bullet"/>
      <w:lvlText w:val="•"/>
      <w:lvlJc w:val="left"/>
      <w:pPr>
        <w:ind w:left="1479" w:hanging="190"/>
      </w:pPr>
      <w:rPr>
        <w:rFonts w:hint="default"/>
        <w:lang w:val="en-US" w:eastAsia="en-US" w:bidi="ar-SA"/>
      </w:rPr>
    </w:lvl>
    <w:lvl w:ilvl="5" w:tplc="856882A6">
      <w:numFmt w:val="bullet"/>
      <w:lvlText w:val="•"/>
      <w:lvlJc w:val="left"/>
      <w:pPr>
        <w:ind w:left="1819" w:hanging="190"/>
      </w:pPr>
      <w:rPr>
        <w:rFonts w:hint="default"/>
        <w:lang w:val="en-US" w:eastAsia="en-US" w:bidi="ar-SA"/>
      </w:rPr>
    </w:lvl>
    <w:lvl w:ilvl="6" w:tplc="C038D998">
      <w:numFmt w:val="bullet"/>
      <w:lvlText w:val="•"/>
      <w:lvlJc w:val="left"/>
      <w:pPr>
        <w:ind w:left="2159" w:hanging="190"/>
      </w:pPr>
      <w:rPr>
        <w:rFonts w:hint="default"/>
        <w:lang w:val="en-US" w:eastAsia="en-US" w:bidi="ar-SA"/>
      </w:rPr>
    </w:lvl>
    <w:lvl w:ilvl="7" w:tplc="5CFCB5CA">
      <w:numFmt w:val="bullet"/>
      <w:lvlText w:val="•"/>
      <w:lvlJc w:val="left"/>
      <w:pPr>
        <w:ind w:left="2499" w:hanging="190"/>
      </w:pPr>
      <w:rPr>
        <w:rFonts w:hint="default"/>
        <w:lang w:val="en-US" w:eastAsia="en-US" w:bidi="ar-SA"/>
      </w:rPr>
    </w:lvl>
    <w:lvl w:ilvl="8" w:tplc="A58A0DFA">
      <w:numFmt w:val="bullet"/>
      <w:lvlText w:val="•"/>
      <w:lvlJc w:val="left"/>
      <w:pPr>
        <w:ind w:left="2838" w:hanging="190"/>
      </w:pPr>
      <w:rPr>
        <w:rFonts w:hint="default"/>
        <w:lang w:val="en-US" w:eastAsia="en-US" w:bidi="ar-SA"/>
      </w:rPr>
    </w:lvl>
  </w:abstractNum>
  <w:abstractNum w:abstractNumId="54" w15:restartNumberingAfterBreak="0">
    <w:nsid w:val="57BD328A"/>
    <w:multiLevelType w:val="hybridMultilevel"/>
    <w:tmpl w:val="850ED914"/>
    <w:lvl w:ilvl="0" w:tplc="6776A5A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7F463D9"/>
    <w:multiLevelType w:val="hybridMultilevel"/>
    <w:tmpl w:val="6D14237C"/>
    <w:lvl w:ilvl="0" w:tplc="7608ACAA">
      <w:start w:val="1"/>
      <w:numFmt w:val="decimal"/>
      <w:lvlText w:val="%1."/>
      <w:lvlJc w:val="left"/>
      <w:pPr>
        <w:ind w:left="720" w:hanging="360"/>
      </w:pPr>
      <w:rPr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846D91"/>
    <w:multiLevelType w:val="hybridMultilevel"/>
    <w:tmpl w:val="DD5805DC"/>
    <w:lvl w:ilvl="0" w:tplc="5C628CD8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9B6681A"/>
    <w:multiLevelType w:val="hybridMultilevel"/>
    <w:tmpl w:val="02B8B5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AC0E67"/>
    <w:multiLevelType w:val="hybridMultilevel"/>
    <w:tmpl w:val="59AA38E6"/>
    <w:lvl w:ilvl="0" w:tplc="426A43CE">
      <w:start w:val="6"/>
      <w:numFmt w:val="lowerLetter"/>
      <w:lvlText w:val="%1."/>
      <w:lvlJc w:val="left"/>
      <w:pPr>
        <w:ind w:left="1244" w:hanging="176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20"/>
        <w:szCs w:val="20"/>
        <w:lang w:val="en-US" w:eastAsia="en-US" w:bidi="ar-SA"/>
      </w:rPr>
    </w:lvl>
    <w:lvl w:ilvl="1" w:tplc="84240066">
      <w:numFmt w:val="bullet"/>
      <w:lvlText w:val="•"/>
      <w:lvlJc w:val="left"/>
      <w:pPr>
        <w:ind w:left="1862" w:hanging="176"/>
      </w:pPr>
      <w:rPr>
        <w:rFonts w:hint="default"/>
        <w:lang w:val="en-US" w:eastAsia="en-US" w:bidi="ar-SA"/>
      </w:rPr>
    </w:lvl>
    <w:lvl w:ilvl="2" w:tplc="A9EA0E10">
      <w:numFmt w:val="bullet"/>
      <w:lvlText w:val="•"/>
      <w:lvlJc w:val="left"/>
      <w:pPr>
        <w:ind w:left="2485" w:hanging="176"/>
      </w:pPr>
      <w:rPr>
        <w:rFonts w:hint="default"/>
        <w:lang w:val="en-US" w:eastAsia="en-US" w:bidi="ar-SA"/>
      </w:rPr>
    </w:lvl>
    <w:lvl w:ilvl="3" w:tplc="D1843250">
      <w:numFmt w:val="bullet"/>
      <w:lvlText w:val="•"/>
      <w:lvlJc w:val="left"/>
      <w:pPr>
        <w:ind w:left="3107" w:hanging="176"/>
      </w:pPr>
      <w:rPr>
        <w:rFonts w:hint="default"/>
        <w:lang w:val="en-US" w:eastAsia="en-US" w:bidi="ar-SA"/>
      </w:rPr>
    </w:lvl>
    <w:lvl w:ilvl="4" w:tplc="82464B7C">
      <w:numFmt w:val="bullet"/>
      <w:lvlText w:val="•"/>
      <w:lvlJc w:val="left"/>
      <w:pPr>
        <w:ind w:left="3730" w:hanging="176"/>
      </w:pPr>
      <w:rPr>
        <w:rFonts w:hint="default"/>
        <w:lang w:val="en-US" w:eastAsia="en-US" w:bidi="ar-SA"/>
      </w:rPr>
    </w:lvl>
    <w:lvl w:ilvl="5" w:tplc="4EEC496C">
      <w:numFmt w:val="bullet"/>
      <w:lvlText w:val="•"/>
      <w:lvlJc w:val="left"/>
      <w:pPr>
        <w:ind w:left="4352" w:hanging="176"/>
      </w:pPr>
      <w:rPr>
        <w:rFonts w:hint="default"/>
        <w:lang w:val="en-US" w:eastAsia="en-US" w:bidi="ar-SA"/>
      </w:rPr>
    </w:lvl>
    <w:lvl w:ilvl="6" w:tplc="429E1CBA">
      <w:numFmt w:val="bullet"/>
      <w:lvlText w:val="•"/>
      <w:lvlJc w:val="left"/>
      <w:pPr>
        <w:ind w:left="4975" w:hanging="176"/>
      </w:pPr>
      <w:rPr>
        <w:rFonts w:hint="default"/>
        <w:lang w:val="en-US" w:eastAsia="en-US" w:bidi="ar-SA"/>
      </w:rPr>
    </w:lvl>
    <w:lvl w:ilvl="7" w:tplc="807475DE">
      <w:numFmt w:val="bullet"/>
      <w:lvlText w:val="•"/>
      <w:lvlJc w:val="left"/>
      <w:pPr>
        <w:ind w:left="5597" w:hanging="176"/>
      </w:pPr>
      <w:rPr>
        <w:rFonts w:hint="default"/>
        <w:lang w:val="en-US" w:eastAsia="en-US" w:bidi="ar-SA"/>
      </w:rPr>
    </w:lvl>
    <w:lvl w:ilvl="8" w:tplc="24AAF300">
      <w:numFmt w:val="bullet"/>
      <w:lvlText w:val="•"/>
      <w:lvlJc w:val="left"/>
      <w:pPr>
        <w:ind w:left="6220" w:hanging="176"/>
      </w:pPr>
      <w:rPr>
        <w:rFonts w:hint="default"/>
        <w:lang w:val="en-US" w:eastAsia="en-US" w:bidi="ar-SA"/>
      </w:rPr>
    </w:lvl>
  </w:abstractNum>
  <w:abstractNum w:abstractNumId="59" w15:restartNumberingAfterBreak="0">
    <w:nsid w:val="5D54CC9C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0" w15:restartNumberingAfterBreak="0">
    <w:nsid w:val="5DC47CA0"/>
    <w:multiLevelType w:val="hybridMultilevel"/>
    <w:tmpl w:val="BF92D852"/>
    <w:lvl w:ilvl="0" w:tplc="24066CCC">
      <w:start w:val="1"/>
      <w:numFmt w:val="lowerLetter"/>
      <w:lvlText w:val="%1."/>
      <w:lvlJc w:val="left"/>
      <w:pPr>
        <w:ind w:left="720" w:hanging="360"/>
      </w:pPr>
      <w:rPr>
        <w:b/>
        <w:bCs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5ADBFF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2" w15:restartNumberingAfterBreak="0">
    <w:nsid w:val="61E25E1F"/>
    <w:multiLevelType w:val="hybridMultilevel"/>
    <w:tmpl w:val="1BB0A456"/>
    <w:lvl w:ilvl="0" w:tplc="29564608">
      <w:start w:val="1"/>
      <w:numFmt w:val="decimal"/>
      <w:lvlText w:val="%1."/>
      <w:lvlJc w:val="left"/>
      <w:pPr>
        <w:ind w:left="120" w:hanging="30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2212946E">
      <w:numFmt w:val="bullet"/>
      <w:lvlText w:val="•"/>
      <w:lvlJc w:val="left"/>
      <w:pPr>
        <w:ind w:left="458" w:hanging="301"/>
      </w:pPr>
      <w:rPr>
        <w:rFonts w:hint="default"/>
        <w:lang w:val="en-US" w:eastAsia="en-US" w:bidi="ar-SA"/>
      </w:rPr>
    </w:lvl>
    <w:lvl w:ilvl="2" w:tplc="E2381CC4">
      <w:numFmt w:val="bullet"/>
      <w:lvlText w:val="•"/>
      <w:lvlJc w:val="left"/>
      <w:pPr>
        <w:ind w:left="797" w:hanging="301"/>
      </w:pPr>
      <w:rPr>
        <w:rFonts w:hint="default"/>
        <w:lang w:val="en-US" w:eastAsia="en-US" w:bidi="ar-SA"/>
      </w:rPr>
    </w:lvl>
    <w:lvl w:ilvl="3" w:tplc="DB26D244">
      <w:numFmt w:val="bullet"/>
      <w:lvlText w:val="•"/>
      <w:lvlJc w:val="left"/>
      <w:pPr>
        <w:ind w:left="1135" w:hanging="301"/>
      </w:pPr>
      <w:rPr>
        <w:rFonts w:hint="default"/>
        <w:lang w:val="en-US" w:eastAsia="en-US" w:bidi="ar-SA"/>
      </w:rPr>
    </w:lvl>
    <w:lvl w:ilvl="4" w:tplc="21341E44">
      <w:numFmt w:val="bullet"/>
      <w:lvlText w:val="•"/>
      <w:lvlJc w:val="left"/>
      <w:pPr>
        <w:ind w:left="1474" w:hanging="301"/>
      </w:pPr>
      <w:rPr>
        <w:rFonts w:hint="default"/>
        <w:lang w:val="en-US" w:eastAsia="en-US" w:bidi="ar-SA"/>
      </w:rPr>
    </w:lvl>
    <w:lvl w:ilvl="5" w:tplc="98EAED80">
      <w:numFmt w:val="bullet"/>
      <w:lvlText w:val="•"/>
      <w:lvlJc w:val="left"/>
      <w:pPr>
        <w:ind w:left="1812" w:hanging="301"/>
      </w:pPr>
      <w:rPr>
        <w:rFonts w:hint="default"/>
        <w:lang w:val="en-US" w:eastAsia="en-US" w:bidi="ar-SA"/>
      </w:rPr>
    </w:lvl>
    <w:lvl w:ilvl="6" w:tplc="DC3216E0">
      <w:numFmt w:val="bullet"/>
      <w:lvlText w:val="•"/>
      <w:lvlJc w:val="left"/>
      <w:pPr>
        <w:ind w:left="2151" w:hanging="301"/>
      </w:pPr>
      <w:rPr>
        <w:rFonts w:hint="default"/>
        <w:lang w:val="en-US" w:eastAsia="en-US" w:bidi="ar-SA"/>
      </w:rPr>
    </w:lvl>
    <w:lvl w:ilvl="7" w:tplc="CCA8E9D0">
      <w:numFmt w:val="bullet"/>
      <w:lvlText w:val="•"/>
      <w:lvlJc w:val="left"/>
      <w:pPr>
        <w:ind w:left="2490" w:hanging="301"/>
      </w:pPr>
      <w:rPr>
        <w:rFonts w:hint="default"/>
        <w:lang w:val="en-US" w:eastAsia="en-US" w:bidi="ar-SA"/>
      </w:rPr>
    </w:lvl>
    <w:lvl w:ilvl="8" w:tplc="7B862B1C">
      <w:numFmt w:val="bullet"/>
      <w:lvlText w:val="•"/>
      <w:lvlJc w:val="left"/>
      <w:pPr>
        <w:ind w:left="2828" w:hanging="301"/>
      </w:pPr>
      <w:rPr>
        <w:rFonts w:hint="default"/>
        <w:lang w:val="en-US" w:eastAsia="en-US" w:bidi="ar-SA"/>
      </w:rPr>
    </w:lvl>
  </w:abstractNum>
  <w:abstractNum w:abstractNumId="63" w15:restartNumberingAfterBreak="0">
    <w:nsid w:val="63046698"/>
    <w:multiLevelType w:val="hybridMultilevel"/>
    <w:tmpl w:val="58C02F7E"/>
    <w:lvl w:ilvl="0" w:tplc="78109DA4">
      <w:start w:val="1"/>
      <w:numFmt w:val="lowerLetter"/>
      <w:lvlText w:val="%1."/>
      <w:lvlJc w:val="left"/>
      <w:pPr>
        <w:ind w:left="1131" w:hanging="224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20"/>
        <w:szCs w:val="20"/>
        <w:lang w:val="en-US" w:eastAsia="en-US" w:bidi="ar-SA"/>
      </w:rPr>
    </w:lvl>
    <w:lvl w:ilvl="1" w:tplc="0E30C102">
      <w:numFmt w:val="bullet"/>
      <w:lvlText w:val="•"/>
      <w:lvlJc w:val="left"/>
      <w:pPr>
        <w:ind w:left="1737" w:hanging="224"/>
      </w:pPr>
      <w:rPr>
        <w:rFonts w:hint="default"/>
        <w:lang w:val="en-US" w:eastAsia="en-US" w:bidi="ar-SA"/>
      </w:rPr>
    </w:lvl>
    <w:lvl w:ilvl="2" w:tplc="049C4FD4">
      <w:numFmt w:val="bullet"/>
      <w:lvlText w:val="•"/>
      <w:lvlJc w:val="left"/>
      <w:pPr>
        <w:ind w:left="2335" w:hanging="224"/>
      </w:pPr>
      <w:rPr>
        <w:rFonts w:hint="default"/>
        <w:lang w:val="en-US" w:eastAsia="en-US" w:bidi="ar-SA"/>
      </w:rPr>
    </w:lvl>
    <w:lvl w:ilvl="3" w:tplc="DBBEB242">
      <w:numFmt w:val="bullet"/>
      <w:lvlText w:val="•"/>
      <w:lvlJc w:val="left"/>
      <w:pPr>
        <w:ind w:left="2933" w:hanging="224"/>
      </w:pPr>
      <w:rPr>
        <w:rFonts w:hint="default"/>
        <w:lang w:val="en-US" w:eastAsia="en-US" w:bidi="ar-SA"/>
      </w:rPr>
    </w:lvl>
    <w:lvl w:ilvl="4" w:tplc="0952EBFE">
      <w:numFmt w:val="bullet"/>
      <w:lvlText w:val="•"/>
      <w:lvlJc w:val="left"/>
      <w:pPr>
        <w:ind w:left="3530" w:hanging="224"/>
      </w:pPr>
      <w:rPr>
        <w:rFonts w:hint="default"/>
        <w:lang w:val="en-US" w:eastAsia="en-US" w:bidi="ar-SA"/>
      </w:rPr>
    </w:lvl>
    <w:lvl w:ilvl="5" w:tplc="2A9AE30E">
      <w:numFmt w:val="bullet"/>
      <w:lvlText w:val="•"/>
      <w:lvlJc w:val="left"/>
      <w:pPr>
        <w:ind w:left="4128" w:hanging="224"/>
      </w:pPr>
      <w:rPr>
        <w:rFonts w:hint="default"/>
        <w:lang w:val="en-US" w:eastAsia="en-US" w:bidi="ar-SA"/>
      </w:rPr>
    </w:lvl>
    <w:lvl w:ilvl="6" w:tplc="39DAB13A">
      <w:numFmt w:val="bullet"/>
      <w:lvlText w:val="•"/>
      <w:lvlJc w:val="left"/>
      <w:pPr>
        <w:ind w:left="4726" w:hanging="224"/>
      </w:pPr>
      <w:rPr>
        <w:rFonts w:hint="default"/>
        <w:lang w:val="en-US" w:eastAsia="en-US" w:bidi="ar-SA"/>
      </w:rPr>
    </w:lvl>
    <w:lvl w:ilvl="7" w:tplc="8286C58E">
      <w:numFmt w:val="bullet"/>
      <w:lvlText w:val="•"/>
      <w:lvlJc w:val="left"/>
      <w:pPr>
        <w:ind w:left="5323" w:hanging="224"/>
      </w:pPr>
      <w:rPr>
        <w:rFonts w:hint="default"/>
        <w:lang w:val="en-US" w:eastAsia="en-US" w:bidi="ar-SA"/>
      </w:rPr>
    </w:lvl>
    <w:lvl w:ilvl="8" w:tplc="706450BA">
      <w:numFmt w:val="bullet"/>
      <w:lvlText w:val="•"/>
      <w:lvlJc w:val="left"/>
      <w:pPr>
        <w:ind w:left="5921" w:hanging="224"/>
      </w:pPr>
      <w:rPr>
        <w:rFonts w:hint="default"/>
        <w:lang w:val="en-US" w:eastAsia="en-US" w:bidi="ar-SA"/>
      </w:rPr>
    </w:lvl>
  </w:abstractNum>
  <w:abstractNum w:abstractNumId="64" w15:restartNumberingAfterBreak="0">
    <w:nsid w:val="653E3581"/>
    <w:multiLevelType w:val="hybridMultilevel"/>
    <w:tmpl w:val="26B69556"/>
    <w:lvl w:ilvl="0" w:tplc="7608ACAA">
      <w:start w:val="1"/>
      <w:numFmt w:val="decimal"/>
      <w:lvlText w:val="%1."/>
      <w:lvlJc w:val="left"/>
      <w:pPr>
        <w:ind w:left="720" w:hanging="360"/>
      </w:pPr>
      <w:rPr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55A6C2D"/>
    <w:multiLevelType w:val="hybridMultilevel"/>
    <w:tmpl w:val="6EFA10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DC4A72"/>
    <w:multiLevelType w:val="hybridMultilevel"/>
    <w:tmpl w:val="5D667DE0"/>
    <w:lvl w:ilvl="0" w:tplc="6CB61D06">
      <w:start w:val="1"/>
      <w:numFmt w:val="lowerLetter"/>
      <w:lvlText w:val="%1."/>
      <w:lvlJc w:val="left"/>
      <w:pPr>
        <w:ind w:left="4585" w:hanging="224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20"/>
        <w:szCs w:val="20"/>
        <w:lang w:val="en-US" w:eastAsia="en-US" w:bidi="ar-SA"/>
      </w:rPr>
    </w:lvl>
    <w:lvl w:ilvl="1" w:tplc="CF30DFC6">
      <w:numFmt w:val="bullet"/>
      <w:lvlText w:val="•"/>
      <w:lvlJc w:val="left"/>
      <w:pPr>
        <w:ind w:left="5206" w:hanging="224"/>
      </w:pPr>
      <w:rPr>
        <w:rFonts w:hint="default"/>
        <w:lang w:val="en-US" w:eastAsia="en-US" w:bidi="ar-SA"/>
      </w:rPr>
    </w:lvl>
    <w:lvl w:ilvl="2" w:tplc="407054BC">
      <w:numFmt w:val="bullet"/>
      <w:lvlText w:val="•"/>
      <w:lvlJc w:val="left"/>
      <w:pPr>
        <w:ind w:left="5832" w:hanging="224"/>
      </w:pPr>
      <w:rPr>
        <w:rFonts w:hint="default"/>
        <w:lang w:val="en-US" w:eastAsia="en-US" w:bidi="ar-SA"/>
      </w:rPr>
    </w:lvl>
    <w:lvl w:ilvl="3" w:tplc="3AC02C1C">
      <w:numFmt w:val="bullet"/>
      <w:lvlText w:val="•"/>
      <w:lvlJc w:val="left"/>
      <w:pPr>
        <w:ind w:left="6458" w:hanging="224"/>
      </w:pPr>
      <w:rPr>
        <w:rFonts w:hint="default"/>
        <w:lang w:val="en-US" w:eastAsia="en-US" w:bidi="ar-SA"/>
      </w:rPr>
    </w:lvl>
    <w:lvl w:ilvl="4" w:tplc="AFE43796">
      <w:numFmt w:val="bullet"/>
      <w:lvlText w:val="•"/>
      <w:lvlJc w:val="left"/>
      <w:pPr>
        <w:ind w:left="7084" w:hanging="224"/>
      </w:pPr>
      <w:rPr>
        <w:rFonts w:hint="default"/>
        <w:lang w:val="en-US" w:eastAsia="en-US" w:bidi="ar-SA"/>
      </w:rPr>
    </w:lvl>
    <w:lvl w:ilvl="5" w:tplc="D6562680">
      <w:numFmt w:val="bullet"/>
      <w:lvlText w:val="•"/>
      <w:lvlJc w:val="left"/>
      <w:pPr>
        <w:ind w:left="7710" w:hanging="224"/>
      </w:pPr>
      <w:rPr>
        <w:rFonts w:hint="default"/>
        <w:lang w:val="en-US" w:eastAsia="en-US" w:bidi="ar-SA"/>
      </w:rPr>
    </w:lvl>
    <w:lvl w:ilvl="6" w:tplc="8222EB5E">
      <w:numFmt w:val="bullet"/>
      <w:lvlText w:val="•"/>
      <w:lvlJc w:val="left"/>
      <w:pPr>
        <w:ind w:left="8336" w:hanging="224"/>
      </w:pPr>
      <w:rPr>
        <w:rFonts w:hint="default"/>
        <w:lang w:val="en-US" w:eastAsia="en-US" w:bidi="ar-SA"/>
      </w:rPr>
    </w:lvl>
    <w:lvl w:ilvl="7" w:tplc="1EBC739C">
      <w:numFmt w:val="bullet"/>
      <w:lvlText w:val="•"/>
      <w:lvlJc w:val="left"/>
      <w:pPr>
        <w:ind w:left="8962" w:hanging="224"/>
      </w:pPr>
      <w:rPr>
        <w:rFonts w:hint="default"/>
        <w:lang w:val="en-US" w:eastAsia="en-US" w:bidi="ar-SA"/>
      </w:rPr>
    </w:lvl>
    <w:lvl w:ilvl="8" w:tplc="82768344">
      <w:numFmt w:val="bullet"/>
      <w:lvlText w:val="•"/>
      <w:lvlJc w:val="left"/>
      <w:pPr>
        <w:ind w:left="9588" w:hanging="224"/>
      </w:pPr>
      <w:rPr>
        <w:rFonts w:hint="default"/>
        <w:lang w:val="en-US" w:eastAsia="en-US" w:bidi="ar-SA"/>
      </w:rPr>
    </w:lvl>
  </w:abstractNum>
  <w:abstractNum w:abstractNumId="67" w15:restartNumberingAfterBreak="0">
    <w:nsid w:val="689866A5"/>
    <w:multiLevelType w:val="hybridMultilevel"/>
    <w:tmpl w:val="2E142B6E"/>
    <w:lvl w:ilvl="0" w:tplc="EEA85900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7590B54A">
      <w:start w:val="1"/>
      <w:numFmt w:val="lowerLetter"/>
      <w:lvlText w:val="%2."/>
      <w:lvlJc w:val="left"/>
      <w:pPr>
        <w:ind w:left="18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D25A3E"/>
    <w:multiLevelType w:val="hybridMultilevel"/>
    <w:tmpl w:val="AD7C0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DC61437"/>
    <w:multiLevelType w:val="hybridMultilevel"/>
    <w:tmpl w:val="6DFE3A52"/>
    <w:lvl w:ilvl="0" w:tplc="1106949E">
      <w:start w:val="1"/>
      <w:numFmt w:val="lowerLetter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FF2607C"/>
    <w:multiLevelType w:val="hybridMultilevel"/>
    <w:tmpl w:val="76A64DC2"/>
    <w:lvl w:ilvl="0" w:tplc="A098881A">
      <w:start w:val="1"/>
      <w:numFmt w:val="decimal"/>
      <w:lvlText w:val="%1."/>
      <w:lvlJc w:val="left"/>
      <w:pPr>
        <w:ind w:left="120" w:hanging="30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18"/>
        <w:szCs w:val="18"/>
        <w:lang w:val="en-US" w:eastAsia="en-US" w:bidi="ar-SA"/>
      </w:rPr>
    </w:lvl>
    <w:lvl w:ilvl="1" w:tplc="C9066F9A">
      <w:numFmt w:val="bullet"/>
      <w:lvlText w:val="•"/>
      <w:lvlJc w:val="left"/>
      <w:pPr>
        <w:ind w:left="459" w:hanging="301"/>
      </w:pPr>
      <w:rPr>
        <w:rFonts w:hint="default"/>
        <w:lang w:val="en-US" w:eastAsia="en-US" w:bidi="ar-SA"/>
      </w:rPr>
    </w:lvl>
    <w:lvl w:ilvl="2" w:tplc="C9205E6C">
      <w:numFmt w:val="bullet"/>
      <w:lvlText w:val="•"/>
      <w:lvlJc w:val="left"/>
      <w:pPr>
        <w:ind w:left="799" w:hanging="301"/>
      </w:pPr>
      <w:rPr>
        <w:rFonts w:hint="default"/>
        <w:lang w:val="en-US" w:eastAsia="en-US" w:bidi="ar-SA"/>
      </w:rPr>
    </w:lvl>
    <w:lvl w:ilvl="3" w:tplc="F0F0C90E">
      <w:numFmt w:val="bullet"/>
      <w:lvlText w:val="•"/>
      <w:lvlJc w:val="left"/>
      <w:pPr>
        <w:ind w:left="1139" w:hanging="301"/>
      </w:pPr>
      <w:rPr>
        <w:rFonts w:hint="default"/>
        <w:lang w:val="en-US" w:eastAsia="en-US" w:bidi="ar-SA"/>
      </w:rPr>
    </w:lvl>
    <w:lvl w:ilvl="4" w:tplc="AA10CB66">
      <w:numFmt w:val="bullet"/>
      <w:lvlText w:val="•"/>
      <w:lvlJc w:val="left"/>
      <w:pPr>
        <w:ind w:left="1479" w:hanging="301"/>
      </w:pPr>
      <w:rPr>
        <w:rFonts w:hint="default"/>
        <w:lang w:val="en-US" w:eastAsia="en-US" w:bidi="ar-SA"/>
      </w:rPr>
    </w:lvl>
    <w:lvl w:ilvl="5" w:tplc="8B969AD0">
      <w:numFmt w:val="bullet"/>
      <w:lvlText w:val="•"/>
      <w:lvlJc w:val="left"/>
      <w:pPr>
        <w:ind w:left="1819" w:hanging="301"/>
      </w:pPr>
      <w:rPr>
        <w:rFonts w:hint="default"/>
        <w:lang w:val="en-US" w:eastAsia="en-US" w:bidi="ar-SA"/>
      </w:rPr>
    </w:lvl>
    <w:lvl w:ilvl="6" w:tplc="828E210A">
      <w:numFmt w:val="bullet"/>
      <w:lvlText w:val="•"/>
      <w:lvlJc w:val="left"/>
      <w:pPr>
        <w:ind w:left="2159" w:hanging="301"/>
      </w:pPr>
      <w:rPr>
        <w:rFonts w:hint="default"/>
        <w:lang w:val="en-US" w:eastAsia="en-US" w:bidi="ar-SA"/>
      </w:rPr>
    </w:lvl>
    <w:lvl w:ilvl="7" w:tplc="CB34177C">
      <w:numFmt w:val="bullet"/>
      <w:lvlText w:val="•"/>
      <w:lvlJc w:val="left"/>
      <w:pPr>
        <w:ind w:left="2499" w:hanging="301"/>
      </w:pPr>
      <w:rPr>
        <w:rFonts w:hint="default"/>
        <w:lang w:val="en-US" w:eastAsia="en-US" w:bidi="ar-SA"/>
      </w:rPr>
    </w:lvl>
    <w:lvl w:ilvl="8" w:tplc="78CA7018">
      <w:numFmt w:val="bullet"/>
      <w:lvlText w:val="•"/>
      <w:lvlJc w:val="left"/>
      <w:pPr>
        <w:ind w:left="2839" w:hanging="301"/>
      </w:pPr>
      <w:rPr>
        <w:rFonts w:hint="default"/>
        <w:lang w:val="en-US" w:eastAsia="en-US" w:bidi="ar-SA"/>
      </w:rPr>
    </w:lvl>
  </w:abstractNum>
  <w:abstractNum w:abstractNumId="71" w15:restartNumberingAfterBreak="0">
    <w:nsid w:val="70AF3359"/>
    <w:multiLevelType w:val="hybridMultilevel"/>
    <w:tmpl w:val="100ACB26"/>
    <w:lvl w:ilvl="0" w:tplc="11B2524A">
      <w:start w:val="1"/>
      <w:numFmt w:val="lowerLetter"/>
      <w:lvlText w:val="%1."/>
      <w:lvlJc w:val="left"/>
      <w:pPr>
        <w:ind w:left="1467" w:hanging="224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31F20"/>
        <w:spacing w:val="0"/>
        <w:w w:val="84"/>
        <w:sz w:val="20"/>
        <w:szCs w:val="20"/>
        <w:lang w:val="en-US" w:eastAsia="en-US" w:bidi="ar-SA"/>
      </w:rPr>
    </w:lvl>
    <w:lvl w:ilvl="1" w:tplc="4F7A4D92">
      <w:numFmt w:val="bullet"/>
      <w:lvlText w:val="•"/>
      <w:lvlJc w:val="left"/>
      <w:pPr>
        <w:ind w:left="2060" w:hanging="224"/>
      </w:pPr>
      <w:rPr>
        <w:rFonts w:hint="default"/>
        <w:lang w:val="en-US" w:eastAsia="en-US" w:bidi="ar-SA"/>
      </w:rPr>
    </w:lvl>
    <w:lvl w:ilvl="2" w:tplc="27BA8940">
      <w:numFmt w:val="bullet"/>
      <w:lvlText w:val="•"/>
      <w:lvlJc w:val="left"/>
      <w:pPr>
        <w:ind w:left="2661" w:hanging="224"/>
      </w:pPr>
      <w:rPr>
        <w:rFonts w:hint="default"/>
        <w:lang w:val="en-US" w:eastAsia="en-US" w:bidi="ar-SA"/>
      </w:rPr>
    </w:lvl>
    <w:lvl w:ilvl="3" w:tplc="DB3E9DAA">
      <w:numFmt w:val="bullet"/>
      <w:lvlText w:val="•"/>
      <w:lvlJc w:val="left"/>
      <w:pPr>
        <w:ind w:left="3261" w:hanging="224"/>
      </w:pPr>
      <w:rPr>
        <w:rFonts w:hint="default"/>
        <w:lang w:val="en-US" w:eastAsia="en-US" w:bidi="ar-SA"/>
      </w:rPr>
    </w:lvl>
    <w:lvl w:ilvl="4" w:tplc="22D257B4">
      <w:numFmt w:val="bullet"/>
      <w:lvlText w:val="•"/>
      <w:lvlJc w:val="left"/>
      <w:pPr>
        <w:ind w:left="3862" w:hanging="224"/>
      </w:pPr>
      <w:rPr>
        <w:rFonts w:hint="default"/>
        <w:lang w:val="en-US" w:eastAsia="en-US" w:bidi="ar-SA"/>
      </w:rPr>
    </w:lvl>
    <w:lvl w:ilvl="5" w:tplc="2308683E">
      <w:numFmt w:val="bullet"/>
      <w:lvlText w:val="•"/>
      <w:lvlJc w:val="left"/>
      <w:pPr>
        <w:ind w:left="4462" w:hanging="224"/>
      </w:pPr>
      <w:rPr>
        <w:rFonts w:hint="default"/>
        <w:lang w:val="en-US" w:eastAsia="en-US" w:bidi="ar-SA"/>
      </w:rPr>
    </w:lvl>
    <w:lvl w:ilvl="6" w:tplc="97DE87CE">
      <w:numFmt w:val="bullet"/>
      <w:lvlText w:val="•"/>
      <w:lvlJc w:val="left"/>
      <w:pPr>
        <w:ind w:left="5063" w:hanging="224"/>
      </w:pPr>
      <w:rPr>
        <w:rFonts w:hint="default"/>
        <w:lang w:val="en-US" w:eastAsia="en-US" w:bidi="ar-SA"/>
      </w:rPr>
    </w:lvl>
    <w:lvl w:ilvl="7" w:tplc="7D3E44AC">
      <w:numFmt w:val="bullet"/>
      <w:lvlText w:val="•"/>
      <w:lvlJc w:val="left"/>
      <w:pPr>
        <w:ind w:left="5663" w:hanging="224"/>
      </w:pPr>
      <w:rPr>
        <w:rFonts w:hint="default"/>
        <w:lang w:val="en-US" w:eastAsia="en-US" w:bidi="ar-SA"/>
      </w:rPr>
    </w:lvl>
    <w:lvl w:ilvl="8" w:tplc="10AE458E">
      <w:numFmt w:val="bullet"/>
      <w:lvlText w:val="•"/>
      <w:lvlJc w:val="left"/>
      <w:pPr>
        <w:ind w:left="6264" w:hanging="224"/>
      </w:pPr>
      <w:rPr>
        <w:rFonts w:hint="default"/>
        <w:lang w:val="en-US" w:eastAsia="en-US" w:bidi="ar-SA"/>
      </w:rPr>
    </w:lvl>
  </w:abstractNum>
  <w:abstractNum w:abstractNumId="72" w15:restartNumberingAfterBreak="0">
    <w:nsid w:val="72626F2B"/>
    <w:multiLevelType w:val="hybridMultilevel"/>
    <w:tmpl w:val="0CC2DB2E"/>
    <w:lvl w:ilvl="0" w:tplc="24066CCC">
      <w:start w:val="1"/>
      <w:numFmt w:val="lowerLetter"/>
      <w:lvlText w:val="%1."/>
      <w:lvlJc w:val="left"/>
      <w:pPr>
        <w:ind w:left="720" w:hanging="360"/>
      </w:pPr>
      <w:rPr>
        <w:b/>
        <w:bCs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4974BA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4" w15:restartNumberingAfterBreak="0">
    <w:nsid w:val="760302D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5" w15:restartNumberingAfterBreak="0">
    <w:nsid w:val="7C035848"/>
    <w:multiLevelType w:val="hybridMultilevel"/>
    <w:tmpl w:val="2BBC35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281EFB"/>
    <w:multiLevelType w:val="hybridMultilevel"/>
    <w:tmpl w:val="8716DC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567CA3"/>
    <w:multiLevelType w:val="hybridMultilevel"/>
    <w:tmpl w:val="85A814EE"/>
    <w:lvl w:ilvl="0" w:tplc="24066CCC">
      <w:start w:val="1"/>
      <w:numFmt w:val="lowerLetter"/>
      <w:lvlText w:val="%1."/>
      <w:lvlJc w:val="left"/>
      <w:pPr>
        <w:ind w:left="720" w:hanging="360"/>
      </w:pPr>
      <w:rPr>
        <w:b/>
        <w:bCs/>
        <w:sz w:val="40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640254">
    <w:abstractNumId w:val="54"/>
  </w:num>
  <w:num w:numId="2" w16cid:durableId="794056798">
    <w:abstractNumId w:val="54"/>
  </w:num>
  <w:num w:numId="3" w16cid:durableId="1806435972">
    <w:abstractNumId w:val="54"/>
  </w:num>
  <w:num w:numId="4" w16cid:durableId="1660843421">
    <w:abstractNumId w:val="54"/>
  </w:num>
  <w:num w:numId="5" w16cid:durableId="1420247184">
    <w:abstractNumId w:val="54"/>
  </w:num>
  <w:num w:numId="6" w16cid:durableId="2058621591">
    <w:abstractNumId w:val="54"/>
  </w:num>
  <w:num w:numId="7" w16cid:durableId="712312766">
    <w:abstractNumId w:val="54"/>
  </w:num>
  <w:num w:numId="8" w16cid:durableId="676229253">
    <w:abstractNumId w:val="54"/>
  </w:num>
  <w:num w:numId="9" w16cid:durableId="202327404">
    <w:abstractNumId w:val="54"/>
  </w:num>
  <w:num w:numId="10" w16cid:durableId="622543652">
    <w:abstractNumId w:val="54"/>
  </w:num>
  <w:num w:numId="11" w16cid:durableId="324473205">
    <w:abstractNumId w:val="54"/>
  </w:num>
  <w:num w:numId="12" w16cid:durableId="1180775194">
    <w:abstractNumId w:val="54"/>
  </w:num>
  <w:num w:numId="13" w16cid:durableId="1200555445">
    <w:abstractNumId w:val="54"/>
  </w:num>
  <w:num w:numId="14" w16cid:durableId="1389569939">
    <w:abstractNumId w:val="54"/>
  </w:num>
  <w:num w:numId="15" w16cid:durableId="2067295026">
    <w:abstractNumId w:val="54"/>
  </w:num>
  <w:num w:numId="16" w16cid:durableId="265164332">
    <w:abstractNumId w:val="54"/>
  </w:num>
  <w:num w:numId="17" w16cid:durableId="2120449117">
    <w:abstractNumId w:val="54"/>
  </w:num>
  <w:num w:numId="18" w16cid:durableId="1582326747">
    <w:abstractNumId w:val="54"/>
  </w:num>
  <w:num w:numId="19" w16cid:durableId="942301650">
    <w:abstractNumId w:val="54"/>
  </w:num>
  <w:num w:numId="20" w16cid:durableId="1393309840">
    <w:abstractNumId w:val="54"/>
  </w:num>
  <w:num w:numId="21" w16cid:durableId="1513832802">
    <w:abstractNumId w:val="54"/>
  </w:num>
  <w:num w:numId="22" w16cid:durableId="1366640578">
    <w:abstractNumId w:val="54"/>
  </w:num>
  <w:num w:numId="23" w16cid:durableId="2029601362">
    <w:abstractNumId w:val="54"/>
  </w:num>
  <w:num w:numId="24" w16cid:durableId="1444879316">
    <w:abstractNumId w:val="54"/>
  </w:num>
  <w:num w:numId="25" w16cid:durableId="1863089279">
    <w:abstractNumId w:val="66"/>
  </w:num>
  <w:num w:numId="26" w16cid:durableId="931278365">
    <w:abstractNumId w:val="28"/>
  </w:num>
  <w:num w:numId="27" w16cid:durableId="2091848677">
    <w:abstractNumId w:val="63"/>
  </w:num>
  <w:num w:numId="28" w16cid:durableId="829445129">
    <w:abstractNumId w:val="29"/>
  </w:num>
  <w:num w:numId="29" w16cid:durableId="885918080">
    <w:abstractNumId w:val="37"/>
  </w:num>
  <w:num w:numId="30" w16cid:durableId="953364521">
    <w:abstractNumId w:val="58"/>
  </w:num>
  <w:num w:numId="31" w16cid:durableId="338897976">
    <w:abstractNumId w:val="71"/>
  </w:num>
  <w:num w:numId="32" w16cid:durableId="1198737827">
    <w:abstractNumId w:val="41"/>
  </w:num>
  <w:num w:numId="33" w16cid:durableId="538585736">
    <w:abstractNumId w:val="22"/>
  </w:num>
  <w:num w:numId="34" w16cid:durableId="694231409">
    <w:abstractNumId w:val="35"/>
  </w:num>
  <w:num w:numId="35" w16cid:durableId="717704104">
    <w:abstractNumId w:val="31"/>
  </w:num>
  <w:num w:numId="36" w16cid:durableId="1382901692">
    <w:abstractNumId w:val="46"/>
  </w:num>
  <w:num w:numId="37" w16cid:durableId="580606337">
    <w:abstractNumId w:val="49"/>
  </w:num>
  <w:num w:numId="38" w16cid:durableId="1910185284">
    <w:abstractNumId w:val="70"/>
  </w:num>
  <w:num w:numId="39" w16cid:durableId="605892940">
    <w:abstractNumId w:val="53"/>
  </w:num>
  <w:num w:numId="40" w16cid:durableId="21636769">
    <w:abstractNumId w:val="26"/>
  </w:num>
  <w:num w:numId="41" w16cid:durableId="1150366123">
    <w:abstractNumId w:val="21"/>
  </w:num>
  <w:num w:numId="42" w16cid:durableId="960308261">
    <w:abstractNumId w:val="19"/>
  </w:num>
  <w:num w:numId="43" w16cid:durableId="1659068798">
    <w:abstractNumId w:val="12"/>
  </w:num>
  <w:num w:numId="44" w16cid:durableId="1025206928">
    <w:abstractNumId w:val="30"/>
  </w:num>
  <w:num w:numId="45" w16cid:durableId="84427992">
    <w:abstractNumId w:val="24"/>
  </w:num>
  <w:num w:numId="46" w16cid:durableId="1594586222">
    <w:abstractNumId w:val="62"/>
  </w:num>
  <w:num w:numId="47" w16cid:durableId="445589043">
    <w:abstractNumId w:val="13"/>
  </w:num>
  <w:num w:numId="48" w16cid:durableId="261455852">
    <w:abstractNumId w:val="10"/>
  </w:num>
  <w:num w:numId="49" w16cid:durableId="778836371">
    <w:abstractNumId w:val="9"/>
  </w:num>
  <w:num w:numId="50" w16cid:durableId="535968255">
    <w:abstractNumId w:val="7"/>
  </w:num>
  <w:num w:numId="51" w16cid:durableId="1000621368">
    <w:abstractNumId w:val="11"/>
  </w:num>
  <w:num w:numId="52" w16cid:durableId="1680965279">
    <w:abstractNumId w:val="76"/>
  </w:num>
  <w:num w:numId="53" w16cid:durableId="1369257718">
    <w:abstractNumId w:val="51"/>
  </w:num>
  <w:num w:numId="54" w16cid:durableId="699860486">
    <w:abstractNumId w:val="33"/>
  </w:num>
  <w:num w:numId="55" w16cid:durableId="969096935">
    <w:abstractNumId w:val="65"/>
  </w:num>
  <w:num w:numId="56" w16cid:durableId="1004747598">
    <w:abstractNumId w:val="68"/>
  </w:num>
  <w:num w:numId="57" w16cid:durableId="1035619339">
    <w:abstractNumId w:val="75"/>
  </w:num>
  <w:num w:numId="58" w16cid:durableId="936138734">
    <w:abstractNumId w:val="18"/>
  </w:num>
  <w:num w:numId="59" w16cid:durableId="849759090">
    <w:abstractNumId w:val="50"/>
  </w:num>
  <w:num w:numId="60" w16cid:durableId="1334258666">
    <w:abstractNumId w:val="5"/>
  </w:num>
  <w:num w:numId="61" w16cid:durableId="1939098118">
    <w:abstractNumId w:val="8"/>
  </w:num>
  <w:num w:numId="62" w16cid:durableId="1317956344">
    <w:abstractNumId w:val="2"/>
  </w:num>
  <w:num w:numId="63" w16cid:durableId="1710453909">
    <w:abstractNumId w:val="42"/>
  </w:num>
  <w:num w:numId="64" w16cid:durableId="1429420869">
    <w:abstractNumId w:val="61"/>
  </w:num>
  <w:num w:numId="65" w16cid:durableId="1985968849">
    <w:abstractNumId w:val="16"/>
  </w:num>
  <w:num w:numId="66" w16cid:durableId="2023387995">
    <w:abstractNumId w:val="45"/>
  </w:num>
  <w:num w:numId="67" w16cid:durableId="210583112">
    <w:abstractNumId w:val="3"/>
  </w:num>
  <w:num w:numId="68" w16cid:durableId="181477989">
    <w:abstractNumId w:val="74"/>
  </w:num>
  <w:num w:numId="69" w16cid:durableId="951789373">
    <w:abstractNumId w:val="17"/>
  </w:num>
  <w:num w:numId="70" w16cid:durableId="1334990578">
    <w:abstractNumId w:val="1"/>
  </w:num>
  <w:num w:numId="71" w16cid:durableId="581109586">
    <w:abstractNumId w:val="15"/>
  </w:num>
  <w:num w:numId="72" w16cid:durableId="1757898211">
    <w:abstractNumId w:val="25"/>
  </w:num>
  <w:num w:numId="73" w16cid:durableId="1486508363">
    <w:abstractNumId w:val="4"/>
  </w:num>
  <w:num w:numId="74" w16cid:durableId="1921717012">
    <w:abstractNumId w:val="0"/>
  </w:num>
  <w:num w:numId="75" w16cid:durableId="2127501959">
    <w:abstractNumId w:val="64"/>
  </w:num>
  <w:num w:numId="76" w16cid:durableId="791217257">
    <w:abstractNumId w:val="55"/>
  </w:num>
  <w:num w:numId="77" w16cid:durableId="554702862">
    <w:abstractNumId w:val="6"/>
  </w:num>
  <w:num w:numId="78" w16cid:durableId="282809145">
    <w:abstractNumId w:val="32"/>
  </w:num>
  <w:num w:numId="79" w16cid:durableId="557859632">
    <w:abstractNumId w:val="59"/>
  </w:num>
  <w:num w:numId="80" w16cid:durableId="707412981">
    <w:abstractNumId w:val="73"/>
  </w:num>
  <w:num w:numId="81" w16cid:durableId="864756318">
    <w:abstractNumId w:val="40"/>
  </w:num>
  <w:num w:numId="82" w16cid:durableId="618729216">
    <w:abstractNumId w:val="56"/>
  </w:num>
  <w:num w:numId="83" w16cid:durableId="743143625">
    <w:abstractNumId w:val="14"/>
  </w:num>
  <w:num w:numId="84" w16cid:durableId="1778985674">
    <w:abstractNumId w:val="52"/>
  </w:num>
  <w:num w:numId="85" w16cid:durableId="1395620673">
    <w:abstractNumId w:val="43"/>
  </w:num>
  <w:num w:numId="86" w16cid:durableId="789713837">
    <w:abstractNumId w:val="67"/>
  </w:num>
  <w:num w:numId="87" w16cid:durableId="1741175959">
    <w:abstractNumId w:val="44"/>
  </w:num>
  <w:num w:numId="88" w16cid:durableId="886601808">
    <w:abstractNumId w:val="69"/>
  </w:num>
  <w:num w:numId="89" w16cid:durableId="684946192">
    <w:abstractNumId w:val="20"/>
  </w:num>
  <w:num w:numId="90" w16cid:durableId="1849172394">
    <w:abstractNumId w:val="36"/>
  </w:num>
  <w:num w:numId="91" w16cid:durableId="62919374">
    <w:abstractNumId w:val="48"/>
  </w:num>
  <w:num w:numId="92" w16cid:durableId="1069498122">
    <w:abstractNumId w:val="23"/>
  </w:num>
  <w:num w:numId="93" w16cid:durableId="799612457">
    <w:abstractNumId w:val="34"/>
  </w:num>
  <w:num w:numId="94" w16cid:durableId="771315632">
    <w:abstractNumId w:val="38"/>
  </w:num>
  <w:num w:numId="95" w16cid:durableId="1328820621">
    <w:abstractNumId w:val="27"/>
  </w:num>
  <w:num w:numId="96" w16cid:durableId="1740861416">
    <w:abstractNumId w:val="57"/>
  </w:num>
  <w:num w:numId="97" w16cid:durableId="541400763">
    <w:abstractNumId w:val="39"/>
  </w:num>
  <w:num w:numId="98" w16cid:durableId="156920591">
    <w:abstractNumId w:val="77"/>
  </w:num>
  <w:num w:numId="99" w16cid:durableId="1757095216">
    <w:abstractNumId w:val="60"/>
  </w:num>
  <w:num w:numId="100" w16cid:durableId="1720399237">
    <w:abstractNumId w:val="72"/>
  </w:num>
  <w:num w:numId="101" w16cid:durableId="262997957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3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E62"/>
    <w:rsid w:val="0006167D"/>
    <w:rsid w:val="000B5256"/>
    <w:rsid w:val="000B7FA4"/>
    <w:rsid w:val="000E568A"/>
    <w:rsid w:val="00102C4F"/>
    <w:rsid w:val="001032A5"/>
    <w:rsid w:val="00103345"/>
    <w:rsid w:val="0010366B"/>
    <w:rsid w:val="00105061"/>
    <w:rsid w:val="00107E13"/>
    <w:rsid w:val="0012151E"/>
    <w:rsid w:val="0012549D"/>
    <w:rsid w:val="00127200"/>
    <w:rsid w:val="00130C77"/>
    <w:rsid w:val="001360A4"/>
    <w:rsid w:val="001664AD"/>
    <w:rsid w:val="001826A2"/>
    <w:rsid w:val="00191A43"/>
    <w:rsid w:val="001B002E"/>
    <w:rsid w:val="002005B3"/>
    <w:rsid w:val="00285BDC"/>
    <w:rsid w:val="002976F5"/>
    <w:rsid w:val="002F28DC"/>
    <w:rsid w:val="002F7DD5"/>
    <w:rsid w:val="00320D17"/>
    <w:rsid w:val="00325F69"/>
    <w:rsid w:val="003B30F3"/>
    <w:rsid w:val="003D24B9"/>
    <w:rsid w:val="003F2696"/>
    <w:rsid w:val="003F3985"/>
    <w:rsid w:val="00426193"/>
    <w:rsid w:val="00472095"/>
    <w:rsid w:val="00496C8B"/>
    <w:rsid w:val="004A47C2"/>
    <w:rsid w:val="004A5889"/>
    <w:rsid w:val="004B0A50"/>
    <w:rsid w:val="004F06BD"/>
    <w:rsid w:val="00512E2E"/>
    <w:rsid w:val="005144E7"/>
    <w:rsid w:val="00516E83"/>
    <w:rsid w:val="005248E7"/>
    <w:rsid w:val="005431F8"/>
    <w:rsid w:val="005933B6"/>
    <w:rsid w:val="00596E65"/>
    <w:rsid w:val="005B227D"/>
    <w:rsid w:val="005C7405"/>
    <w:rsid w:val="005E0309"/>
    <w:rsid w:val="005E1C62"/>
    <w:rsid w:val="005F2D3C"/>
    <w:rsid w:val="00610B16"/>
    <w:rsid w:val="0066351F"/>
    <w:rsid w:val="0066593A"/>
    <w:rsid w:val="006B013E"/>
    <w:rsid w:val="006B3DE7"/>
    <w:rsid w:val="006C569E"/>
    <w:rsid w:val="006E06AE"/>
    <w:rsid w:val="00706626"/>
    <w:rsid w:val="007234CE"/>
    <w:rsid w:val="00752A4D"/>
    <w:rsid w:val="00791362"/>
    <w:rsid w:val="007944F3"/>
    <w:rsid w:val="007A6B8F"/>
    <w:rsid w:val="007C0FDC"/>
    <w:rsid w:val="007D6B6C"/>
    <w:rsid w:val="007D7FDE"/>
    <w:rsid w:val="00801C98"/>
    <w:rsid w:val="00892330"/>
    <w:rsid w:val="008A769D"/>
    <w:rsid w:val="008B4F1B"/>
    <w:rsid w:val="008F45EC"/>
    <w:rsid w:val="00914462"/>
    <w:rsid w:val="009222CF"/>
    <w:rsid w:val="00976724"/>
    <w:rsid w:val="009A3DD2"/>
    <w:rsid w:val="009F53FB"/>
    <w:rsid w:val="00A15D84"/>
    <w:rsid w:val="00AB0E62"/>
    <w:rsid w:val="00AB34AE"/>
    <w:rsid w:val="00AC2DD3"/>
    <w:rsid w:val="00AD4583"/>
    <w:rsid w:val="00B17F03"/>
    <w:rsid w:val="00B20725"/>
    <w:rsid w:val="00B25524"/>
    <w:rsid w:val="00B46A65"/>
    <w:rsid w:val="00B740DC"/>
    <w:rsid w:val="00B852EB"/>
    <w:rsid w:val="00B94A35"/>
    <w:rsid w:val="00BD1C5E"/>
    <w:rsid w:val="00BD3102"/>
    <w:rsid w:val="00BE7737"/>
    <w:rsid w:val="00BF0937"/>
    <w:rsid w:val="00C2433B"/>
    <w:rsid w:val="00C731E6"/>
    <w:rsid w:val="00D23A9C"/>
    <w:rsid w:val="00D304A7"/>
    <w:rsid w:val="00D304E1"/>
    <w:rsid w:val="00D40068"/>
    <w:rsid w:val="00D65EF2"/>
    <w:rsid w:val="00D81BE0"/>
    <w:rsid w:val="00D86BAB"/>
    <w:rsid w:val="00D873FD"/>
    <w:rsid w:val="00DA53C0"/>
    <w:rsid w:val="00DF47A6"/>
    <w:rsid w:val="00E12C70"/>
    <w:rsid w:val="00E1515D"/>
    <w:rsid w:val="00E34CE0"/>
    <w:rsid w:val="00E70027"/>
    <w:rsid w:val="00E7301E"/>
    <w:rsid w:val="00E86480"/>
    <w:rsid w:val="00EA4624"/>
    <w:rsid w:val="00EC4DF2"/>
    <w:rsid w:val="00EE5AEA"/>
    <w:rsid w:val="00F3062A"/>
    <w:rsid w:val="00F738CB"/>
    <w:rsid w:val="00F908E9"/>
    <w:rsid w:val="00F955E2"/>
    <w:rsid w:val="00F977F6"/>
    <w:rsid w:val="00FA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5A35BF"/>
  <w15:docId w15:val="{3AC51544-0069-4B12-BF81-D7E7ACF2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 w:qFormat="1"/>
    <w:lsdException w:name="toc 2" w:uiPriority="1" w:qFormat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E62"/>
    <w:pPr>
      <w:widowControl w:val="0"/>
      <w:autoSpaceDE w:val="0"/>
      <w:autoSpaceDN w:val="0"/>
      <w:spacing w:before="0" w:after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next w:val="Body"/>
    <w:link w:val="Heading1Char"/>
    <w:uiPriority w:val="9"/>
    <w:qFormat/>
    <w:rsid w:val="00F955E2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F955E2"/>
    <w:pPr>
      <w:keepNext/>
      <w:keepLines/>
      <w:spacing w:line="276" w:lineRule="auto"/>
      <w:outlineLvl w:val="1"/>
    </w:pPr>
    <w:rPr>
      <w:rFonts w:eastAsiaTheme="majorEastAsia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F955E2"/>
    <w:pPr>
      <w:keepNext/>
      <w:keepLines/>
      <w:spacing w:line="276" w:lineRule="auto"/>
      <w:outlineLvl w:val="2"/>
    </w:pPr>
    <w:rPr>
      <w:rFonts w:eastAsiaTheme="majorEastAsia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qFormat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nhideWhenUsed/>
    <w:rsid w:val="00B46A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rsid w:val="00B46A65"/>
    <w:pPr>
      <w:spacing w:before="107"/>
      <w:ind w:left="119"/>
      <w:outlineLvl w:val="6"/>
    </w:pPr>
    <w:rPr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1036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F955E2"/>
    <w:pPr>
      <w:spacing w:line="276" w:lineRule="auto"/>
    </w:pPr>
  </w:style>
  <w:style w:type="paragraph" w:customStyle="1" w:styleId="Bullets">
    <w:name w:val="Bullets"/>
    <w:next w:val="Body"/>
    <w:qFormat/>
    <w:rsid w:val="00F955E2"/>
    <w:pPr>
      <w:numPr>
        <w:numId w:val="24"/>
      </w:numPr>
      <w:spacing w:line="276" w:lineRule="auto"/>
    </w:pPr>
  </w:style>
  <w:style w:type="paragraph" w:styleId="ListParagraph">
    <w:name w:val="List Paragraph"/>
    <w:basedOn w:val="Normal"/>
    <w:uiPriority w:val="1"/>
    <w:unhideWhenUsed/>
    <w:qFormat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55E2"/>
    <w:rPr>
      <w:rFonts w:eastAsiaTheme="majorEastAsia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55E2"/>
    <w:rPr>
      <w:rFonts w:eastAsiaTheme="majorEastAsia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955E2"/>
    <w:rPr>
      <w:rFonts w:eastAsiaTheme="majorEastAsia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iPriority w:val="1"/>
    <w:unhideWhenUsed/>
    <w:qFormat/>
    <w:rsid w:val="00B46A65"/>
    <w:rPr>
      <w:b/>
    </w:rPr>
  </w:style>
  <w:style w:type="paragraph" w:styleId="TOC2">
    <w:name w:val="toc 2"/>
    <w:next w:val="Body"/>
    <w:uiPriority w:val="1"/>
    <w:unhideWhenUsed/>
    <w:qFormat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qFormat/>
    <w:rsid w:val="00B46A65"/>
    <w:pPr>
      <w:spacing w:before="38" w:line="185" w:lineRule="exact"/>
      <w:ind w:right="305"/>
      <w:jc w:val="right"/>
    </w:pPr>
    <w:rPr>
      <w:rFonts w:ascii="Microsoft Sans Serif" w:eastAsia="Microsoft Sans Serif" w:hAnsi="Microsoft Sans Serif" w:cs="Microsoft Sans Serif"/>
      <w:lang w:bidi="en-US"/>
    </w:rPr>
  </w:style>
  <w:style w:type="paragraph" w:styleId="TOC4">
    <w:name w:val="toc 4"/>
    <w:basedOn w:val="Normal"/>
    <w:uiPriority w:val="1"/>
    <w:unhideWhenUsed/>
    <w:rsid w:val="00B46A65"/>
    <w:pPr>
      <w:spacing w:line="225" w:lineRule="exact"/>
      <w:ind w:left="72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5">
    <w:name w:val="toc 5"/>
    <w:basedOn w:val="Normal"/>
    <w:uiPriority w:val="1"/>
    <w:unhideWhenUsed/>
    <w:rsid w:val="00B46A65"/>
    <w:pPr>
      <w:spacing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lang w:bidi="en-US"/>
    </w:rPr>
  </w:style>
  <w:style w:type="paragraph" w:styleId="TOC6">
    <w:name w:val="toc 6"/>
    <w:basedOn w:val="Normal"/>
    <w:uiPriority w:val="1"/>
    <w:unhideWhenUsed/>
    <w:rsid w:val="00B46A65"/>
    <w:pPr>
      <w:spacing w:before="33"/>
      <w:ind w:left="840" w:hanging="24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7">
    <w:name w:val="toc 7"/>
    <w:basedOn w:val="Normal"/>
    <w:uiPriority w:val="1"/>
    <w:unhideWhenUsed/>
    <w:rsid w:val="00B46A65"/>
    <w:pPr>
      <w:spacing w:line="225" w:lineRule="exact"/>
      <w:ind w:left="108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8">
    <w:name w:val="toc 8"/>
    <w:basedOn w:val="Normal"/>
    <w:uiPriority w:val="1"/>
    <w:unhideWhenUsed/>
    <w:rsid w:val="00B46A65"/>
    <w:pPr>
      <w:spacing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B46A65"/>
    <w:rPr>
      <w:rFonts w:ascii="Microsoft Sans Serif" w:eastAsia="Microsoft Sans Serif" w:hAnsi="Microsoft Sans Serif" w:cs="Microsoft Sans Serif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paragraph" w:styleId="Title">
    <w:name w:val="Title"/>
    <w:basedOn w:val="Normal"/>
    <w:link w:val="TitleChar"/>
    <w:uiPriority w:val="10"/>
    <w:qFormat/>
    <w:rsid w:val="00AB0E62"/>
    <w:pPr>
      <w:spacing w:before="123" w:line="720" w:lineRule="exact"/>
      <w:ind w:left="120"/>
    </w:pPr>
    <w:rPr>
      <w:rFonts w:ascii="Arial Black" w:eastAsia="Arial Black" w:hAnsi="Arial Black" w:cs="Arial Black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B0E62"/>
    <w:rPr>
      <w:rFonts w:ascii="Arial Black" w:eastAsia="Arial Black" w:hAnsi="Arial Black" w:cs="Arial Black"/>
      <w:sz w:val="52"/>
      <w:szCs w:val="52"/>
    </w:rPr>
  </w:style>
  <w:style w:type="paragraph" w:customStyle="1" w:styleId="Default">
    <w:name w:val="Default"/>
    <w:rsid w:val="00D304E1"/>
    <w:pPr>
      <w:autoSpaceDE w:val="0"/>
      <w:autoSpaceDN w:val="0"/>
      <w:adjustRightInd w:val="0"/>
      <w:spacing w:before="0" w:after="0"/>
    </w:pPr>
    <w:rPr>
      <w:rFonts w:ascii="Helvetica World" w:eastAsia="Helvetica World" w:cs="Helvetica Worl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Miller\Documents\01%20-%20Global%20Precision%20Imaging\Customers\GPO%20Pubs\02%20-%20Print%20Orders\Working%20Templates\02%20-%20IRS%20Styles%20Template%202023%20-%20TC%20Inst%20P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02 - IRS Styles Template 2023 - TC Inst Pub</Template>
  <TotalTime>1</TotalTime>
  <Pages>92</Pages>
  <Words>3776</Words>
  <Characters>21526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Miller</dc:creator>
  <cp:lastModifiedBy>Whitney Miller</cp:lastModifiedBy>
  <cp:revision>2</cp:revision>
  <dcterms:created xsi:type="dcterms:W3CDTF">2024-04-24T18:02:00Z</dcterms:created>
  <dcterms:modified xsi:type="dcterms:W3CDTF">2024-04-24T18:02:00Z</dcterms:modified>
</cp:coreProperties>
</file>